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Фамилия Имя Отчество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Загидуллина Эльмира Асляховна</w:t>
            </w:r>
          </w:p>
        </w:tc>
      </w:tr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Место работы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МОБУ СОШ им. И.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67118A">
              <w:rPr>
                <w:bCs/>
                <w:kern w:val="36"/>
                <w:sz w:val="28"/>
                <w:szCs w:val="28"/>
              </w:rPr>
              <w:t>Я.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67118A">
              <w:rPr>
                <w:bCs/>
                <w:kern w:val="36"/>
                <w:sz w:val="28"/>
                <w:szCs w:val="28"/>
              </w:rPr>
              <w:t>Нелюбина</w:t>
            </w:r>
          </w:p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с. Ильино-Поляна муниципального района Благовещенский район РБ</w:t>
            </w:r>
          </w:p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Должность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Учитель русского языка и литературы</w:t>
            </w:r>
          </w:p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Предмет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Русский язык и литературы</w:t>
            </w:r>
          </w:p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Класс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5 класс</w:t>
            </w:r>
          </w:p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Тема и номер урока в теме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Подготовка к сочинению по картине 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В.Д. Поленова  «Московский дворик» 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с использованием эпитетов.</w:t>
            </w:r>
          </w:p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</w:tr>
      <w:tr w:rsidR="00D90155" w:rsidRPr="0067118A" w:rsidTr="00145814">
        <w:tc>
          <w:tcPr>
            <w:tcW w:w="4785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Базовый учебник</w:t>
            </w:r>
          </w:p>
        </w:tc>
        <w:tc>
          <w:tcPr>
            <w:tcW w:w="4786" w:type="dxa"/>
          </w:tcPr>
          <w:p w:rsidR="00D90155" w:rsidRPr="0067118A" w:rsidRDefault="00D90155" w:rsidP="00736377">
            <w:pPr>
              <w:outlineLvl w:val="0"/>
              <w:rPr>
                <w:bCs/>
                <w:kern w:val="36"/>
                <w:sz w:val="28"/>
                <w:szCs w:val="28"/>
              </w:rPr>
            </w:pPr>
            <w:r w:rsidRPr="0067118A">
              <w:rPr>
                <w:bCs/>
                <w:kern w:val="36"/>
                <w:sz w:val="28"/>
                <w:szCs w:val="28"/>
              </w:rPr>
              <w:t>Учебник «Русская словесность» Р. И. Альбеткова</w:t>
            </w:r>
          </w:p>
        </w:tc>
      </w:tr>
    </w:tbl>
    <w:p w:rsidR="00D90155" w:rsidRPr="0067118A" w:rsidRDefault="00D90155" w:rsidP="0067118A">
      <w:pPr>
        <w:spacing w:line="360" w:lineRule="auto"/>
        <w:outlineLvl w:val="0"/>
        <w:rPr>
          <w:bCs/>
          <w:sz w:val="28"/>
          <w:szCs w:val="28"/>
        </w:rPr>
      </w:pPr>
    </w:p>
    <w:p w:rsidR="00D90155" w:rsidRPr="0067118A" w:rsidRDefault="00D90155" w:rsidP="00736377">
      <w:pPr>
        <w:tabs>
          <w:tab w:val="left" w:pos="3560"/>
        </w:tabs>
        <w:jc w:val="both"/>
        <w:rPr>
          <w:sz w:val="28"/>
          <w:szCs w:val="28"/>
        </w:rPr>
      </w:pPr>
      <w:r w:rsidRPr="0067118A">
        <w:rPr>
          <w:bCs/>
          <w:sz w:val="28"/>
          <w:szCs w:val="28"/>
        </w:rPr>
        <w:t>Тип урока                                                             Развитие речи</w:t>
      </w:r>
    </w:p>
    <w:p w:rsidR="00D90155" w:rsidRPr="0067118A" w:rsidRDefault="00D90155" w:rsidP="00736377">
      <w:pPr>
        <w:tabs>
          <w:tab w:val="left" w:pos="3560"/>
        </w:tabs>
        <w:jc w:val="both"/>
        <w:rPr>
          <w:sz w:val="28"/>
          <w:szCs w:val="28"/>
        </w:rPr>
      </w:pPr>
    </w:p>
    <w:p w:rsidR="00D90155" w:rsidRPr="0067118A" w:rsidRDefault="00D90155" w:rsidP="00736377">
      <w:pPr>
        <w:tabs>
          <w:tab w:val="left" w:pos="3560"/>
        </w:tabs>
        <w:jc w:val="both"/>
        <w:rPr>
          <w:sz w:val="28"/>
          <w:szCs w:val="28"/>
        </w:rPr>
      </w:pPr>
      <w:r w:rsidRPr="0067118A">
        <w:rPr>
          <w:sz w:val="28"/>
          <w:szCs w:val="28"/>
        </w:rPr>
        <w:t>Цели урока: обучающие – формировать умение «читать» картину, понимать идейный замысел художника; научить выражать основную мысль картины в сочинении; научить использовать эпитеты при описании картины;</w:t>
      </w:r>
    </w:p>
    <w:p w:rsidR="00D90155" w:rsidRPr="0067118A" w:rsidRDefault="00D90155" w:rsidP="00736377">
      <w:pPr>
        <w:tabs>
          <w:tab w:val="left" w:pos="3560"/>
        </w:tabs>
        <w:ind w:left="360"/>
        <w:jc w:val="both"/>
        <w:rPr>
          <w:sz w:val="28"/>
          <w:szCs w:val="28"/>
        </w:rPr>
      </w:pPr>
    </w:p>
    <w:p w:rsidR="00D90155" w:rsidRPr="0067118A" w:rsidRDefault="00D90155" w:rsidP="00736377">
      <w:pPr>
        <w:tabs>
          <w:tab w:val="left" w:pos="3560"/>
        </w:tabs>
        <w:jc w:val="both"/>
        <w:rPr>
          <w:sz w:val="28"/>
          <w:szCs w:val="28"/>
        </w:rPr>
      </w:pPr>
      <w:r w:rsidRPr="0067118A">
        <w:rPr>
          <w:sz w:val="28"/>
          <w:szCs w:val="28"/>
        </w:rPr>
        <w:t>развивающие – развивать творческое воображение, пространственное мышление и литературную речь учащихся; развивать наблюдательность;</w:t>
      </w:r>
    </w:p>
    <w:p w:rsidR="00D90155" w:rsidRPr="0067118A" w:rsidRDefault="00D90155" w:rsidP="00736377">
      <w:pPr>
        <w:tabs>
          <w:tab w:val="left" w:pos="3560"/>
        </w:tabs>
        <w:ind w:left="360"/>
        <w:jc w:val="both"/>
        <w:rPr>
          <w:sz w:val="28"/>
          <w:szCs w:val="28"/>
        </w:rPr>
      </w:pPr>
    </w:p>
    <w:p w:rsidR="00D90155" w:rsidRPr="0067118A" w:rsidRDefault="00D90155" w:rsidP="00736377">
      <w:pPr>
        <w:tabs>
          <w:tab w:val="left" w:pos="3560"/>
        </w:tabs>
        <w:rPr>
          <w:sz w:val="28"/>
          <w:szCs w:val="28"/>
        </w:rPr>
      </w:pPr>
      <w:r w:rsidRPr="0067118A">
        <w:rPr>
          <w:sz w:val="28"/>
          <w:szCs w:val="28"/>
        </w:rPr>
        <w:t>воспитательные – воспитывать чувство прекрасного, чувство любви к родной природе, учить детей видеть красоту Родины, раскрыть очарование маленького шедевра.</w:t>
      </w:r>
    </w:p>
    <w:p w:rsidR="00D90155" w:rsidRPr="0067118A" w:rsidRDefault="00D90155" w:rsidP="00736377">
      <w:pPr>
        <w:tabs>
          <w:tab w:val="left" w:pos="3560"/>
        </w:tabs>
        <w:jc w:val="both"/>
        <w:rPr>
          <w:sz w:val="28"/>
          <w:szCs w:val="28"/>
        </w:rPr>
      </w:pPr>
    </w:p>
    <w:p w:rsidR="00D90155" w:rsidRPr="0067118A" w:rsidRDefault="00D90155" w:rsidP="00736377">
      <w:pPr>
        <w:tabs>
          <w:tab w:val="left" w:pos="3560"/>
        </w:tabs>
        <w:jc w:val="both"/>
        <w:rPr>
          <w:sz w:val="28"/>
          <w:szCs w:val="28"/>
        </w:rPr>
      </w:pPr>
      <w:r w:rsidRPr="0067118A">
        <w:rPr>
          <w:sz w:val="28"/>
          <w:szCs w:val="28"/>
        </w:rPr>
        <w:t>Оборудование урока: компьютер, мультимедийный проектор, слайды с изображением художника В.Д.Поленова</w:t>
      </w:r>
      <w:r w:rsidRPr="0067118A">
        <w:rPr>
          <w:bCs/>
          <w:sz w:val="28"/>
          <w:szCs w:val="28"/>
        </w:rPr>
        <w:t>“</w:t>
      </w:r>
      <w:r>
        <w:rPr>
          <w:bCs/>
          <w:sz w:val="28"/>
          <w:szCs w:val="28"/>
        </w:rPr>
        <w:t xml:space="preserve"> </w:t>
      </w:r>
      <w:r w:rsidRPr="0067118A">
        <w:rPr>
          <w:bCs/>
          <w:sz w:val="28"/>
          <w:szCs w:val="28"/>
        </w:rPr>
        <w:t>Московский дворик”, “Бабушкин сад”,    “Золотая осень”, “Ранний снег”.</w:t>
      </w:r>
    </w:p>
    <w:p w:rsidR="00D90155" w:rsidRPr="0067118A" w:rsidRDefault="00D90155" w:rsidP="0067118A">
      <w:pPr>
        <w:spacing w:line="360" w:lineRule="auto"/>
        <w:outlineLvl w:val="0"/>
        <w:rPr>
          <w:bCs/>
          <w:sz w:val="28"/>
          <w:szCs w:val="28"/>
        </w:rPr>
      </w:pPr>
    </w:p>
    <w:p w:rsidR="00D90155" w:rsidRPr="0067118A" w:rsidRDefault="00D90155" w:rsidP="0067118A">
      <w:pPr>
        <w:spacing w:line="360" w:lineRule="auto"/>
        <w:outlineLvl w:val="0"/>
        <w:rPr>
          <w:bCs/>
          <w:sz w:val="28"/>
          <w:szCs w:val="28"/>
        </w:rPr>
      </w:pPr>
    </w:p>
    <w:p w:rsidR="00D90155" w:rsidRPr="0067118A" w:rsidRDefault="00D90155" w:rsidP="0067118A">
      <w:pPr>
        <w:spacing w:line="360" w:lineRule="auto"/>
        <w:outlineLvl w:val="0"/>
        <w:rPr>
          <w:bCs/>
          <w:sz w:val="28"/>
          <w:szCs w:val="28"/>
        </w:rPr>
      </w:pPr>
    </w:p>
    <w:p w:rsidR="00D90155" w:rsidRPr="0067118A" w:rsidRDefault="00D90155" w:rsidP="0067118A">
      <w:pPr>
        <w:spacing w:line="360" w:lineRule="auto"/>
        <w:outlineLvl w:val="0"/>
        <w:rPr>
          <w:bCs/>
          <w:sz w:val="28"/>
          <w:szCs w:val="28"/>
        </w:rPr>
      </w:pPr>
    </w:p>
    <w:p w:rsidR="00D90155" w:rsidRPr="0067118A" w:rsidRDefault="00D90155" w:rsidP="0067118A">
      <w:pPr>
        <w:spacing w:line="360" w:lineRule="auto"/>
        <w:outlineLvl w:val="0"/>
        <w:rPr>
          <w:sz w:val="28"/>
          <w:szCs w:val="28"/>
        </w:rPr>
      </w:pPr>
    </w:p>
    <w:tbl>
      <w:tblPr>
        <w:tblpPr w:leftFromText="180" w:rightFromText="180" w:horzAnchor="margin" w:tblpY="204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8"/>
        <w:gridCol w:w="1756"/>
        <w:gridCol w:w="1440"/>
        <w:gridCol w:w="2099"/>
        <w:gridCol w:w="2463"/>
        <w:gridCol w:w="1025"/>
      </w:tblGrid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№п/п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Этап урока 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Название 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используемых 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ЭОР</w:t>
            </w: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Деятельность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 учителя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(с указанием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действий с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ЭОР например 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демонстрация)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Время </w:t>
            </w:r>
          </w:p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(в мин)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1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Организация  класса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Приветствие. Учитель проверяет их готовность к уроку.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 Занимают свои места</w:t>
            </w: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2мин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2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Целевая установка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№1 Интерактивная таблица</w:t>
            </w: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Демонстрация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Устная работа</w:t>
            </w: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5 мин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3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Словарная работа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демонстрация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Получают информацию у учителя. </w:t>
            </w: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10 мин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4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демонстрация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Демонстрация таблицы </w:t>
            </w: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10 мин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5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Беседа по содержанию картины. Сбор рабочих материалов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15 мин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6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Итог урока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Оценивание работы учеников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1 мин</w:t>
            </w:r>
          </w:p>
        </w:tc>
      </w:tr>
      <w:tr w:rsidR="00D90155" w:rsidRPr="0067118A" w:rsidTr="00145814">
        <w:tc>
          <w:tcPr>
            <w:tcW w:w="898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7</w:t>
            </w:r>
          </w:p>
        </w:tc>
        <w:tc>
          <w:tcPr>
            <w:tcW w:w="1756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1440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Объяснение д/з</w:t>
            </w:r>
          </w:p>
        </w:tc>
        <w:tc>
          <w:tcPr>
            <w:tcW w:w="2463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Запись д/з в дневнике</w:t>
            </w:r>
          </w:p>
        </w:tc>
        <w:tc>
          <w:tcPr>
            <w:tcW w:w="1025" w:type="dxa"/>
          </w:tcPr>
          <w:p w:rsidR="00D90155" w:rsidRPr="0067118A" w:rsidRDefault="00D90155" w:rsidP="00736377">
            <w:pPr>
              <w:outlineLvl w:val="0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2 мин</w:t>
            </w:r>
          </w:p>
        </w:tc>
      </w:tr>
    </w:tbl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67118A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3C4BEF" w:rsidRDefault="00D90155" w:rsidP="00D304B9">
      <w:pPr>
        <w:tabs>
          <w:tab w:val="left" w:pos="3560"/>
        </w:tabs>
        <w:spacing w:line="360" w:lineRule="auto"/>
        <w:jc w:val="center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Урок русского языка в 5 классе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center"/>
        <w:rPr>
          <w:sz w:val="28"/>
          <w:szCs w:val="28"/>
        </w:rPr>
      </w:pPr>
    </w:p>
    <w:p w:rsidR="00D90155" w:rsidRPr="0067118A" w:rsidRDefault="00D90155" w:rsidP="00D304B9">
      <w:pPr>
        <w:tabs>
          <w:tab w:val="left" w:pos="3560"/>
        </w:tabs>
        <w:spacing w:line="360" w:lineRule="auto"/>
        <w:rPr>
          <w:sz w:val="28"/>
          <w:szCs w:val="28"/>
        </w:rPr>
      </w:pPr>
      <w:r w:rsidRPr="003C4BEF">
        <w:rPr>
          <w:b/>
          <w:sz w:val="28"/>
          <w:szCs w:val="28"/>
        </w:rPr>
        <w:t>Тип урока</w:t>
      </w:r>
      <w:r w:rsidRPr="0067118A">
        <w:rPr>
          <w:sz w:val="28"/>
          <w:szCs w:val="28"/>
        </w:rPr>
        <w:t>:  Развитие связной речи.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rPr>
          <w:sz w:val="28"/>
          <w:szCs w:val="28"/>
        </w:rPr>
      </w:pPr>
      <w:r w:rsidRPr="003C4BEF">
        <w:rPr>
          <w:b/>
          <w:sz w:val="28"/>
          <w:szCs w:val="28"/>
        </w:rPr>
        <w:t>Тема урока:</w:t>
      </w:r>
      <w:r w:rsidRPr="0067118A">
        <w:rPr>
          <w:sz w:val="28"/>
          <w:szCs w:val="28"/>
        </w:rPr>
        <w:t xml:space="preserve">Подготовка к сочинению по картине В.Д. Поленова  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 xml:space="preserve">                     «Московский дворик» с использованием эпитетов.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3C4BEF">
        <w:rPr>
          <w:b/>
          <w:sz w:val="28"/>
          <w:szCs w:val="28"/>
        </w:rPr>
        <w:t>Цель для учителя:</w:t>
      </w:r>
      <w:r w:rsidRPr="0067118A">
        <w:rPr>
          <w:sz w:val="28"/>
          <w:szCs w:val="28"/>
        </w:rPr>
        <w:t xml:space="preserve"> создать условия для подготовки к сочинению-описанию картины с использованием эпитетов.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3C4BEF">
        <w:rPr>
          <w:b/>
          <w:sz w:val="28"/>
          <w:szCs w:val="28"/>
        </w:rPr>
        <w:t>Цель для учащихся</w:t>
      </w:r>
      <w:r w:rsidRPr="0067118A">
        <w:rPr>
          <w:sz w:val="28"/>
          <w:szCs w:val="28"/>
        </w:rPr>
        <w:t>: научиться отбирать материал для написания сочинения.</w:t>
      </w:r>
    </w:p>
    <w:p w:rsidR="00D90155" w:rsidRPr="00D304B9" w:rsidRDefault="00D90155" w:rsidP="00D304B9">
      <w:pPr>
        <w:pStyle w:val="NoSpacing"/>
        <w:spacing w:line="360" w:lineRule="auto"/>
        <w:jc w:val="both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Задачи.</w:t>
      </w:r>
    </w:p>
    <w:p w:rsidR="00D90155" w:rsidRPr="00D304B9" w:rsidRDefault="00D90155" w:rsidP="00D304B9">
      <w:pPr>
        <w:pStyle w:val="NoSpacing"/>
        <w:spacing w:line="360" w:lineRule="auto"/>
        <w:jc w:val="both"/>
        <w:rPr>
          <w:i/>
          <w:sz w:val="28"/>
          <w:szCs w:val="28"/>
        </w:rPr>
      </w:pPr>
      <w:r w:rsidRPr="0067118A">
        <w:rPr>
          <w:i/>
          <w:sz w:val="28"/>
          <w:szCs w:val="28"/>
        </w:rPr>
        <w:t>Личностные УУД: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-развивать эмоциональную сферу учащихся через восприятие прекрасного,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-воспитывать любовь к родной природе,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.-учить детей видеть красоту Родины,</w:t>
      </w:r>
    </w:p>
    <w:p w:rsidR="00D90155" w:rsidRPr="00D304B9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-создавать внутреннюю мотивацию к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учению.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i/>
          <w:sz w:val="28"/>
          <w:szCs w:val="28"/>
        </w:rPr>
        <w:t>Познавательные УУД</w:t>
      </w:r>
      <w:r w:rsidRPr="0067118A">
        <w:rPr>
          <w:sz w:val="28"/>
          <w:szCs w:val="28"/>
        </w:rPr>
        <w:t>: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-способствовать развитию устной и письменной речи учащихся, их литературно – творческих способностей,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-формировать умение строить речевое высказывание,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-формировать умение составлять план текста описания,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-формировать умение правильно использовать при описании картины эпитеты.</w:t>
      </w:r>
    </w:p>
    <w:p w:rsidR="00D90155" w:rsidRPr="00D304B9" w:rsidRDefault="00D90155" w:rsidP="00D304B9">
      <w:pPr>
        <w:pStyle w:val="NoSpacing"/>
        <w:spacing w:line="360" w:lineRule="auto"/>
        <w:jc w:val="both"/>
        <w:rPr>
          <w:i/>
          <w:sz w:val="28"/>
          <w:szCs w:val="28"/>
        </w:rPr>
      </w:pPr>
      <w:r w:rsidRPr="0067118A">
        <w:rPr>
          <w:i/>
          <w:sz w:val="28"/>
          <w:szCs w:val="28"/>
        </w:rPr>
        <w:t>Метапредметные УУД: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-искать  и выделять информацию в соответствии с поставленной целью,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-формирование информационной компетенции работы с текстом.</w:t>
      </w:r>
    </w:p>
    <w:p w:rsidR="00D90155" w:rsidRPr="00D304B9" w:rsidRDefault="00D90155" w:rsidP="00D304B9">
      <w:pPr>
        <w:pStyle w:val="NoSpacing"/>
        <w:spacing w:line="360" w:lineRule="auto"/>
        <w:jc w:val="both"/>
        <w:rPr>
          <w:i/>
          <w:sz w:val="28"/>
          <w:szCs w:val="28"/>
        </w:rPr>
      </w:pPr>
      <w:r w:rsidRPr="0067118A">
        <w:rPr>
          <w:i/>
          <w:sz w:val="28"/>
          <w:szCs w:val="28"/>
        </w:rPr>
        <w:t>Коммуникативные УУД: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-формировать  умение слушать товарищей, принимать коллективное решение.</w:t>
      </w:r>
    </w:p>
    <w:p w:rsidR="00D90155" w:rsidRPr="00D304B9" w:rsidRDefault="00D90155" w:rsidP="00D304B9">
      <w:pPr>
        <w:pStyle w:val="NoSpacing"/>
        <w:spacing w:line="360" w:lineRule="auto"/>
        <w:jc w:val="both"/>
        <w:rPr>
          <w:i/>
          <w:sz w:val="28"/>
          <w:szCs w:val="28"/>
        </w:rPr>
      </w:pPr>
      <w:r w:rsidRPr="0067118A">
        <w:rPr>
          <w:i/>
          <w:sz w:val="28"/>
          <w:szCs w:val="28"/>
        </w:rPr>
        <w:t>Регулятивные УУД: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-учить постановке  цели работы,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-учиться самостоятельно работать с материалом, планировать свою работу, корректировать и оценивать.</w:t>
      </w: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D304B9">
      <w:pPr>
        <w:pStyle w:val="NoSpacing"/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Оборудование урока: компьютер, мультимедийный проектор, слайды с                                                 материалами урока, с портретом  художника В.Д.Поленова, с репродукциями картин </w:t>
      </w:r>
      <w:r w:rsidRPr="0067118A">
        <w:rPr>
          <w:bCs/>
          <w:sz w:val="28"/>
          <w:szCs w:val="28"/>
        </w:rPr>
        <w:t>“Московский дворик”, “Бабушкин сад”,    “Золотая осень”, “Ранний снег”.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УМК: учебник русского языка для 5 класса.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Ладыженская, М.Т.Баранов, Л.А.Тростенцова. М., «Просвещение» 2013; «Русская словесность» Р.И.Альбеткова. М., «Дрофа»2009.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План урока: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1. Организация класса.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2. Целевая установка.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3.Словарная работа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>4.Проверка домашнего задания.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5. Беседа по содержанию картины. Сбор рабочих материалов.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6. Итог урока.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7. Домашнее задание.</w:t>
      </w: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Ход урока</w:t>
      </w: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i/>
          <w:sz w:val="28"/>
          <w:szCs w:val="28"/>
        </w:rPr>
      </w:pPr>
      <w:r w:rsidRPr="003C4BEF">
        <w:rPr>
          <w:i/>
          <w:sz w:val="28"/>
          <w:szCs w:val="28"/>
        </w:rPr>
        <w:t>1. Организационный момент.</w:t>
      </w: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i/>
          <w:sz w:val="28"/>
          <w:szCs w:val="28"/>
        </w:rPr>
      </w:pPr>
      <w:r w:rsidRPr="003C4BEF">
        <w:rPr>
          <w:i/>
          <w:sz w:val="28"/>
          <w:szCs w:val="28"/>
        </w:rPr>
        <w:t>2. Целеполагание.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Подготовительная работа.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У. – На доске записаны стро</w:t>
      </w:r>
      <w:r w:rsidRPr="0067118A">
        <w:rPr>
          <w:sz w:val="28"/>
          <w:szCs w:val="28"/>
        </w:rPr>
        <w:t>ки. Прочитайте их.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«Мне кажется, что искусство должно давать радость и счастье, иначе оно ничего не стоит» (Слайд 1)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-Как вы думаете, кто мог сказать такие слова?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– Музыкант, поэт, художник.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– Конечно, это мог сказать творческий человек.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Эти слова принадлежат великому художнику В. Поленову. Он сумел доказать это своим творчеством.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А что значит давать счастье и радость?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– Доставлять удовольствие.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Испытывать наслаждение от того, что видишь.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Чтобы всем было хорошо.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Попробуйте определить, чем мы будем заниматься на уроке.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Будем говорить о том, что такое пейзаж, беседовать по картине, собирать рабочие материалы к сочинению.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– Да, сегодня, я надеюсь, мы испытаем эти чувства от картины В. Поленова «Московский дворик».Ребята, как будет звучать тема нашего урока?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>Д.-  Мы будем готовиться к написанию сочинения по картине В.Д. Поленова.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 xml:space="preserve">У.- 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Правильно. Запишите в тетрадях число и тему  урока  «Подготовка к сочинению по картине В.Д. Поленова  «Московский дворик» с использованием эпитетов».(Слайд 2)</w:t>
      </w: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i/>
          <w:sz w:val="28"/>
          <w:szCs w:val="28"/>
        </w:rPr>
      </w:pPr>
      <w:r w:rsidRPr="003C4BEF">
        <w:rPr>
          <w:i/>
          <w:sz w:val="28"/>
          <w:szCs w:val="28"/>
        </w:rPr>
        <w:t>3. Словарная работа.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У.-К какому жанру живописи можно отнести эту картину? 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-Я считаю, что это пейзаж.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У.-Обратимся к справочным материалам и объясним значение слова пейзаж. (Справочные материала с. 28)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Д.- Пейзаж. Общий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вид какой-то местности.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 В.Д. Поленов – мастер пейзажа, он как бы вдохнул жизнь в этот жанр, привнес новые возможности в живописную передачу природы.Прочитайте, пожалуйста, стихотворение А. Кушнера «О картинах» и закончите его</w:t>
      </w:r>
      <w:r>
        <w:rPr>
          <w:sz w:val="28"/>
          <w:szCs w:val="28"/>
        </w:rPr>
        <w:t xml:space="preserve">.      </w:t>
      </w:r>
      <w:r w:rsidRPr="0067118A">
        <w:rPr>
          <w:sz w:val="28"/>
          <w:szCs w:val="28"/>
        </w:rPr>
        <w:t>(Слайд 3</w:t>
      </w:r>
      <w:r>
        <w:rPr>
          <w:sz w:val="28"/>
          <w:szCs w:val="28"/>
        </w:rPr>
        <w:t>):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 Если видишь: на картине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Нарисована река,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Или ель и белый иней,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Или сад и облака,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Или снежная равнина,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Или поле и шалаш, 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Обязательно картина 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Называется… 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Сделайте вывод о том, что такое пейзаж. Обратите внимание на то, как пишется слово. Назовите орфограммы в нём. Составьте словосочетания с этим словом. </w:t>
      </w: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 Проверка домашнего задания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У.- </w:t>
      </w:r>
      <w:r>
        <w:rPr>
          <w:sz w:val="28"/>
          <w:szCs w:val="28"/>
        </w:rPr>
        <w:t xml:space="preserve">На прошлом уроке мы изучили </w:t>
      </w:r>
      <w:r w:rsidRPr="0067118A">
        <w:rPr>
          <w:sz w:val="28"/>
          <w:szCs w:val="28"/>
        </w:rPr>
        <w:t xml:space="preserve"> тему «Эпитет». Давайте вспомним, что такое эпитет?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 -Эпитет – художественное определение предмета или явления. В художественном произведении эпитет помогает живо представить себе предмет, почувствовать отношение автора к нему.  (Слайд 4)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 Приведите примеры из отрывка стихотворения А.С.Пушкина. (Слайд 5.)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Сквозь волнистые туманы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Пробирается луна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На </w:t>
      </w:r>
      <w:r w:rsidRPr="0067118A">
        <w:rPr>
          <w:i/>
          <w:sz w:val="28"/>
          <w:szCs w:val="28"/>
        </w:rPr>
        <w:t>печальные</w:t>
      </w:r>
      <w:r w:rsidRPr="0067118A">
        <w:rPr>
          <w:sz w:val="28"/>
          <w:szCs w:val="28"/>
        </w:rPr>
        <w:t xml:space="preserve"> поляны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Льет печально свет она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i/>
          <w:sz w:val="28"/>
          <w:szCs w:val="28"/>
        </w:rPr>
      </w:pPr>
      <w:r w:rsidRPr="0067118A">
        <w:rPr>
          <w:sz w:val="28"/>
          <w:szCs w:val="28"/>
        </w:rPr>
        <w:t xml:space="preserve">По дороге </w:t>
      </w:r>
      <w:r w:rsidRPr="0067118A">
        <w:rPr>
          <w:i/>
          <w:sz w:val="28"/>
          <w:szCs w:val="28"/>
        </w:rPr>
        <w:t>зимней, скучной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Тройка </w:t>
      </w:r>
      <w:r w:rsidRPr="0067118A">
        <w:rPr>
          <w:i/>
          <w:sz w:val="28"/>
          <w:szCs w:val="28"/>
        </w:rPr>
        <w:t>борзая</w:t>
      </w:r>
      <w:r w:rsidRPr="0067118A">
        <w:rPr>
          <w:sz w:val="28"/>
          <w:szCs w:val="28"/>
        </w:rPr>
        <w:t xml:space="preserve"> бежит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i/>
          <w:sz w:val="28"/>
          <w:szCs w:val="28"/>
        </w:rPr>
      </w:pPr>
      <w:r w:rsidRPr="0067118A">
        <w:rPr>
          <w:sz w:val="28"/>
          <w:szCs w:val="28"/>
        </w:rPr>
        <w:t xml:space="preserve">Колокольчик </w:t>
      </w:r>
      <w:r w:rsidRPr="0067118A">
        <w:rPr>
          <w:i/>
          <w:sz w:val="28"/>
          <w:szCs w:val="28"/>
        </w:rPr>
        <w:t>однозвучный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ind w:left="360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Утомительно гремит.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 - Это средство художественной изобразительности (эпитет) поможет нам при описании картины.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У.–Ребята, посмотрите, пожалуйста, на экран. Вы видите портрет замечательного художника В.Д. Поленова.  (Слайд 6) Дома вы должны были подготовить сообщение о жизни художника.  Коротко о нем</w:t>
      </w:r>
      <w:r>
        <w:rPr>
          <w:sz w:val="28"/>
          <w:szCs w:val="28"/>
        </w:rPr>
        <w:t xml:space="preserve"> нам расскажет… </w:t>
      </w:r>
      <w:r w:rsidRPr="0067118A">
        <w:rPr>
          <w:sz w:val="28"/>
          <w:szCs w:val="28"/>
        </w:rPr>
        <w:t xml:space="preserve"> (Выступление ученицы).</w:t>
      </w:r>
    </w:p>
    <w:p w:rsidR="00D90155" w:rsidRPr="003C4BEF" w:rsidRDefault="00D90155" w:rsidP="00D304B9">
      <w:pPr>
        <w:tabs>
          <w:tab w:val="left" w:pos="3560"/>
        </w:tabs>
        <w:spacing w:line="360" w:lineRule="auto"/>
        <w:jc w:val="both"/>
        <w:rPr>
          <w:i/>
          <w:sz w:val="28"/>
          <w:szCs w:val="28"/>
        </w:rPr>
      </w:pPr>
      <w:r w:rsidRPr="003C4BEF">
        <w:rPr>
          <w:i/>
          <w:sz w:val="28"/>
          <w:szCs w:val="28"/>
        </w:rPr>
        <w:t>5. Беседа по содержанию картины.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  -Теперь подробнее познакомимся с картиной «Московский дворик».  (Слайд 7)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Откройте учебники на 12 странице цветной вклейки. Сначала нужно внимательно рассмотреть все изображенное на картине, взгляд должен идти от переднего плана и центра композиции по часовой стрелке и подниматься ввысь.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 - Попутно мы будем составлять план, пунктами которого станут вопросы. Итак, первый вопрос и первый пункт плана.</w:t>
      </w:r>
    </w:p>
    <w:p w:rsidR="00D90155" w:rsidRPr="00D304B9" w:rsidRDefault="00D90155" w:rsidP="00D304B9">
      <w:pPr>
        <w:tabs>
          <w:tab w:val="left" w:pos="3560"/>
        </w:tabs>
        <w:spacing w:line="360" w:lineRule="auto"/>
        <w:jc w:val="both"/>
        <w:rPr>
          <w:i/>
          <w:sz w:val="28"/>
          <w:szCs w:val="28"/>
        </w:rPr>
      </w:pPr>
      <w:r w:rsidRPr="0067118A">
        <w:rPr>
          <w:sz w:val="28"/>
          <w:szCs w:val="28"/>
        </w:rPr>
        <w:t xml:space="preserve"> Что изображено на картине? Опишите свое общее впечатление</w:t>
      </w:r>
      <w:r w:rsidRPr="0067118A">
        <w:rPr>
          <w:i/>
          <w:sz w:val="28"/>
          <w:szCs w:val="28"/>
        </w:rPr>
        <w:t>.</w:t>
      </w:r>
    </w:p>
    <w:p w:rsidR="00D90155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Перед нами небольшой московский дворик.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 - Именно московский, а не  деревенский, как может показаться с первого взгляда.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Похож он на современные московские дворы и детские площадки?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 w:rsidRPr="0067118A">
        <w:rPr>
          <w:sz w:val="28"/>
          <w:szCs w:val="28"/>
        </w:rPr>
        <w:t>-Нет, современные московские дворы и детские площадки покрыты асфальтом, усыпаны грязным песком, а здесь дворик чистый, поросший зеленой травой, исчерченный тропинками…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Он уютен, тих, залит ярким солнечным светом, от него веет спокойствием, умиротворенностью.</w:t>
      </w:r>
    </w:p>
    <w:p w:rsidR="00D90155" w:rsidRPr="0067118A" w:rsidRDefault="00D90155" w:rsidP="00D304B9">
      <w:pPr>
        <w:tabs>
          <w:tab w:val="left" w:pos="3560"/>
        </w:tabs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- Что изображено на переднем плане в центре композиции?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Д.- Перед нами на переднем плане и справа можно ясно различить крупные головки полевых цветов (ромашек).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- Что они напоминают нам? На кого похожи?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   -Они похожи на играющих тут же белоголовых ребятишек.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   - Какие эпитеты можно подобрать к слову ромашка?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    -Солнечные, ароматные, нежные…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У.- Попробуйте описать, что мы видим слева? 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 -Перед нами крышка старого колодца или погреба, лопухи, репейник, растущие перед покосившимся забором. Сквозь ветви тенистого сада можно рассмотреть фасад белого дома с колоннами.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 Что означает слово фасад?</w:t>
      </w:r>
    </w:p>
    <w:p w:rsidR="00D90155" w:rsidRPr="00D304B9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Д. - Фасад – наружная сторона дома. Боковая часть сада особняка выходит в дворик. 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Что находится в глубине двора?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   -Здесь стоит полуразвалившийся (не полуразрушенный) сарай. На его ветхой крыше выросли кусты. Рядом виднеется колодец. Перед сараем гуляют куры, женщина выносит ведро  или собирается кормить их.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Эпитеты: сарай перекошенный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- Что изображено справа?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Д.- Справа изображена лошадь.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- Что она делает? Видим ли мы кучера?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Д.-Кучера нет. Лошадь, пригревшись на солнышке, стоит неподвижно, ее  уши спокойно опущены, чувствуется, что она терпеливо ждет своего хозяина. Еще справа видно, как сушится на веревке белье.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У.-Что мы видим  вдалеке, на заднем плане за сараем?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-Вдалеке на заднем плане белеют крыши невысоких московских домов. Значит таких двориков здесь множество.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У.- Почему так случилось? Почему столичному городу Москве оказались присущи столь скромные, почти что сельские дворики, такие русские?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Сейчас мы послушаем небольшое сообщение о том, как возникали и росли города на Руси и как этот процесс был не похож на развитие городов Западной Европы.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Пожалуйста, Надежда.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(Выступление ученицы)</w:t>
      </w:r>
      <w:r>
        <w:rPr>
          <w:sz w:val="28"/>
          <w:szCs w:val="28"/>
        </w:rPr>
        <w:t>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Таким образом, город средневековой Руси был слит с природой и сельским окружением. Кроме того, летописи свидетельствуют об эстетичном отношении в выборе места строительства города и его основных сооружений. Русский средневековый город не противопоставлялся жестко природе, его укрепления и строения выглядели, скорее, особой формой ландшафта, а не чем - то искусственным, враждебным природе. Совсем иным было развитие большинства западноевропейских городов, где город виделся целым и конечным, однажды и навсегда заключенным в панцирь укреплений. Ограниченность территории имела следствием высокую плотность ее застройки, дома смыкались непрерывные ряды. Это предполагало преимущественно каменную застройку стен, двери и сады теснились сзади. Число этажей увеличивалось, достигая шести, а то и семи. Город  с его высокими стенами и грозными башнями, четко обозначающими пределы, противопоставлялся ландшафту как массивное искусственное тело.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Ребята, вы сказали, что московский дворик Поленова отличается, не похож на современные московские дворы и детские площадки. А какие звуки характерны для современных дворов?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- Можно ли назвать современные дворы двориками?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Продолжим внимательно изучать картину В.Д.Поленова и будем  рассматривать далее. </w:t>
      </w:r>
    </w:p>
    <w:p w:rsidR="00D90155" w:rsidRPr="0067118A" w:rsidRDefault="00D90155" w:rsidP="00D304B9">
      <w:pPr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 xml:space="preserve"> Что изображено на заднем композиционном плане?  </w:t>
      </w:r>
    </w:p>
    <w:p w:rsidR="00D90155" w:rsidRPr="0067118A" w:rsidRDefault="00D90155" w:rsidP="00D304B9">
      <w:pPr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 xml:space="preserve">Д. -Там как бы венчает композицию изумительно красивый белокаменный храм с пятью луковичными главами на стройных барабанах. Их окружает нарядные закомары.  Храм соединен с изящной шатровой колокольней. Купола сияют мягким золотым и серебристым светом.  Без изображения храма (его можно закрыть ладошкой) дворик утратит свое до конца неизъяснимое очарование, лишится своей нежной красоты. </w:t>
      </w:r>
    </w:p>
    <w:p w:rsidR="00D90155" w:rsidRPr="0067118A" w:rsidRDefault="00D90155" w:rsidP="00D304B9">
      <w:pPr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>Это реально существующий храм Спаса Преображения на Песках находится он в районе Арбата.</w:t>
      </w:r>
    </w:p>
    <w:p w:rsidR="00D90155" w:rsidRPr="0067118A" w:rsidRDefault="00D90155" w:rsidP="00D304B9">
      <w:pPr>
        <w:spacing w:line="360" w:lineRule="auto"/>
        <w:rPr>
          <w:sz w:val="28"/>
          <w:szCs w:val="28"/>
        </w:rPr>
      </w:pPr>
      <w:r w:rsidRPr="0067118A">
        <w:rPr>
          <w:sz w:val="28"/>
          <w:szCs w:val="28"/>
        </w:rPr>
        <w:t>По ясному, светло – голубому  небу бегут легкие перистые облака. Солнечная погода не является жаркой, солнце светит ласково. Картина насыщена светом и воздухом. Взгляд наблюдателя  скользит от земли к небу и наполняется радостным восхищением.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</w:t>
      </w:r>
      <w:r>
        <w:rPr>
          <w:sz w:val="28"/>
          <w:szCs w:val="28"/>
        </w:rPr>
        <w:t xml:space="preserve">  </w:t>
      </w:r>
      <w:r w:rsidRPr="0067118A">
        <w:rPr>
          <w:sz w:val="28"/>
          <w:szCs w:val="28"/>
        </w:rPr>
        <w:t>-Какой день выбрал художник для изображения?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 xml:space="preserve">Особый – торжественный, праздничный или обычный, будний. 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 xml:space="preserve">-Художник выбрал для изображения обычный, будний день, предметы на картине (лопухи, сарай, репейник, белье и т.д.) самые непритязательные, все герои заняты повседневными делами. 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 –Правильно. И тем не менее картина излучает радость, дышит тишиной и умиротворенностью, создает ощущения тихого праздника. Умиление вызывает естественность существования обитателей этого мирного дворика, гармония, в которой пребывают человек и природа.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Благословение Божие лежит здесь.- Теперь вы должны поделиться на группы. Каждая группа, опираясь на план, показанный на экране,  составит свой.</w:t>
      </w:r>
      <w:r>
        <w:rPr>
          <w:sz w:val="28"/>
          <w:szCs w:val="28"/>
        </w:rPr>
        <w:t xml:space="preserve"> </w:t>
      </w:r>
      <w:r w:rsidRPr="0067118A">
        <w:rPr>
          <w:sz w:val="28"/>
          <w:szCs w:val="28"/>
        </w:rPr>
        <w:t>(Слайд 8) Затем мы  выберем лучший план</w:t>
      </w:r>
      <w:r>
        <w:rPr>
          <w:sz w:val="28"/>
          <w:szCs w:val="28"/>
        </w:rPr>
        <w:t>:</w:t>
      </w:r>
    </w:p>
    <w:p w:rsidR="00D90155" w:rsidRPr="003C4BEF" w:rsidRDefault="00D90155" w:rsidP="00D304B9">
      <w:pPr>
        <w:spacing w:line="360" w:lineRule="auto"/>
        <w:jc w:val="both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Примерный план: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1.Слово о художнике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2.Небольшой московский дворик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3. Крупные головки полевых цветов, напоминающих белоголовых ребятишек.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4. Фасад белого дома.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5. Пригревшаяся на солнце лошадь.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6. Крыши невысоких московских домов.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7. Белокаменный храм.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8.Обычный будний день.</w:t>
      </w:r>
    </w:p>
    <w:p w:rsidR="00D90155" w:rsidRPr="003C4BEF" w:rsidRDefault="00D90155" w:rsidP="00D304B9">
      <w:pPr>
        <w:spacing w:line="360" w:lineRule="auto"/>
        <w:jc w:val="both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6. Итоги урока.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 -Что показалось вам интересным на сегодняшнем уроке? Какое впечатление произвела на вас картина В.Д. Поленова  «Московский дворик»?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 xml:space="preserve">          Выставление оценок.</w:t>
      </w:r>
    </w:p>
    <w:p w:rsidR="00D90155" w:rsidRPr="003C4BEF" w:rsidRDefault="00D90155" w:rsidP="00D304B9">
      <w:pPr>
        <w:spacing w:line="360" w:lineRule="auto"/>
        <w:jc w:val="both"/>
        <w:rPr>
          <w:b/>
          <w:sz w:val="28"/>
          <w:szCs w:val="28"/>
        </w:rPr>
      </w:pPr>
      <w:r w:rsidRPr="003C4BEF">
        <w:rPr>
          <w:b/>
          <w:sz w:val="28"/>
          <w:szCs w:val="28"/>
        </w:rPr>
        <w:t>7. Домашнее задание. (Слайд 9)</w:t>
      </w:r>
    </w:p>
    <w:p w:rsidR="00D90155" w:rsidRPr="0067118A" w:rsidRDefault="00D90155" w:rsidP="00D304B9">
      <w:pPr>
        <w:spacing w:line="360" w:lineRule="auto"/>
        <w:jc w:val="both"/>
        <w:rPr>
          <w:sz w:val="28"/>
          <w:szCs w:val="28"/>
        </w:rPr>
      </w:pPr>
      <w:r w:rsidRPr="0067118A">
        <w:rPr>
          <w:sz w:val="28"/>
          <w:szCs w:val="28"/>
        </w:rPr>
        <w:t>У.  - Используя материал урока, напишите сочинение-описание по картине В.Д. Поленова «Московский дворик».</w:t>
      </w:r>
      <w:bookmarkStart w:id="0" w:name="_GoBack"/>
      <w:bookmarkEnd w:id="0"/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100"/>
        <w:gridCol w:w="1644"/>
        <w:gridCol w:w="1484"/>
        <w:gridCol w:w="2585"/>
        <w:gridCol w:w="2475"/>
      </w:tblGrid>
      <w:tr w:rsidR="00D90155" w:rsidRPr="0067118A" w:rsidTr="00145814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155" w:rsidRPr="0067118A" w:rsidRDefault="00D90155" w:rsidP="0067118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90155" w:rsidRPr="0067118A" w:rsidRDefault="00D90155" w:rsidP="0067118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90155" w:rsidRPr="0067118A" w:rsidRDefault="00D90155" w:rsidP="0067118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155" w:rsidRPr="0067118A" w:rsidRDefault="00D90155" w:rsidP="006711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Название ресурса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155" w:rsidRPr="0067118A" w:rsidRDefault="00D90155" w:rsidP="006711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Тип, вид ресурса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 xml:space="preserve">Форма предъявления информации </w:t>
            </w:r>
            <w:r w:rsidRPr="0067118A">
              <w:rPr>
                <w:i/>
                <w:sz w:val="28"/>
                <w:szCs w:val="28"/>
              </w:rPr>
              <w:t>(иллюстрация, презентация, видеофрагменты, тест, модель и т.д.)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155" w:rsidRPr="0067118A" w:rsidRDefault="00D90155" w:rsidP="006711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Гиперссылка на ресурс, обеспечивающий доступ к ЭОР</w:t>
            </w:r>
          </w:p>
        </w:tc>
      </w:tr>
      <w:tr w:rsidR="00D90155" w:rsidRPr="0067118A" w:rsidTr="00145814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67118A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7118A">
              <w:rPr>
                <w:bCs/>
                <w:color w:val="000000"/>
                <w:sz w:val="28"/>
                <w:szCs w:val="28"/>
              </w:rPr>
              <w:t xml:space="preserve">Интерактивная иллюстрация примеры эпитетов </w:t>
            </w:r>
          </w:p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118A">
              <w:rPr>
                <w:color w:val="000000"/>
                <w:sz w:val="28"/>
                <w:szCs w:val="28"/>
              </w:rPr>
              <w:t>Мультимедиа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118A">
              <w:rPr>
                <w:color w:val="000000"/>
                <w:sz w:val="28"/>
                <w:szCs w:val="28"/>
              </w:rPr>
              <w:t>Гипертекст/Гипертекст с иллюстрациями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http://school-collection.edu.ru/catalog/res/7a395c2c-0a01-0355-004d-93e32b357881/?from=79d01730-0a01-00ee-00b5-5129c5112329&amp;interface=pupil&amp;class=48&amp;subject=8</w:t>
            </w:r>
          </w:p>
        </w:tc>
      </w:tr>
      <w:tr w:rsidR="00D90155" w:rsidRPr="0067118A" w:rsidTr="00145814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7118A">
              <w:rPr>
                <w:bCs/>
                <w:color w:val="000000"/>
                <w:sz w:val="28"/>
                <w:szCs w:val="28"/>
              </w:rPr>
              <w:t>Изображение старой Москвы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118A">
              <w:rPr>
                <w:color w:val="000000"/>
                <w:sz w:val="28"/>
                <w:szCs w:val="28"/>
              </w:rPr>
              <w:t>Мультимедиа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118A">
              <w:rPr>
                <w:color w:val="000000"/>
                <w:sz w:val="28"/>
                <w:szCs w:val="28"/>
              </w:rPr>
              <w:t>Интерактивная многоуровневый альбом репродукций  картин великих художников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http://school-collection.edu.ru/catalog/res/7a395fbd-0a01-0355-01ab-9dac7ccc82f6/?from=79d01730-0a01-00ee-00b5-5129c5112329&amp;interface=pupil&amp;class=48&amp;subject=8</w:t>
            </w:r>
          </w:p>
        </w:tc>
      </w:tr>
      <w:tr w:rsidR="00D90155" w:rsidRPr="0067118A" w:rsidTr="00145814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7118A">
              <w:rPr>
                <w:bCs/>
                <w:color w:val="000000"/>
                <w:sz w:val="28"/>
                <w:szCs w:val="28"/>
              </w:rPr>
              <w:t>Репродукция картины В. Д. Поленова «Московский дворик»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118A">
              <w:rPr>
                <w:color w:val="000000"/>
                <w:sz w:val="28"/>
                <w:szCs w:val="28"/>
              </w:rPr>
              <w:t>Интерактивное задание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90155" w:rsidRPr="0067118A" w:rsidRDefault="00D90155" w:rsidP="0067118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155" w:rsidRPr="0067118A" w:rsidRDefault="00D90155" w:rsidP="006711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118A">
              <w:rPr>
                <w:sz w:val="28"/>
                <w:szCs w:val="28"/>
              </w:rPr>
              <w:t>http://school-collection.edu.ru/catalog/res/7a395fcf-0a01-0355-00f9-659dd1ff3f80/?from=79d01730-0a01-00ee-00b5-5129c5112329&amp;interface=pupil&amp;class=48&amp;subject=8</w:t>
            </w:r>
          </w:p>
        </w:tc>
      </w:tr>
    </w:tbl>
    <w:p w:rsidR="00D90155" w:rsidRPr="0067118A" w:rsidRDefault="00D90155" w:rsidP="0067118A">
      <w:pPr>
        <w:spacing w:line="360" w:lineRule="auto"/>
        <w:rPr>
          <w:sz w:val="28"/>
          <w:szCs w:val="28"/>
        </w:rPr>
      </w:pPr>
    </w:p>
    <w:p w:rsidR="00D90155" w:rsidRPr="0067118A" w:rsidRDefault="00D90155" w:rsidP="0067118A">
      <w:pPr>
        <w:spacing w:line="360" w:lineRule="auto"/>
        <w:rPr>
          <w:sz w:val="28"/>
          <w:szCs w:val="28"/>
        </w:rPr>
      </w:pPr>
    </w:p>
    <w:sectPr w:rsidR="00D90155" w:rsidRPr="0067118A" w:rsidSect="00D304B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66523"/>
    <w:multiLevelType w:val="hybridMultilevel"/>
    <w:tmpl w:val="10B8B9F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25E5274"/>
    <w:multiLevelType w:val="hybridMultilevel"/>
    <w:tmpl w:val="0060D0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3953B1"/>
    <w:multiLevelType w:val="hybridMultilevel"/>
    <w:tmpl w:val="3B1C2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30748A"/>
    <w:multiLevelType w:val="hybridMultilevel"/>
    <w:tmpl w:val="10B8B9F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7C7"/>
    <w:rsid w:val="000332D2"/>
    <w:rsid w:val="000D71C8"/>
    <w:rsid w:val="0011101A"/>
    <w:rsid w:val="00145814"/>
    <w:rsid w:val="001A4075"/>
    <w:rsid w:val="00267C74"/>
    <w:rsid w:val="002778B9"/>
    <w:rsid w:val="00292304"/>
    <w:rsid w:val="002B61F5"/>
    <w:rsid w:val="002B7578"/>
    <w:rsid w:val="00342466"/>
    <w:rsid w:val="00350F61"/>
    <w:rsid w:val="003C4BEF"/>
    <w:rsid w:val="003D3160"/>
    <w:rsid w:val="00460649"/>
    <w:rsid w:val="00525FED"/>
    <w:rsid w:val="00544FBB"/>
    <w:rsid w:val="0055391A"/>
    <w:rsid w:val="005D3212"/>
    <w:rsid w:val="0067118A"/>
    <w:rsid w:val="006953BE"/>
    <w:rsid w:val="00707FB0"/>
    <w:rsid w:val="00736377"/>
    <w:rsid w:val="00827BC3"/>
    <w:rsid w:val="00856D7A"/>
    <w:rsid w:val="008E2E09"/>
    <w:rsid w:val="00954F93"/>
    <w:rsid w:val="0095705A"/>
    <w:rsid w:val="009D6653"/>
    <w:rsid w:val="009D7371"/>
    <w:rsid w:val="009E6539"/>
    <w:rsid w:val="00A06871"/>
    <w:rsid w:val="00A70C4E"/>
    <w:rsid w:val="00AB5430"/>
    <w:rsid w:val="00B01C04"/>
    <w:rsid w:val="00B171F0"/>
    <w:rsid w:val="00B26329"/>
    <w:rsid w:val="00B44694"/>
    <w:rsid w:val="00BB56EB"/>
    <w:rsid w:val="00BC0ABF"/>
    <w:rsid w:val="00BD0EB1"/>
    <w:rsid w:val="00C107D6"/>
    <w:rsid w:val="00CB6B41"/>
    <w:rsid w:val="00D304B9"/>
    <w:rsid w:val="00D90155"/>
    <w:rsid w:val="00DF5748"/>
    <w:rsid w:val="00DF5BBE"/>
    <w:rsid w:val="00E95E71"/>
    <w:rsid w:val="00EB27C7"/>
    <w:rsid w:val="00EB6F5C"/>
    <w:rsid w:val="00EC49A6"/>
    <w:rsid w:val="00EF09F0"/>
    <w:rsid w:val="00F058D2"/>
    <w:rsid w:val="00F30A9F"/>
    <w:rsid w:val="00F574F4"/>
    <w:rsid w:val="00F776B5"/>
    <w:rsid w:val="00F9018C"/>
    <w:rsid w:val="00F951BA"/>
    <w:rsid w:val="00FA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7C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60649"/>
    <w:pPr>
      <w:ind w:left="720"/>
      <w:contextualSpacing/>
    </w:pPr>
  </w:style>
  <w:style w:type="paragraph" w:styleId="NoSpacing">
    <w:name w:val="No Spacing"/>
    <w:uiPriority w:val="99"/>
    <w:qFormat/>
    <w:rsid w:val="00BC0AB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30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04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644</TotalTime>
  <Pages>12</Pages>
  <Words>2029</Words>
  <Characters>11570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Учитель</cp:lastModifiedBy>
  <cp:revision>20</cp:revision>
  <cp:lastPrinted>2014-04-08T06:34:00Z</cp:lastPrinted>
  <dcterms:created xsi:type="dcterms:W3CDTF">2014-02-09T06:05:00Z</dcterms:created>
  <dcterms:modified xsi:type="dcterms:W3CDTF">2021-03-23T06:24:00Z</dcterms:modified>
</cp:coreProperties>
</file>