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DAB" w:rsidRDefault="002C7DAB" w:rsidP="48046672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C7DAB" w:rsidRPr="00B556AC" w:rsidRDefault="002C7DAB" w:rsidP="00B556A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>1. КОМПЛЕКС ОСНОВНЫХ ХАРАКТЕРИСТИК  ПРОГРАММЫ</w:t>
      </w:r>
    </w:p>
    <w:p w:rsidR="002C7DAB" w:rsidRPr="00B556AC" w:rsidRDefault="002C7DAB" w:rsidP="00B556AC">
      <w:pPr>
        <w:spacing w:beforeAutospacing="1" w:afterAutospacing="1" w:line="240" w:lineRule="auto"/>
        <w:jc w:val="center"/>
        <w:rPr>
          <w:rFonts w:ascii="Times New Roman" w:hAnsi="Times New Roman"/>
          <w:color w:val="1D1B11"/>
          <w:sz w:val="28"/>
          <w:szCs w:val="28"/>
          <w:u w:val="single"/>
        </w:rPr>
      </w:pPr>
      <w:r w:rsidRPr="00B556AC">
        <w:rPr>
          <w:rFonts w:ascii="Times New Roman" w:hAnsi="Times New Roman"/>
          <w:b/>
          <w:bCs/>
          <w:color w:val="1D1B11"/>
          <w:sz w:val="28"/>
          <w:szCs w:val="28"/>
          <w:u w:val="single"/>
        </w:rPr>
        <w:t>Пояснительная записка</w:t>
      </w:r>
    </w:p>
    <w:p w:rsidR="002C7DAB" w:rsidRPr="00B556AC" w:rsidRDefault="002C7DAB" w:rsidP="00B556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>Программа разработана на основе следующих нормативно – правовых документов, регламентирующих образовательную деятельность:</w:t>
      </w:r>
    </w:p>
    <w:p w:rsidR="002C7DAB" w:rsidRPr="00B556AC" w:rsidRDefault="002C7DAB" w:rsidP="00B556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 xml:space="preserve">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B556AC">
          <w:rPr>
            <w:rFonts w:ascii="Times New Roman" w:hAnsi="Times New Roman"/>
            <w:color w:val="000000"/>
            <w:sz w:val="28"/>
            <w:szCs w:val="28"/>
          </w:rPr>
          <w:t>2012 г</w:t>
        </w:r>
      </w:smartTag>
      <w:r w:rsidRPr="00B556AC">
        <w:rPr>
          <w:rFonts w:ascii="Times New Roman" w:hAnsi="Times New Roman"/>
          <w:color w:val="000000"/>
          <w:sz w:val="28"/>
          <w:szCs w:val="28"/>
        </w:rPr>
        <w:t xml:space="preserve">. "Об образовании в Российской Федерации " № 273 - ФЗ; </w:t>
      </w:r>
    </w:p>
    <w:p w:rsidR="002C7DAB" w:rsidRPr="00B556AC" w:rsidRDefault="002C7DAB" w:rsidP="00B556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>Проект Концепции развития дополнительного образования детей до 2030 года;</w:t>
      </w:r>
    </w:p>
    <w:p w:rsidR="002C7DAB" w:rsidRPr="00B556AC" w:rsidRDefault="002C7DAB" w:rsidP="00B556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 xml:space="preserve">Приказ Министерства образования и науки РФ от 9 ноября </w:t>
      </w:r>
      <w:smartTag w:uri="urn:schemas-microsoft-com:office:smarttags" w:element="metricconverter">
        <w:smartTagPr>
          <w:attr w:name="ProductID" w:val="2018 г"/>
        </w:smartTagPr>
        <w:r w:rsidRPr="00B556AC">
          <w:rPr>
            <w:rFonts w:ascii="Times New Roman" w:hAnsi="Times New Roman"/>
            <w:color w:val="000000"/>
            <w:sz w:val="28"/>
            <w:szCs w:val="28"/>
          </w:rPr>
          <w:t>2018 г</w:t>
        </w:r>
      </w:smartTag>
      <w:r w:rsidRPr="00B556AC">
        <w:rPr>
          <w:rFonts w:ascii="Times New Roman" w:hAnsi="Times New Roman"/>
          <w:color w:val="000000"/>
          <w:sz w:val="28"/>
          <w:szCs w:val="28"/>
        </w:rPr>
        <w:t xml:space="preserve">. №196 «Об утверждении Порядка организации и осуществления образовательной деятельности по дополнительным образовательным программам»;  </w:t>
      </w:r>
    </w:p>
    <w:p w:rsidR="002C7DAB" w:rsidRPr="00B556AC" w:rsidRDefault="002C7DAB" w:rsidP="00B556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 xml:space="preserve">Приказ от 30 сентября </w:t>
      </w:r>
      <w:smartTag w:uri="urn:schemas-microsoft-com:office:smarttags" w:element="metricconverter">
        <w:smartTagPr>
          <w:attr w:name="ProductID" w:val="2020 г"/>
        </w:smartTagPr>
        <w:r w:rsidRPr="00B556AC">
          <w:rPr>
            <w:rFonts w:ascii="Times New Roman" w:hAnsi="Times New Roman"/>
            <w:color w:val="000000"/>
            <w:sz w:val="28"/>
            <w:szCs w:val="28"/>
          </w:rPr>
          <w:t>2020 г</w:t>
        </w:r>
      </w:smartTag>
      <w:r w:rsidRPr="00B556AC">
        <w:rPr>
          <w:rFonts w:ascii="Times New Roman" w:hAnsi="Times New Roman"/>
          <w:color w:val="000000"/>
          <w:sz w:val="28"/>
          <w:szCs w:val="28"/>
        </w:rPr>
        <w:t xml:space="preserve">. №533 “О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 </w:t>
      </w:r>
      <w:smartTag w:uri="urn:schemas-microsoft-com:office:smarttags" w:element="metricconverter">
        <w:smartTagPr>
          <w:attr w:name="ProductID" w:val="2018 г"/>
        </w:smartTagPr>
        <w:r w:rsidRPr="00B556AC">
          <w:rPr>
            <w:rFonts w:ascii="Times New Roman" w:hAnsi="Times New Roman"/>
            <w:color w:val="000000"/>
            <w:sz w:val="28"/>
            <w:szCs w:val="28"/>
          </w:rPr>
          <w:t>2018 г</w:t>
        </w:r>
      </w:smartTag>
      <w:r w:rsidRPr="00B556AC">
        <w:rPr>
          <w:rFonts w:ascii="Times New Roman" w:hAnsi="Times New Roman"/>
          <w:color w:val="000000"/>
          <w:sz w:val="28"/>
          <w:szCs w:val="28"/>
        </w:rPr>
        <w:t xml:space="preserve">. № </w:t>
      </w:r>
      <w:smartTag w:uri="urn:schemas-microsoft-com:office:smarttags" w:element="metricconverter">
        <w:smartTagPr>
          <w:attr w:name="ProductID" w:val="196”"/>
        </w:smartTagPr>
        <w:r w:rsidRPr="00B556AC">
          <w:rPr>
            <w:rFonts w:ascii="Times New Roman" w:hAnsi="Times New Roman"/>
            <w:color w:val="000000"/>
            <w:sz w:val="28"/>
            <w:szCs w:val="28"/>
          </w:rPr>
          <w:t>196”</w:t>
        </w:r>
      </w:smartTag>
    </w:p>
    <w:p w:rsidR="002C7DAB" w:rsidRPr="00B556AC" w:rsidRDefault="002C7DAB" w:rsidP="00B556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 xml:space="preserve">Методические рекомендации по проектированию дополнительных общеразвивающих программ от 18.11.2015 г. Министерства образования и науки РФ № 09 -3242. </w:t>
      </w:r>
    </w:p>
    <w:p w:rsidR="002C7DAB" w:rsidRPr="00B556AC" w:rsidRDefault="002C7DAB" w:rsidP="00B556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>СП 2.4.3648-20 Санитарно-эпидемиологические требования к организации воспитания и обучения , отдыха и оздоровления детей и молодежи;</w:t>
      </w:r>
    </w:p>
    <w:p w:rsidR="002C7DAB" w:rsidRPr="00B556AC" w:rsidRDefault="002C7DAB" w:rsidP="00B556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>Нормативные документы, регламентирующие использование электронного обучения и дистанционных технологий;</w:t>
      </w:r>
    </w:p>
    <w:p w:rsidR="002C7DAB" w:rsidRPr="00B556AC" w:rsidRDefault="002C7DAB" w:rsidP="00B556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>Приказ Министерства образования и науки РФ от 23.08.2017г № 816 “Порядок применения организациями, осуществляющими образовательную деятельность электронного обучения, дистанционных образовательных технологий при реализации образовательных программ”;</w:t>
      </w:r>
    </w:p>
    <w:p w:rsidR="002C7DAB" w:rsidRPr="00B556AC" w:rsidRDefault="002C7DAB" w:rsidP="00B556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 xml:space="preserve">“Методические рекомендации от 20 марта </w:t>
      </w:r>
      <w:smartTag w:uri="urn:schemas-microsoft-com:office:smarttags" w:element="metricconverter">
        <w:smartTagPr>
          <w:attr w:name="ProductID" w:val="2020 г"/>
        </w:smartTagPr>
        <w:r w:rsidRPr="00B556AC">
          <w:rPr>
            <w:rFonts w:ascii="Times New Roman" w:hAnsi="Times New Roman"/>
            <w:color w:val="000000"/>
            <w:sz w:val="28"/>
            <w:szCs w:val="28"/>
          </w:rPr>
          <w:t>2020 г</w:t>
        </w:r>
      </w:smartTag>
      <w:r w:rsidRPr="00B556AC">
        <w:rPr>
          <w:rFonts w:ascii="Times New Roman" w:hAnsi="Times New Roman"/>
          <w:color w:val="000000"/>
          <w:sz w:val="28"/>
          <w:szCs w:val="28"/>
        </w:rPr>
        <w:t>.  по реализации образовательных программ 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 и дистанционных образовательных технологий”;</w:t>
      </w:r>
      <w:r w:rsidRPr="00B556AC">
        <w:rPr>
          <w:rFonts w:ascii="Times New Roman" w:hAnsi="Times New Roman"/>
          <w:sz w:val="28"/>
          <w:szCs w:val="28"/>
        </w:rPr>
        <w:br/>
      </w:r>
      <w:r w:rsidRPr="00B556AC">
        <w:rPr>
          <w:rFonts w:ascii="Times New Roman" w:hAnsi="Times New Roman"/>
          <w:color w:val="000000"/>
          <w:sz w:val="28"/>
          <w:szCs w:val="28"/>
        </w:rPr>
        <w:t>Локальные акты ОО (Устав, Положение о проектировании ДООП в образовательной организации, Положение о проведении промежуточной аттестации  обучающихся и аттестации по итогам реализации ДООП)</w:t>
      </w:r>
    </w:p>
    <w:p w:rsidR="002C7DAB" w:rsidRPr="00B556AC" w:rsidRDefault="002C7DAB" w:rsidP="00B556AC">
      <w:pPr>
        <w:spacing w:before="240"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C7DAB" w:rsidRPr="00B556AC" w:rsidRDefault="002C7DAB" w:rsidP="00B556AC">
      <w:pPr>
        <w:pStyle w:val="Normal1"/>
        <w:shd w:val="clear" w:color="auto" w:fill="FFFFFF"/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B556AC">
        <w:rPr>
          <w:b/>
          <w:bCs/>
          <w:i/>
          <w:iCs/>
          <w:color w:val="000000"/>
          <w:sz w:val="28"/>
          <w:szCs w:val="28"/>
          <w:u w:val="single"/>
        </w:rPr>
        <w:t>Актуальность программы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 xml:space="preserve">        Актуальность программы заключается в том, что в настоящее время наблюдается увеличение числа больных детей по стране, по региону. Как показывают исследования специалистов, только 20% пап и мам знакомы с принципами организации здорового питания детей. Практически все родители сталкиваются с проблемами в организации питания детей: нежелание ребёнка завтракать перед школой, есть горячий завтрак – кашу, привычка есть в сухомятку, нежелание есть супы, овощи, молочные продукты, рыбу.      Несмотря на это, далеко не все родители считают необходимым рассказывать детям о важности питания. Исходя из этого, работа с родителями (беседы, анкетирование) должна предшествовать непосредственной работе по программе. Необходимость данной программы вызвана тем, что отсутствие культуры питания у детей ведёт к ухудшению их здоровья. У детей возникают: повышенная утомляемость, авитаминоз, заболевания пищеварительного тракта, следовательно, формируется йододефицит, избыточный вес.   Неконтролируемый поток рекламы (чипсов, газированных напитков, шоколадных батончиков, всевозможных конфет) формирует неправильный стереотип питания у детей. Семейные традиции зачастую тоже дают неправильное представление о питании: в некоторых семьях, например, в меню преобладают углеводы, мясо, крахмалистые продукты, в малых количествах употребляются овощи, фрукты, море продукты. Это приводит к дисбалансу в организме. Правильное представление о питании необходимо начинать не только у детей младшего школьного возраста, но и у их родителей. Необходимо формировать ЗОЖ, начиная с раннего возраста.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  <w:u w:val="single"/>
        </w:rPr>
      </w:pP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  <w:u w:val="single"/>
        </w:rPr>
      </w:pPr>
      <w:r w:rsidRPr="00B556AC">
        <w:rPr>
          <w:b/>
          <w:i/>
          <w:color w:val="000000"/>
          <w:sz w:val="28"/>
          <w:szCs w:val="28"/>
          <w:u w:val="single"/>
        </w:rPr>
        <w:t>Новизна программы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  <w:r w:rsidRPr="00B556AC">
        <w:rPr>
          <w:color w:val="000000"/>
          <w:sz w:val="28"/>
          <w:szCs w:val="28"/>
        </w:rPr>
        <w:t xml:space="preserve">Новизна курса заключается в том, что  занятия проводятся во второй половине дня и предполагают теоретические и практические занятия. Ребята больше уделяют времени играм, инсценировкам, совершают экскурсии. Так же заключается в учёте традиций питания, активном вовлечении в работу родителей.                                                         </w:t>
      </w:r>
    </w:p>
    <w:p w:rsidR="002C7DAB" w:rsidRPr="00B556AC" w:rsidRDefault="002C7DAB" w:rsidP="00B556A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kern w:val="1"/>
          <w:sz w:val="28"/>
          <w:szCs w:val="28"/>
          <w:u w:val="single"/>
        </w:rPr>
      </w:pPr>
    </w:p>
    <w:p w:rsidR="002C7DAB" w:rsidRPr="00B556AC" w:rsidRDefault="002C7DAB" w:rsidP="00B556A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kern w:val="1"/>
          <w:sz w:val="28"/>
          <w:szCs w:val="28"/>
          <w:u w:val="single"/>
        </w:rPr>
      </w:pPr>
      <w:r w:rsidRPr="00B556AC">
        <w:rPr>
          <w:rFonts w:ascii="Times New Roman" w:hAnsi="Times New Roman"/>
          <w:b/>
          <w:bCs/>
          <w:i/>
          <w:color w:val="000000"/>
          <w:kern w:val="1"/>
          <w:sz w:val="28"/>
          <w:szCs w:val="28"/>
          <w:u w:val="single"/>
        </w:rPr>
        <w:t>Отличительные особенности программы</w:t>
      </w:r>
    </w:p>
    <w:p w:rsidR="002C7DAB" w:rsidRPr="00B556AC" w:rsidRDefault="002C7DAB" w:rsidP="00B556A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kern w:val="1"/>
          <w:sz w:val="28"/>
          <w:szCs w:val="28"/>
        </w:rPr>
      </w:pPr>
    </w:p>
    <w:p w:rsidR="002C7DAB" w:rsidRPr="00B556AC" w:rsidRDefault="002C7DAB" w:rsidP="00B556AC">
      <w:pPr>
        <w:pStyle w:val="3"/>
        <w:spacing w:before="0"/>
        <w:ind w:firstLine="708"/>
        <w:jc w:val="both"/>
        <w:rPr>
          <w:b w:val="0"/>
          <w:color w:val="000000"/>
          <w:szCs w:val="28"/>
        </w:rPr>
      </w:pPr>
      <w:r w:rsidRPr="00B556AC">
        <w:rPr>
          <w:b w:val="0"/>
          <w:color w:val="000000"/>
          <w:szCs w:val="28"/>
        </w:rPr>
        <w:t xml:space="preserve"> «Разговор о правильном питании» носит комплексный характер и охватывает разные аспекты питания, в том числе и связанные с российской историей и культурой. Содержание и структура программы обеспечивает возможность организации системного обучения школьников, с учетом их возрастных особенностей. </w:t>
      </w:r>
    </w:p>
    <w:p w:rsidR="002C7DAB" w:rsidRPr="00B556AC" w:rsidRDefault="002C7DAB" w:rsidP="00B556AC">
      <w:pPr>
        <w:pStyle w:val="3"/>
        <w:spacing w:before="0"/>
        <w:ind w:firstLine="708"/>
        <w:jc w:val="both"/>
        <w:rPr>
          <w:b w:val="0"/>
          <w:color w:val="000000"/>
          <w:szCs w:val="28"/>
        </w:rPr>
      </w:pPr>
      <w:r w:rsidRPr="00B556AC">
        <w:rPr>
          <w:b w:val="0"/>
          <w:color w:val="000000"/>
          <w:szCs w:val="28"/>
        </w:rPr>
        <w:t xml:space="preserve">В ходе реализации программы дети узнают о важности соблюдения режима питания, об основных питательных веществах, входящих в состав пищи, полезных продуктах и блюдах, основах составления рациона питания, правилах гигиены, учатся сервировать стол и соблюдать правила этикета, а также традициях и кулинарных обычаях, как своей страны, так и других стран. </w:t>
      </w:r>
    </w:p>
    <w:p w:rsidR="002C7DAB" w:rsidRPr="00B556AC" w:rsidRDefault="002C7DAB" w:rsidP="00B556A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kern w:val="1"/>
          <w:sz w:val="28"/>
          <w:szCs w:val="28"/>
        </w:rPr>
      </w:pPr>
    </w:p>
    <w:p w:rsidR="002C7DAB" w:rsidRPr="00B556AC" w:rsidRDefault="002C7DAB" w:rsidP="00B556A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kern w:val="1"/>
          <w:sz w:val="28"/>
          <w:szCs w:val="28"/>
        </w:rPr>
      </w:pPr>
    </w:p>
    <w:p w:rsidR="002C7DAB" w:rsidRPr="00B556AC" w:rsidRDefault="002C7DAB" w:rsidP="00B556A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 w:rsidRPr="00B556AC">
        <w:rPr>
          <w:rFonts w:ascii="Times New Roman" w:hAnsi="Times New Roman"/>
          <w:b/>
          <w:color w:val="000000"/>
          <w:kern w:val="1"/>
          <w:sz w:val="28"/>
          <w:szCs w:val="28"/>
        </w:rPr>
        <w:t xml:space="preserve">                                                        </w:t>
      </w:r>
      <w:r w:rsidRPr="00B556AC"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  <w:lang w:eastAsia="ru-RU"/>
        </w:rPr>
        <w:t>Цель программы: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-формирование у детей основ культуры питания, как составляющей здорового образа жизни.</w:t>
      </w:r>
    </w:p>
    <w:p w:rsidR="002C7DAB" w:rsidRPr="00B556AC" w:rsidRDefault="002C7DAB" w:rsidP="00B556A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  <w:lang w:eastAsia="ru-RU"/>
        </w:rPr>
      </w:pPr>
    </w:p>
    <w:p w:rsidR="002C7DAB" w:rsidRPr="00B556AC" w:rsidRDefault="002C7DAB" w:rsidP="00B556A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  <w:lang w:eastAsia="ru-RU"/>
        </w:rPr>
        <w:t>Задачи программы:</w:t>
      </w: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 xml:space="preserve">-формирование и развитие представления  у детей о здоровье как одной из важнейших человеческих ценностей, 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-формирование готовности заботиться и укреплять собственное здоровье.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- формирование знаний о правилах рационального  питания, направленных на сохранение и укрепление здоровья, а также  готовности соблюдать эти правила;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- освоение детьми   практических навыков рационального питания;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-  формирование навыков правильного питания, как составной части здорового образа  жизни;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- формирование представления о правилах этикета, связанных с питанием осознание того, что навыки этикета являются неотъемлемой частью общей культуры личности;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- пробуждение у детей интереса к народным традициям, связанным с питанием и здоровьем, расширение знаний об истории и традициях своего народа и культуре и традициям других народов;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- развитие творческих способностей и кругозора у детей, их интересов и познавательной деятельности;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- развитие коммуникативных навыков, умения эффективно взаимодействовать со сверстниками и взрослыми в процессе решения проблемы;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- просвещение родителей в вопросах организации рационального питания детей и подростков.</w:t>
      </w:r>
    </w:p>
    <w:p w:rsidR="002C7DAB" w:rsidRPr="00B556AC" w:rsidRDefault="002C7DAB" w:rsidP="00B556A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</w:t>
      </w:r>
      <w:r w:rsidRPr="00B556AC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Ожидаемые результаты программы</w:t>
      </w:r>
    </w:p>
    <w:p w:rsidR="002C7DAB" w:rsidRPr="00B556AC" w:rsidRDefault="002C7DAB" w:rsidP="00B556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-готовность и способность  к саморазвитию и познавательной деятельности;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-иметь первоначальное представление о здоровом образе жизни и правилах личной гигиены;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-знать этические нормы поведения во время экскурсий, викторин и соревнований;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-навыки сотрудничества в разных ситуациях;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-знать этические нормы, предъявляемые к сервировке стола, правила личной гигиены;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-объяснять некоторые правила вежливого, уместного поведения людей при общении во время приёма пищи.</w:t>
      </w:r>
    </w:p>
    <w:p w:rsidR="002C7DAB" w:rsidRPr="00B556AC" w:rsidRDefault="002C7DAB" w:rsidP="00B556A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-классифицировать предметы по заданным критериям;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-объяснять смысл народных пословиц и поговорок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-строить простые сообщения, в том числе творческого характера;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-сравнивать предметы и объекты, находить общее и различия;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-ориентироваться в своей системе знаний;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-учиться договариваться о распределении ролей в игре, работы в совместной деятельности;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-делать простые выводы и обобщения в результате совместной работы группы.</w:t>
      </w:r>
    </w:p>
    <w:p w:rsidR="002C7DAB" w:rsidRPr="00B556AC" w:rsidRDefault="002C7DAB" w:rsidP="00B556A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-умение делать выбор между вредными и полезными продуктами;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-иметь представления о рациональном питании;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-умение соблюдать гигиену и режим питания;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-иметь представление о пользе витаминов и минеральных веществ в жизни человека;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-иметь представление о значении жидкости для организма человека;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-иметь практические навыки распознавания вкусовых качеств продуктов;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-умение составлять личное меню, состоящее из полезных продуктов и блюд;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-умение приготовить простейшие блюда (бутерброды, салаты);</w:t>
      </w:r>
    </w:p>
    <w:p w:rsidR="002C7DAB" w:rsidRPr="00B556AC" w:rsidRDefault="002C7DAB" w:rsidP="00B556A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>-умение культурно вести себя за столом во время приёма пищи.</w:t>
      </w:r>
    </w:p>
    <w:p w:rsidR="002C7DAB" w:rsidRPr="00B556AC" w:rsidRDefault="002C7DAB" w:rsidP="00B556A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C7DAB" w:rsidRPr="00B556AC" w:rsidRDefault="002C7DAB" w:rsidP="00B556AC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Pr="00B556AC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Направленность программы</w:t>
      </w:r>
      <w:r w:rsidRPr="00B556AC">
        <w:rPr>
          <w:rFonts w:ascii="Times New Roman" w:hAnsi="Times New Roman"/>
          <w:color w:val="000000"/>
          <w:kern w:val="1"/>
          <w:sz w:val="28"/>
          <w:szCs w:val="28"/>
        </w:rPr>
        <w:t xml:space="preserve"> </w:t>
      </w:r>
    </w:p>
    <w:p w:rsidR="002C7DAB" w:rsidRPr="00B556AC" w:rsidRDefault="002C7DAB" w:rsidP="00B556AC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B556AC">
        <w:rPr>
          <w:rFonts w:ascii="Times New Roman" w:hAnsi="Times New Roman"/>
          <w:color w:val="000000"/>
          <w:kern w:val="1"/>
          <w:sz w:val="28"/>
          <w:szCs w:val="28"/>
        </w:rPr>
        <w:t>Дополнительная общеобразовательная общеразвивающая программа под названием «Разговор о здоровом и правильном питании» отнесена к программам естественнонаучной</w:t>
      </w:r>
      <w:r w:rsidRPr="00B556AC">
        <w:rPr>
          <w:rFonts w:ascii="Times New Roman" w:hAnsi="Times New Roman"/>
          <w:b/>
          <w:i/>
          <w:color w:val="000000"/>
          <w:kern w:val="1"/>
          <w:sz w:val="28"/>
          <w:szCs w:val="28"/>
          <w:shd w:val="clear" w:color="auto" w:fill="FFFFFF"/>
        </w:rPr>
        <w:t xml:space="preserve">  </w:t>
      </w:r>
      <w:r w:rsidRPr="00B556AC"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</w:rPr>
        <w:t xml:space="preserve">направленности. </w:t>
      </w:r>
      <w:r w:rsidRPr="00B556AC">
        <w:rPr>
          <w:rFonts w:ascii="Times New Roman" w:hAnsi="Times New Roman"/>
          <w:color w:val="000000"/>
          <w:kern w:val="1"/>
          <w:sz w:val="28"/>
          <w:szCs w:val="28"/>
        </w:rPr>
        <w:t xml:space="preserve">Также большую роль играет практическая </w:t>
      </w:r>
      <w:r w:rsidRPr="00B556AC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B556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направленность программы – внедрение в массы правил питания, его рациональное использование в семье, школе, сбалансированность питания, соблюдение режима питания; формирование личностной позиции учащихся по сохранению и укреплению здоровья; осознание каждым человеком социальной значимости его здоровья.</w:t>
      </w:r>
    </w:p>
    <w:p w:rsidR="002C7DAB" w:rsidRPr="00B556AC" w:rsidRDefault="002C7DAB" w:rsidP="00B556AC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i/>
          <w:color w:val="000000"/>
          <w:kern w:val="1"/>
          <w:sz w:val="28"/>
          <w:szCs w:val="28"/>
        </w:rPr>
        <w:t>Уровень освоения</w:t>
      </w:r>
      <w:r w:rsidRPr="00B556AC">
        <w:rPr>
          <w:rFonts w:ascii="Times New Roman" w:hAnsi="Times New Roman"/>
          <w:b/>
          <w:color w:val="000000"/>
          <w:kern w:val="1"/>
          <w:sz w:val="28"/>
          <w:szCs w:val="28"/>
        </w:rPr>
        <w:t xml:space="preserve">- </w:t>
      </w:r>
      <w:r w:rsidRPr="00B556AC">
        <w:rPr>
          <w:rFonts w:ascii="Times New Roman" w:hAnsi="Times New Roman"/>
          <w:color w:val="000000"/>
          <w:kern w:val="1"/>
          <w:sz w:val="28"/>
          <w:szCs w:val="28"/>
        </w:rPr>
        <w:t>стартовый.</w:t>
      </w:r>
      <w:r w:rsidRPr="00B556AC">
        <w:rPr>
          <w:rFonts w:ascii="Times New Roman" w:hAnsi="Times New Roman"/>
          <w:color w:val="000000"/>
          <w:sz w:val="28"/>
          <w:szCs w:val="28"/>
        </w:rPr>
        <w:t xml:space="preserve"> Предполагает использование и реализацию общедоступных и универсальных форм организации материала, минимальную сложность предполагаемого для освоения содержания программы.</w:t>
      </w:r>
    </w:p>
    <w:p w:rsidR="002C7DAB" w:rsidRPr="00B556AC" w:rsidRDefault="002C7DAB" w:rsidP="00B556AC">
      <w:pPr>
        <w:spacing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B556AC">
        <w:rPr>
          <w:rFonts w:ascii="Times New Roman" w:hAnsi="Times New Roman"/>
          <w:color w:val="000000"/>
          <w:kern w:val="1"/>
          <w:sz w:val="28"/>
          <w:szCs w:val="28"/>
        </w:rPr>
        <w:t xml:space="preserve">                                                    </w:t>
      </w:r>
      <w:r w:rsidRPr="00B556AC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Адресат программы</w:t>
      </w:r>
    </w:p>
    <w:p w:rsidR="002C7DAB" w:rsidRPr="00B556AC" w:rsidRDefault="002C7DAB" w:rsidP="00B556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 xml:space="preserve">Программа составлена с учетом возрастных особенностей детей  6,5-10 лет, поэтому на одном занятии сочетаются разные формы работы: теоретические, практические, пассивные, активные (игры, совместная деятельность и сотрудничество со взрослыми и сверстниками, познание, труд, самодеятельность, общение и другие). </w:t>
      </w:r>
    </w:p>
    <w:p w:rsidR="002C7DAB" w:rsidRPr="00B556AC" w:rsidRDefault="002C7DAB" w:rsidP="00B556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>Состав группы постоянный: наполняемость групп  – 15 человек</w:t>
      </w:r>
    </w:p>
    <w:p w:rsidR="002C7DAB" w:rsidRPr="00B556AC" w:rsidRDefault="002C7DAB" w:rsidP="00B556AC">
      <w:pPr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7DAB" w:rsidRPr="00B556AC" w:rsidRDefault="002C7DAB" w:rsidP="00B556AC">
      <w:pPr>
        <w:shd w:val="clear" w:color="auto" w:fill="FFFFFF"/>
        <w:spacing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B556AC"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</w:rPr>
        <w:t>Методы, в основе которых лежит уровень деятельности детей:</w:t>
      </w:r>
    </w:p>
    <w:p w:rsidR="002C7DAB" w:rsidRPr="00B556AC" w:rsidRDefault="002C7DAB" w:rsidP="00B556AC">
      <w:pPr>
        <w:pStyle w:val="Default"/>
        <w:jc w:val="both"/>
        <w:rPr>
          <w:sz w:val="28"/>
          <w:szCs w:val="28"/>
        </w:rPr>
      </w:pPr>
      <w:r w:rsidRPr="00B556AC">
        <w:rPr>
          <w:sz w:val="28"/>
          <w:szCs w:val="28"/>
        </w:rPr>
        <w:t xml:space="preserve">     В ходе изучения курса используются разнообразные формы и методы, обеспечивающие непосредственное участие детей в работе по программе, стимулирующие их интерес к изучаемому материалу, дающие возможность проявить свои творческие способности. Содержание программы, а также используемые формы и методы её реализации носят игровой характер, развивают познавательный интерес к проблеме питания и формирования ЗОЖ, что наиболее соответствует возрастным особенностям детей, обеспечивает условия для активного включения их в процесс обучения и стимулирует активное присвоение предъявляемых ценностных нормативов и навыков.  Поскольку игра является ведущей деятельностью для детей, то и игровые методы являются основой организации обучения по программе. Можно выделить несколько типов игр, комбинация которых обеспечит эффективность процесса обучения: сюжетно-ролевая игра, игра с правилами, образно-ролевая игра. </w:t>
      </w:r>
    </w:p>
    <w:p w:rsidR="002C7DAB" w:rsidRPr="00B556AC" w:rsidRDefault="002C7DAB" w:rsidP="00B556AC">
      <w:pPr>
        <w:shd w:val="clear" w:color="auto" w:fill="FFFFFF"/>
        <w:spacing w:after="0" w:line="240" w:lineRule="auto"/>
        <w:jc w:val="both"/>
        <w:rPr>
          <w:rStyle w:val="c17"/>
          <w:rFonts w:ascii="Times New Roman" w:hAnsi="Times New Roman"/>
          <w:i/>
          <w:iCs/>
          <w:color w:val="000000"/>
          <w:sz w:val="28"/>
          <w:szCs w:val="28"/>
          <w:u w:val="single"/>
        </w:rPr>
      </w:pPr>
    </w:p>
    <w:p w:rsidR="002C7DAB" w:rsidRPr="00B556AC" w:rsidRDefault="002C7DAB" w:rsidP="00B556AC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B556AC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Формы работы:</w:t>
      </w:r>
    </w:p>
    <w:p w:rsidR="002C7DAB" w:rsidRPr="00B556AC" w:rsidRDefault="002C7DAB" w:rsidP="00B556AC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 xml:space="preserve">     -Групповая работа. Работа в парах (сюжетно-ролевые игры, игры с правилами, образно-ролевые игры, дискуссии). </w:t>
      </w:r>
    </w:p>
    <w:p w:rsidR="002C7DAB" w:rsidRPr="00B556AC" w:rsidRDefault="002C7DAB" w:rsidP="00B556AC">
      <w:pPr>
        <w:autoSpaceDE w:val="0"/>
        <w:autoSpaceDN w:val="0"/>
        <w:adjustRightInd w:val="0"/>
        <w:spacing w:after="27" w:line="240" w:lineRule="auto"/>
        <w:ind w:left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 xml:space="preserve">-Фронтальная работа – это работа со всеми детьми. </w:t>
      </w:r>
    </w:p>
    <w:p w:rsidR="002C7DAB" w:rsidRPr="00B556AC" w:rsidRDefault="002C7DAB" w:rsidP="00B556AC">
      <w:pPr>
        <w:autoSpaceDE w:val="0"/>
        <w:autoSpaceDN w:val="0"/>
        <w:adjustRightInd w:val="0"/>
        <w:spacing w:line="240" w:lineRule="auto"/>
        <w:ind w:left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 xml:space="preserve">-Индивидуальная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 </w:t>
      </w:r>
    </w:p>
    <w:p w:rsidR="002C7DAB" w:rsidRPr="00B556AC" w:rsidRDefault="002C7DAB" w:rsidP="00B556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</w:t>
      </w: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Методы: </w:t>
      </w:r>
    </w:p>
    <w:p w:rsidR="002C7DAB" w:rsidRPr="00B556AC" w:rsidRDefault="002C7DAB" w:rsidP="00B556AC">
      <w:pPr>
        <w:autoSpaceDE w:val="0"/>
        <w:autoSpaceDN w:val="0"/>
        <w:adjustRightInd w:val="0"/>
        <w:spacing w:after="58" w:line="240" w:lineRule="auto"/>
        <w:ind w:left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 xml:space="preserve">-Репродуктивный – (беседа, вопросы, тесты, анкетирование). </w:t>
      </w:r>
    </w:p>
    <w:p w:rsidR="002C7DAB" w:rsidRPr="00B556AC" w:rsidRDefault="002C7DAB" w:rsidP="00B556AC">
      <w:pPr>
        <w:autoSpaceDE w:val="0"/>
        <w:autoSpaceDN w:val="0"/>
        <w:adjustRightInd w:val="0"/>
        <w:spacing w:after="58" w:line="240" w:lineRule="auto"/>
        <w:ind w:left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 xml:space="preserve">-Проблемный </w:t>
      </w:r>
    </w:p>
    <w:p w:rsidR="002C7DAB" w:rsidRPr="00B556AC" w:rsidRDefault="002C7DAB" w:rsidP="00B556AC">
      <w:pPr>
        <w:autoSpaceDE w:val="0"/>
        <w:autoSpaceDN w:val="0"/>
        <w:adjustRightInd w:val="0"/>
        <w:spacing w:after="58" w:line="240" w:lineRule="auto"/>
        <w:ind w:left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 xml:space="preserve">-Частично-поисковый – (творческие задания: Режим для моей семьи. Любимые блюда мамы. Чем тебя накормит лес). </w:t>
      </w:r>
    </w:p>
    <w:p w:rsidR="002C7DAB" w:rsidRPr="00B556AC" w:rsidRDefault="002C7DAB" w:rsidP="00B556AC">
      <w:pPr>
        <w:autoSpaceDE w:val="0"/>
        <w:autoSpaceDN w:val="0"/>
        <w:adjustRightInd w:val="0"/>
        <w:spacing w:line="240" w:lineRule="auto"/>
        <w:ind w:left="360"/>
        <w:contextualSpacing/>
        <w:jc w:val="both"/>
        <w:rPr>
          <w:rStyle w:val="c17"/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sz w:val="28"/>
          <w:szCs w:val="28"/>
        </w:rPr>
        <w:t xml:space="preserve">-Объяснительно-иллюстративный. </w:t>
      </w:r>
    </w:p>
    <w:p w:rsidR="002C7DAB" w:rsidRPr="00B556AC" w:rsidRDefault="002C7DAB" w:rsidP="00B556AC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7DAB" w:rsidRPr="00B556AC" w:rsidRDefault="002C7DAB" w:rsidP="00B556AC">
      <w:pPr>
        <w:spacing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Режим занятий</w:t>
      </w:r>
    </w:p>
    <w:p w:rsidR="002C7DAB" w:rsidRPr="00B556AC" w:rsidRDefault="002C7DAB" w:rsidP="00B556A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>Занятия   проводятся 1 раз в неделю по одному академическому часу, 1 академический час равен 40 минутам</w:t>
      </w: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Pr="00B556AC">
        <w:rPr>
          <w:rFonts w:ascii="Times New Roman" w:hAnsi="Times New Roman"/>
          <w:color w:val="000000"/>
          <w:sz w:val="28"/>
          <w:szCs w:val="28"/>
        </w:rPr>
        <w:t xml:space="preserve">34 часа в год.  </w:t>
      </w:r>
    </w:p>
    <w:p w:rsidR="002C7DAB" w:rsidRPr="00B556AC" w:rsidRDefault="002C7DAB" w:rsidP="00B556AC">
      <w:pPr>
        <w:spacing w:before="270" w:after="135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B556AC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Особенности организации образовательного процесса:</w:t>
      </w:r>
    </w:p>
    <w:p w:rsidR="002C7DAB" w:rsidRPr="00B556AC" w:rsidRDefault="002C7DAB" w:rsidP="00B556AC">
      <w:pPr>
        <w:spacing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B556AC">
        <w:rPr>
          <w:rFonts w:ascii="Times New Roman" w:hAnsi="Times New Roman"/>
          <w:color w:val="000000"/>
          <w:kern w:val="1"/>
          <w:sz w:val="28"/>
          <w:szCs w:val="28"/>
        </w:rPr>
        <w:t xml:space="preserve">Возраст детей, участвующих в реализации данной дополнительной общеобразовательной программы 6,5-10 </w:t>
      </w:r>
      <w:r>
        <w:rPr>
          <w:rFonts w:ascii="Times New Roman" w:hAnsi="Times New Roman"/>
          <w:color w:val="000000"/>
          <w:kern w:val="1"/>
          <w:sz w:val="28"/>
          <w:szCs w:val="28"/>
        </w:rPr>
        <w:t>лет. Условия набора обучающихся</w:t>
      </w:r>
      <w:r w:rsidRPr="00B556AC">
        <w:rPr>
          <w:rFonts w:ascii="Times New Roman" w:hAnsi="Times New Roman"/>
          <w:color w:val="000000"/>
          <w:kern w:val="1"/>
          <w:sz w:val="28"/>
          <w:szCs w:val="28"/>
        </w:rPr>
        <w:t>: принимаются все желающие. Наполняемость в группе составляет  15 человек.</w:t>
      </w:r>
    </w:p>
    <w:p w:rsidR="002C7DAB" w:rsidRPr="00B556AC" w:rsidRDefault="002C7DAB" w:rsidP="00B556AC">
      <w:pPr>
        <w:spacing w:line="240" w:lineRule="auto"/>
        <w:ind w:left="14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C7DAB" w:rsidRPr="00B556AC" w:rsidRDefault="002C7DAB" w:rsidP="00B556A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2 Содержание программы</w:t>
      </w:r>
    </w:p>
    <w:p w:rsidR="002C7DAB" w:rsidRPr="00B556AC" w:rsidRDefault="002C7DAB" w:rsidP="00B556AC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2.1 Учебный план модульной программы </w:t>
      </w:r>
    </w:p>
    <w:tbl>
      <w:tblPr>
        <w:tblpPr w:leftFromText="180" w:rightFromText="180" w:vertAnchor="text" w:horzAnchor="margin" w:tblpY="176"/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7"/>
        <w:gridCol w:w="1987"/>
        <w:gridCol w:w="993"/>
        <w:gridCol w:w="1420"/>
        <w:gridCol w:w="1561"/>
        <w:gridCol w:w="10"/>
        <w:gridCol w:w="2971"/>
      </w:tblGrid>
      <w:tr w:rsidR="002C7DAB" w:rsidRPr="00B556AC" w:rsidTr="003E3990">
        <w:trPr>
          <w:trHeight w:val="728"/>
        </w:trPr>
        <w:tc>
          <w:tcPr>
            <w:tcW w:w="677" w:type="dxa"/>
            <w:vMerge w:val="restart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987" w:type="dxa"/>
            <w:vMerge w:val="restart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Название  темы</w:t>
            </w:r>
          </w:p>
        </w:tc>
        <w:tc>
          <w:tcPr>
            <w:tcW w:w="3984" w:type="dxa"/>
            <w:gridSpan w:val="4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97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Формы аттестации/</w:t>
            </w:r>
          </w:p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Контроля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  <w:vMerge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2C7DAB" w:rsidRPr="00B556AC" w:rsidTr="003E3990">
        <w:trPr>
          <w:trHeight w:val="727"/>
        </w:trPr>
        <w:tc>
          <w:tcPr>
            <w:tcW w:w="9619" w:type="dxa"/>
            <w:gridSpan w:val="7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1. </w:t>
            </w:r>
            <w:r w:rsidRPr="00B556AC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 xml:space="preserve"> «Разнообразие питания» (4 ч)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Если хочешь быть здоров    Входная диагностика.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Входящая диагностика, наблюдение, анкетирование</w:t>
            </w:r>
          </w:p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Из чего состоит наша пища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Беседа</w:t>
            </w:r>
            <w:bookmarkStart w:id="0" w:name="_GoBack"/>
            <w:bookmarkEnd w:id="0"/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, работа в тетради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Полезные и вредные привычки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Беседа, работа в тетради, викторина</w:t>
            </w:r>
          </w:p>
        </w:tc>
      </w:tr>
      <w:tr w:rsidR="002C7DAB" w:rsidRPr="00B556AC" w:rsidTr="003E3990">
        <w:trPr>
          <w:trHeight w:val="958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Самые полезные продукты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pStyle w:val="Default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>Работа в тетрадях, сюжетно-ролевые игры</w:t>
            </w:r>
          </w:p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2C7DAB" w:rsidRPr="00B556AC" w:rsidTr="003E3990">
        <w:trPr>
          <w:trHeight w:val="727"/>
        </w:trPr>
        <w:tc>
          <w:tcPr>
            <w:tcW w:w="9619" w:type="dxa"/>
            <w:gridSpan w:val="7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2. </w:t>
            </w: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</w:t>
            </w:r>
            <w:r w:rsidRPr="00B556AC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 xml:space="preserve"> Гигиена питания и приготовление пищи (5 ч)</w:t>
            </w: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556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Как правильно есть (гигиена питания)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Беседа « Как правильно вести себя за столом». Знакомство со стихотворением « Назидание о застольном невежестве» а, работа в тетради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>Удивительное превращение пирожка</w:t>
            </w:r>
          </w:p>
          <w:p w:rsidR="002C7DAB" w:rsidRPr="00B556AC" w:rsidRDefault="002C7DAB" w:rsidP="00B556AC">
            <w:pPr>
              <w:tabs>
                <w:tab w:val="left" w:pos="2964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ab/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Сюжетно-ролевая игра, соревнование, тест, демонстрация удивительного превращения пирожка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Твой режим питания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Работа в тетради, оформление плаката с правилами и режимом питания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Из чего варят каши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Викторина, работа в тетради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Как сделать кашу вкусной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Беседа, работа в тетради</w:t>
            </w:r>
            <w:r w:rsidRPr="00B556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Сюжетно – ролевая игра «На кухне»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942" w:type="dxa"/>
            <w:gridSpan w:val="6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3. </w:t>
            </w: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</w:t>
            </w: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Рацион питания»  (16 ч)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Плох обед, коли хлеба нет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pStyle w:val="Default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>Беседа, работа в тетради составление</w:t>
            </w:r>
          </w:p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меню обеда.</w:t>
            </w:r>
          </w:p>
        </w:tc>
      </w:tr>
      <w:tr w:rsidR="002C7DAB" w:rsidRPr="00B556AC" w:rsidTr="003E3990">
        <w:trPr>
          <w:trHeight w:val="741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Хлеб всему голова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pStyle w:val="Default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 xml:space="preserve"> Составление меню обеда.</w:t>
            </w:r>
          </w:p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556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Проект  по теме «Плох обед, если хлеба нет».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Полдник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pStyle w:val="Default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 xml:space="preserve"> Игры, викторины, конкурсы, составление меню полдника.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Время есть булочки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Беседа, работа в тетради, конкурс рисунков.</w:t>
            </w:r>
          </w:p>
        </w:tc>
      </w:tr>
      <w:tr w:rsidR="002C7DAB" w:rsidRPr="00B556AC" w:rsidTr="003E3990">
        <w:trPr>
          <w:trHeight w:val="33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Пора ужинать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Беседа, работа в тетради, составление меню ужина.</w:t>
            </w:r>
          </w:p>
        </w:tc>
      </w:tr>
      <w:tr w:rsidR="002C7DAB" w:rsidRPr="00B556AC" w:rsidTr="003E3990">
        <w:trPr>
          <w:trHeight w:val="180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Почему полезно есть рыбу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pStyle w:val="Default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 xml:space="preserve">Работа в тетрадях, </w:t>
            </w:r>
          </w:p>
          <w:p w:rsidR="002C7DAB" w:rsidRPr="00B556AC" w:rsidRDefault="002C7DAB" w:rsidP="00B556AC">
            <w:pPr>
              <w:pStyle w:val="Default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 xml:space="preserve">эстафета поваров </w:t>
            </w:r>
          </w:p>
          <w:p w:rsidR="002C7DAB" w:rsidRPr="00B556AC" w:rsidRDefault="002C7DAB" w:rsidP="00B556AC">
            <w:pPr>
              <w:pStyle w:val="Default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 xml:space="preserve">« Рыбное меню» </w:t>
            </w:r>
          </w:p>
          <w:p w:rsidR="002C7DAB" w:rsidRPr="00B556AC" w:rsidRDefault="002C7DAB" w:rsidP="00B556AC">
            <w:pPr>
              <w:pStyle w:val="Default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 xml:space="preserve">Конкурс рисунков « В подводном царстве» </w:t>
            </w:r>
          </w:p>
          <w:p w:rsidR="002C7DAB" w:rsidRPr="00B556AC" w:rsidRDefault="002C7DAB" w:rsidP="00B556AC">
            <w:pPr>
              <w:pStyle w:val="Default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>Конкурс пословиц и поговорок».</w:t>
            </w:r>
          </w:p>
        </w:tc>
      </w:tr>
      <w:tr w:rsidR="002C7DAB" w:rsidRPr="00B556AC" w:rsidTr="003E3990">
        <w:trPr>
          <w:trHeight w:val="420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Мясо и мясные блюда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Беседа, работа в тетради.</w:t>
            </w:r>
          </w:p>
        </w:tc>
      </w:tr>
      <w:tr w:rsidR="002C7DAB" w:rsidRPr="00B556AC" w:rsidTr="003E3990">
        <w:trPr>
          <w:trHeight w:val="315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Где найти витамины зимой и весной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Беседа «Где найти витамины в разные времена года».  Составление меню. Конкурс кулинаров.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Всякому овощу – свое время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Составление и отгадывание кроссвордов, практическая работа, ролевые игры.</w:t>
            </w:r>
          </w:p>
        </w:tc>
      </w:tr>
      <w:tr w:rsidR="002C7DAB" w:rsidRPr="00B556AC" w:rsidTr="003E3990">
        <w:trPr>
          <w:trHeight w:val="270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Как утолить жажду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Беседа «Как утолить жажду» Ценность разнообразных напитков. Работа в тетрадях. Ролевые игры. Игра – демонстрация «Из чего готовят соки».</w:t>
            </w:r>
          </w:p>
        </w:tc>
      </w:tr>
      <w:tr w:rsidR="002C7DAB" w:rsidRPr="00B556AC" w:rsidTr="003E3990">
        <w:trPr>
          <w:trHeight w:val="300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Что надо есть – если хочешь стать сильнее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Беседа «Что надо есть, если хочешь стать сильнее».Рацион собственного питания. Работа в тетради.</w:t>
            </w:r>
          </w:p>
        </w:tc>
      </w:tr>
      <w:tr w:rsidR="002C7DAB" w:rsidRPr="00B556AC" w:rsidTr="003E3990">
        <w:trPr>
          <w:trHeight w:val="284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Что надо есть – если хочешь стать сильнее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Дневник «Мой день». Конкурс «Мама папа я  - спортивная семья».</w:t>
            </w:r>
          </w:p>
        </w:tc>
      </w:tr>
      <w:tr w:rsidR="002C7DAB" w:rsidRPr="00B556AC" w:rsidTr="003E3990">
        <w:trPr>
          <w:trHeight w:val="270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На вкус и цвет товарищей нет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pStyle w:val="Default"/>
              <w:snapToGrid w:val="0"/>
              <w:spacing w:after="55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 xml:space="preserve">Беседа «На вкус и цвет товарища нет». Практическая работа по определению вкуса продуктов. Ролевые игры   </w:t>
            </w:r>
          </w:p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2C7DAB" w:rsidRPr="00B556AC" w:rsidTr="003E3990">
        <w:trPr>
          <w:trHeight w:val="330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Овощи, ягоды и фрукты – витаминные продукты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pStyle w:val="Default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>Беседа, работа в тетради, викторина.</w:t>
            </w:r>
          </w:p>
        </w:tc>
      </w:tr>
      <w:tr w:rsidR="002C7DAB" w:rsidRPr="00B556AC" w:rsidTr="003E3990">
        <w:trPr>
          <w:trHeight w:val="270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Овощи, ягоды и фрукты – витаминные продукты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pStyle w:val="Default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 xml:space="preserve">КВН </w:t>
            </w:r>
          </w:p>
          <w:p w:rsidR="002C7DAB" w:rsidRPr="00B556AC" w:rsidRDefault="002C7DAB" w:rsidP="00B556AC">
            <w:pPr>
              <w:pStyle w:val="Default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>«Овощи, ягоды, фрукты</w:t>
            </w:r>
          </w:p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самые витаминные продукты».  Ролевые игры.</w:t>
            </w:r>
          </w:p>
        </w:tc>
      </w:tr>
      <w:tr w:rsidR="002C7DAB" w:rsidRPr="00B556AC" w:rsidTr="003E3990">
        <w:trPr>
          <w:trHeight w:val="330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Каждому овощу – свое время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Беседа о польза фруктов и овощей. Сезонные фрукты и овощи. Работа в тетради. </w:t>
            </w:r>
          </w:p>
        </w:tc>
      </w:tr>
      <w:tr w:rsidR="002C7DAB" w:rsidRPr="00B556AC" w:rsidTr="003E3990">
        <w:trPr>
          <w:trHeight w:val="727"/>
        </w:trPr>
        <w:tc>
          <w:tcPr>
            <w:tcW w:w="9619" w:type="dxa"/>
            <w:gridSpan w:val="7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                               4. </w:t>
            </w: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Этикет» (4 ч)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Народные праздники, их меню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pStyle w:val="Default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 xml:space="preserve">Работа в тетрадях </w:t>
            </w:r>
          </w:p>
          <w:p w:rsidR="002C7DAB" w:rsidRPr="00B556AC" w:rsidRDefault="002C7DAB" w:rsidP="00B556AC">
            <w:pPr>
              <w:pStyle w:val="Default"/>
              <w:jc w:val="both"/>
              <w:rPr>
                <w:sz w:val="28"/>
                <w:szCs w:val="28"/>
              </w:rPr>
            </w:pPr>
            <w:r w:rsidRPr="00B556AC">
              <w:rPr>
                <w:sz w:val="28"/>
                <w:szCs w:val="28"/>
              </w:rPr>
              <w:t xml:space="preserve">Конкурс – рисунков «Вкусный маршрут» </w:t>
            </w:r>
          </w:p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Игра – проект  «Кулинарный глобус»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Народные праздники, их меню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Работа в тетради. Игра – проект  «Кулинарный глобус»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Как правильно накрыть стол.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Беседа «Как правильно накрыть стол».Столовые приборы. Ролевые игры. Конкурс «Салфеточка».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Когда человек начал пользоваться вилкой и ножом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Викторина, работа в тетради.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942" w:type="dxa"/>
            <w:gridSpan w:val="6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5. «Из истории русской кухни» (4 ч)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Щи да каша – пища наша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Беседа о полезности продуктов , получаемых из зерна. Традиционные народные блюда из продуктов, получаемых из зерна. Работа в тетради.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Что готовили наши прабабушки.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Анкетирование. Работа в тетради.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Итоговое занятие «Здоровое питание – отличное настроение»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Занятие-игра. Работа в тетради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Что узнали, чему научились.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color w:val="000000"/>
                <w:sz w:val="28"/>
                <w:szCs w:val="28"/>
              </w:rPr>
              <w:t>Конкурс проектов.</w:t>
            </w:r>
          </w:p>
        </w:tc>
      </w:tr>
      <w:tr w:rsidR="002C7DAB" w:rsidRPr="00B556AC" w:rsidTr="003E3990">
        <w:trPr>
          <w:trHeight w:val="727"/>
        </w:trPr>
        <w:tc>
          <w:tcPr>
            <w:tcW w:w="67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B556A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всего</w:t>
            </w:r>
          </w:p>
        </w:tc>
        <w:tc>
          <w:tcPr>
            <w:tcW w:w="993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420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61" w:type="dxa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556A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2981" w:type="dxa"/>
            <w:gridSpan w:val="2"/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C7DAB" w:rsidRPr="00B556AC" w:rsidTr="003E3990">
        <w:trPr>
          <w:trHeight w:val="2201"/>
        </w:trPr>
        <w:tc>
          <w:tcPr>
            <w:tcW w:w="9619" w:type="dxa"/>
            <w:gridSpan w:val="7"/>
            <w:tcBorders>
              <w:left w:val="nil"/>
              <w:bottom w:val="nil"/>
              <w:right w:val="nil"/>
            </w:tcBorders>
          </w:tcPr>
          <w:p w:rsidR="002C7DAB" w:rsidRPr="00B556AC" w:rsidRDefault="002C7DAB" w:rsidP="00B556A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2C7DAB" w:rsidRPr="00B556AC" w:rsidRDefault="002C7DAB" w:rsidP="00B556AC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</w:t>
      </w:r>
      <w:r w:rsidRPr="00B556AC">
        <w:rPr>
          <w:rFonts w:ascii="Times New Roman" w:hAnsi="Times New Roman"/>
          <w:b/>
          <w:color w:val="000000"/>
          <w:sz w:val="28"/>
          <w:szCs w:val="28"/>
        </w:rPr>
        <w:t xml:space="preserve"> 1 МОДУЛЬ 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Реализация этого модуля направлена на  приобретение знаний   о разнообразии пищи.</w:t>
      </w:r>
    </w:p>
    <w:p w:rsidR="002C7DAB" w:rsidRPr="00B556AC" w:rsidRDefault="002C7DAB" w:rsidP="00B556AC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5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B556AC">
        <w:rPr>
          <w:rFonts w:ascii="Times New Roman" w:hAnsi="Times New Roman"/>
          <w:color w:val="000000"/>
          <w:sz w:val="28"/>
          <w:szCs w:val="28"/>
        </w:rPr>
        <w:t>Модуль разработан с учетом личностно - ориентированного подхода и составлен так, чтобы каждый ребенок имел возможность получить знания о разнообразности и полезности пищи.</w:t>
      </w:r>
    </w:p>
    <w:p w:rsidR="002C7DAB" w:rsidRPr="00B556AC" w:rsidRDefault="002C7DAB" w:rsidP="00B556AC">
      <w:pPr>
        <w:pStyle w:val="ListParagraph"/>
        <w:ind w:left="0"/>
        <w:jc w:val="both"/>
        <w:rPr>
          <w:color w:val="000000"/>
          <w:sz w:val="28"/>
          <w:szCs w:val="28"/>
        </w:rPr>
      </w:pPr>
      <w:r w:rsidRPr="00B556AC">
        <w:rPr>
          <w:b/>
          <w:bCs/>
          <w:color w:val="000000"/>
          <w:sz w:val="28"/>
          <w:szCs w:val="28"/>
        </w:rPr>
        <w:t>Цель модуля:</w:t>
      </w:r>
      <w:r w:rsidRPr="00B556AC">
        <w:rPr>
          <w:color w:val="000000"/>
          <w:sz w:val="28"/>
          <w:szCs w:val="28"/>
        </w:rPr>
        <w:t xml:space="preserve">  познакомить обучающихся</w:t>
      </w:r>
      <w:r w:rsidRPr="00B556AC">
        <w:rPr>
          <w:color w:val="000000"/>
          <w:sz w:val="28"/>
          <w:szCs w:val="28"/>
          <w:shd w:val="clear" w:color="auto" w:fill="FFFFFF"/>
        </w:rPr>
        <w:t xml:space="preserve"> с основными продуктами, составляющими здоровое питание</w:t>
      </w:r>
    </w:p>
    <w:p w:rsidR="002C7DAB" w:rsidRPr="00B556AC" w:rsidRDefault="002C7DAB" w:rsidP="00B556AC">
      <w:pPr>
        <w:pStyle w:val="ListParagraph"/>
        <w:ind w:left="0"/>
        <w:jc w:val="both"/>
        <w:rPr>
          <w:color w:val="000000"/>
          <w:sz w:val="28"/>
          <w:szCs w:val="28"/>
        </w:rPr>
      </w:pPr>
      <w:r w:rsidRPr="00B556AC">
        <w:rPr>
          <w:b/>
          <w:bCs/>
          <w:color w:val="000000"/>
          <w:sz w:val="28"/>
          <w:szCs w:val="28"/>
        </w:rPr>
        <w:t xml:space="preserve">  Задачи модуля:</w:t>
      </w:r>
      <w:r w:rsidRPr="00B556AC">
        <w:rPr>
          <w:color w:val="000000"/>
          <w:sz w:val="28"/>
          <w:szCs w:val="28"/>
        </w:rPr>
        <w:t xml:space="preserve">  </w:t>
      </w:r>
    </w:p>
    <w:p w:rsidR="002C7DAB" w:rsidRPr="00B556AC" w:rsidRDefault="002C7DAB" w:rsidP="00B556A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>-формирование и развитие представления детей о здоровье как одной из важнейших человеческих ценностей, формирование готовности заботиться и укреплять собственное здоровье;     </w:t>
      </w:r>
    </w:p>
    <w:p w:rsidR="002C7DAB" w:rsidRPr="00B556AC" w:rsidRDefault="002C7DAB" w:rsidP="00B556A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>- развитие творческих способностей и кругозора у детей, их интересов и познавательной деятельности;     </w:t>
      </w:r>
    </w:p>
    <w:p w:rsidR="002C7DAB" w:rsidRPr="00B556AC" w:rsidRDefault="002C7DAB" w:rsidP="00B556A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>- развитие коммуникативных навыков у детей, умения эффективно взаимодействовать со сверстниками и взрослыми в процессе решения проблемы;     </w:t>
      </w:r>
    </w:p>
    <w:p w:rsidR="002C7DAB" w:rsidRPr="00B556AC" w:rsidRDefault="002C7DAB" w:rsidP="00B556AC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>- просвещение родителей в вопросах организации рационального питания детей.</w:t>
      </w:r>
    </w:p>
    <w:p w:rsidR="002C7DAB" w:rsidRPr="00B556AC" w:rsidRDefault="002C7DAB" w:rsidP="00B556AC">
      <w:pPr>
        <w:pStyle w:val="Default"/>
        <w:jc w:val="both"/>
        <w:rPr>
          <w:b/>
          <w:sz w:val="28"/>
          <w:szCs w:val="28"/>
        </w:rPr>
      </w:pPr>
      <w:r w:rsidRPr="00B556AC">
        <w:rPr>
          <w:b/>
          <w:sz w:val="28"/>
          <w:szCs w:val="28"/>
        </w:rPr>
        <w:t xml:space="preserve">        По окончании обучения первого модуля дети должны: </w:t>
      </w:r>
    </w:p>
    <w:p w:rsidR="002C7DAB" w:rsidRPr="00B556AC" w:rsidRDefault="002C7DAB" w:rsidP="00B556AC">
      <w:pPr>
        <w:pStyle w:val="Default"/>
        <w:spacing w:after="55"/>
        <w:jc w:val="both"/>
        <w:rPr>
          <w:sz w:val="28"/>
          <w:szCs w:val="28"/>
        </w:rPr>
      </w:pPr>
      <w:r w:rsidRPr="00B556AC">
        <w:rPr>
          <w:b/>
          <w:i/>
          <w:sz w:val="28"/>
          <w:szCs w:val="28"/>
        </w:rPr>
        <w:t>Знать</w:t>
      </w:r>
      <w:r w:rsidRPr="00B556AC">
        <w:rPr>
          <w:b/>
          <w:bCs/>
          <w:i/>
          <w:iCs/>
          <w:sz w:val="28"/>
          <w:szCs w:val="28"/>
        </w:rPr>
        <w:t xml:space="preserve"> </w:t>
      </w:r>
      <w:r w:rsidRPr="00B556AC">
        <w:rPr>
          <w:sz w:val="28"/>
          <w:szCs w:val="28"/>
        </w:rPr>
        <w:t>:</w:t>
      </w:r>
    </w:p>
    <w:p w:rsidR="002C7DAB" w:rsidRPr="00B556AC" w:rsidRDefault="002C7DAB" w:rsidP="00B556AC">
      <w:pPr>
        <w:pStyle w:val="Default"/>
        <w:spacing w:after="55"/>
        <w:jc w:val="both"/>
        <w:rPr>
          <w:b/>
          <w:i/>
          <w:sz w:val="28"/>
          <w:szCs w:val="28"/>
        </w:rPr>
      </w:pPr>
      <w:r w:rsidRPr="00B556AC">
        <w:rPr>
          <w:sz w:val="28"/>
          <w:szCs w:val="28"/>
        </w:rPr>
        <w:t>- полезные продукты;</w:t>
      </w:r>
    </w:p>
    <w:p w:rsidR="002C7DAB" w:rsidRPr="00B556AC" w:rsidRDefault="002C7DAB" w:rsidP="00B556AC">
      <w:pPr>
        <w:pStyle w:val="Default"/>
        <w:spacing w:after="55"/>
        <w:jc w:val="both"/>
        <w:rPr>
          <w:sz w:val="28"/>
          <w:szCs w:val="28"/>
        </w:rPr>
      </w:pPr>
      <w:r w:rsidRPr="00B556AC">
        <w:rPr>
          <w:sz w:val="28"/>
          <w:szCs w:val="28"/>
        </w:rPr>
        <w:t>- правила этикета;</w:t>
      </w:r>
    </w:p>
    <w:p w:rsidR="002C7DAB" w:rsidRPr="00B556AC" w:rsidRDefault="002C7DAB" w:rsidP="00B556AC">
      <w:pPr>
        <w:pStyle w:val="Default"/>
        <w:spacing w:after="55"/>
        <w:jc w:val="both"/>
        <w:rPr>
          <w:sz w:val="28"/>
          <w:szCs w:val="28"/>
        </w:rPr>
      </w:pPr>
      <w:r w:rsidRPr="00B556AC">
        <w:rPr>
          <w:sz w:val="28"/>
          <w:szCs w:val="28"/>
        </w:rPr>
        <w:t>- роль правильного питания в здоровом образе жизни.</w:t>
      </w:r>
    </w:p>
    <w:p w:rsidR="002C7DAB" w:rsidRPr="00B556AC" w:rsidRDefault="002C7DAB" w:rsidP="00B556AC">
      <w:pPr>
        <w:pStyle w:val="Default"/>
        <w:spacing w:after="55"/>
        <w:jc w:val="both"/>
        <w:rPr>
          <w:sz w:val="28"/>
          <w:szCs w:val="28"/>
        </w:rPr>
      </w:pPr>
      <w:r w:rsidRPr="00B556AC">
        <w:rPr>
          <w:sz w:val="28"/>
          <w:szCs w:val="28"/>
        </w:rPr>
        <w:t xml:space="preserve">-знать   правила и основы рационального питания, о необходимости соблюдения гигиены питания; </w:t>
      </w:r>
    </w:p>
    <w:p w:rsidR="002C7DAB" w:rsidRPr="00B556AC" w:rsidRDefault="002C7DAB" w:rsidP="00B556AC">
      <w:pPr>
        <w:pStyle w:val="Default"/>
        <w:spacing w:after="55"/>
        <w:jc w:val="both"/>
        <w:rPr>
          <w:sz w:val="28"/>
          <w:szCs w:val="28"/>
        </w:rPr>
      </w:pPr>
      <w:r w:rsidRPr="00B556AC">
        <w:rPr>
          <w:b/>
          <w:bCs/>
          <w:sz w:val="28"/>
          <w:szCs w:val="28"/>
        </w:rPr>
        <w:t>Уметь:</w:t>
      </w:r>
    </w:p>
    <w:p w:rsidR="002C7DAB" w:rsidRPr="00B556AC" w:rsidRDefault="002C7DAB" w:rsidP="00B556AC">
      <w:pPr>
        <w:pStyle w:val="Default"/>
        <w:spacing w:after="55"/>
        <w:jc w:val="both"/>
        <w:rPr>
          <w:sz w:val="28"/>
          <w:szCs w:val="28"/>
        </w:rPr>
      </w:pPr>
      <w:r w:rsidRPr="00B556AC">
        <w:rPr>
          <w:sz w:val="28"/>
          <w:szCs w:val="28"/>
        </w:rPr>
        <w:t>- соблюдать режим дня</w:t>
      </w:r>
    </w:p>
    <w:p w:rsidR="002C7DAB" w:rsidRPr="00B556AC" w:rsidRDefault="002C7DAB" w:rsidP="00B556AC">
      <w:pPr>
        <w:pStyle w:val="Default"/>
        <w:spacing w:after="55"/>
        <w:jc w:val="both"/>
        <w:rPr>
          <w:sz w:val="28"/>
          <w:szCs w:val="28"/>
        </w:rPr>
      </w:pPr>
      <w:r w:rsidRPr="00B556AC">
        <w:rPr>
          <w:sz w:val="28"/>
          <w:szCs w:val="28"/>
        </w:rPr>
        <w:t>- выполнять  правила правильного питания;</w:t>
      </w:r>
    </w:p>
    <w:p w:rsidR="002C7DAB" w:rsidRPr="00B556AC" w:rsidRDefault="002C7DAB" w:rsidP="00B556AC">
      <w:pPr>
        <w:pStyle w:val="Default"/>
        <w:spacing w:after="55"/>
        <w:jc w:val="both"/>
        <w:rPr>
          <w:sz w:val="28"/>
          <w:szCs w:val="28"/>
        </w:rPr>
      </w:pPr>
      <w:r w:rsidRPr="00B556AC">
        <w:rPr>
          <w:sz w:val="28"/>
          <w:szCs w:val="28"/>
        </w:rPr>
        <w:t>- выбирать в рацион питания полезные продукты.</w:t>
      </w:r>
    </w:p>
    <w:p w:rsidR="002C7DAB" w:rsidRPr="00B556AC" w:rsidRDefault="002C7DAB" w:rsidP="00B556AC">
      <w:pPr>
        <w:pStyle w:val="Default"/>
        <w:spacing w:after="55"/>
        <w:jc w:val="both"/>
        <w:rPr>
          <w:sz w:val="28"/>
          <w:szCs w:val="28"/>
        </w:rPr>
      </w:pPr>
    </w:p>
    <w:p w:rsidR="002C7DAB" w:rsidRPr="00B556AC" w:rsidRDefault="002C7DAB" w:rsidP="00B556AC">
      <w:pPr>
        <w:pStyle w:val="Default"/>
        <w:spacing w:after="55"/>
        <w:jc w:val="both"/>
        <w:rPr>
          <w:sz w:val="28"/>
          <w:szCs w:val="28"/>
        </w:rPr>
      </w:pPr>
      <w:r w:rsidRPr="00B556AC">
        <w:rPr>
          <w:sz w:val="28"/>
          <w:szCs w:val="28"/>
        </w:rPr>
        <w:t xml:space="preserve">                     </w:t>
      </w:r>
      <w:r w:rsidRPr="00B556AC">
        <w:rPr>
          <w:b/>
          <w:bCs/>
          <w:sz w:val="28"/>
          <w:szCs w:val="28"/>
        </w:rPr>
        <w:t>СОДЕРЖАНИЕ ПРОГРАММЫ  МОДУЛЕЙ :</w:t>
      </w:r>
    </w:p>
    <w:p w:rsidR="002C7DAB" w:rsidRPr="00B556AC" w:rsidRDefault="002C7DAB" w:rsidP="00B556AC">
      <w:pPr>
        <w:pStyle w:val="Default"/>
        <w:jc w:val="both"/>
        <w:rPr>
          <w:b/>
          <w:bCs/>
          <w:i/>
          <w:iCs/>
          <w:sz w:val="28"/>
          <w:szCs w:val="28"/>
        </w:rPr>
      </w:pPr>
      <w:r w:rsidRPr="00B556AC">
        <w:rPr>
          <w:b/>
          <w:bCs/>
          <w:i/>
          <w:iCs/>
          <w:sz w:val="28"/>
          <w:szCs w:val="28"/>
        </w:rPr>
        <w:t xml:space="preserve">       Разнообразие питания (4 ч) </w:t>
      </w:r>
    </w:p>
    <w:p w:rsidR="002C7DAB" w:rsidRPr="00B556AC" w:rsidRDefault="002C7DAB" w:rsidP="00B556AC">
      <w:pPr>
        <w:pStyle w:val="Default"/>
        <w:jc w:val="both"/>
        <w:rPr>
          <w:sz w:val="28"/>
          <w:szCs w:val="28"/>
        </w:rPr>
      </w:pPr>
      <w:r w:rsidRPr="00B556AC">
        <w:rPr>
          <w:sz w:val="28"/>
          <w:szCs w:val="28"/>
        </w:rPr>
        <w:t>Т</w:t>
      </w:r>
      <w:r w:rsidRPr="00B556AC">
        <w:rPr>
          <w:b/>
          <w:bCs/>
          <w:sz w:val="28"/>
          <w:szCs w:val="28"/>
        </w:rPr>
        <w:t xml:space="preserve">еория: </w:t>
      </w:r>
      <w:r w:rsidRPr="00B556AC">
        <w:rPr>
          <w:sz w:val="28"/>
          <w:szCs w:val="28"/>
        </w:rPr>
        <w:t>Если хочешь быть здоров. Входная диагностика. Из чего состоит наша пища. Полезные и вредные привычки. Самые полезные продукты.</w:t>
      </w:r>
      <w:r w:rsidRPr="00B556AC">
        <w:rPr>
          <w:sz w:val="28"/>
          <w:szCs w:val="28"/>
        </w:rPr>
        <w:br/>
        <w:t xml:space="preserve"> </w:t>
      </w:r>
      <w:r w:rsidRPr="00B556AC">
        <w:rPr>
          <w:b/>
          <w:bCs/>
          <w:sz w:val="28"/>
          <w:szCs w:val="28"/>
        </w:rPr>
        <w:t xml:space="preserve">Практика. </w:t>
      </w:r>
      <w:r w:rsidRPr="00B556AC">
        <w:rPr>
          <w:sz w:val="28"/>
          <w:szCs w:val="28"/>
        </w:rPr>
        <w:t>Таблица полезных продуктов, комикс про полезные и вредные привычки.</w:t>
      </w:r>
    </w:p>
    <w:p w:rsidR="002C7DAB" w:rsidRPr="00B556AC" w:rsidRDefault="002C7DAB" w:rsidP="00B556AC">
      <w:pPr>
        <w:pStyle w:val="Default"/>
        <w:jc w:val="both"/>
        <w:rPr>
          <w:sz w:val="28"/>
          <w:szCs w:val="28"/>
        </w:rPr>
      </w:pPr>
    </w:p>
    <w:p w:rsidR="002C7DAB" w:rsidRPr="00B556AC" w:rsidRDefault="002C7DAB" w:rsidP="00B556AC">
      <w:pPr>
        <w:pStyle w:val="Default"/>
        <w:jc w:val="both"/>
        <w:rPr>
          <w:b/>
          <w:bCs/>
          <w:i/>
          <w:iCs/>
          <w:sz w:val="28"/>
          <w:szCs w:val="28"/>
        </w:rPr>
      </w:pPr>
      <w:r w:rsidRPr="00B556AC">
        <w:rPr>
          <w:b/>
          <w:bCs/>
          <w:i/>
          <w:iCs/>
          <w:sz w:val="28"/>
          <w:szCs w:val="28"/>
        </w:rPr>
        <w:t xml:space="preserve">      Гигиена питания и приготовление пищи (5 ч) </w:t>
      </w:r>
    </w:p>
    <w:p w:rsidR="002C7DAB" w:rsidRPr="00B556AC" w:rsidRDefault="002C7DAB" w:rsidP="00B556AC">
      <w:pPr>
        <w:pStyle w:val="Default"/>
        <w:jc w:val="both"/>
        <w:rPr>
          <w:sz w:val="28"/>
          <w:szCs w:val="28"/>
        </w:rPr>
      </w:pPr>
      <w:r w:rsidRPr="00B556AC">
        <w:rPr>
          <w:b/>
          <w:bCs/>
          <w:sz w:val="28"/>
          <w:szCs w:val="28"/>
        </w:rPr>
        <w:t xml:space="preserve"> Теория</w:t>
      </w:r>
      <w:r w:rsidRPr="00B556AC">
        <w:rPr>
          <w:sz w:val="28"/>
          <w:szCs w:val="28"/>
        </w:rPr>
        <w:t>. Как правильно есть(гигиена питания).Удивительные превращения пирожка. Твой режим питания. Из чего варят каши. Как сделать кашу вкусной.</w:t>
      </w:r>
      <w:r w:rsidRPr="00B556AC">
        <w:rPr>
          <w:sz w:val="28"/>
          <w:szCs w:val="28"/>
        </w:rPr>
        <w:br/>
      </w:r>
      <w:r w:rsidRPr="00B556AC">
        <w:rPr>
          <w:b/>
          <w:bCs/>
          <w:sz w:val="28"/>
          <w:szCs w:val="28"/>
        </w:rPr>
        <w:t>Практика</w:t>
      </w:r>
      <w:r w:rsidRPr="00B556AC">
        <w:rPr>
          <w:sz w:val="28"/>
          <w:szCs w:val="28"/>
        </w:rPr>
        <w:t>. Технологическая карта приготовления блюд. Плакат “Твой режим питания”. Создание сказки о продуктах.</w:t>
      </w:r>
    </w:p>
    <w:p w:rsidR="002C7DAB" w:rsidRPr="00B556AC" w:rsidRDefault="002C7DAB" w:rsidP="00B556AC">
      <w:pPr>
        <w:pStyle w:val="Default"/>
        <w:jc w:val="both"/>
        <w:rPr>
          <w:sz w:val="28"/>
          <w:szCs w:val="28"/>
        </w:rPr>
      </w:pPr>
    </w:p>
    <w:p w:rsidR="002C7DAB" w:rsidRPr="00B556AC" w:rsidRDefault="002C7DAB" w:rsidP="00B556AC">
      <w:pPr>
        <w:pStyle w:val="Default"/>
        <w:jc w:val="both"/>
        <w:rPr>
          <w:b/>
          <w:bCs/>
          <w:i/>
          <w:iCs/>
          <w:sz w:val="28"/>
          <w:szCs w:val="28"/>
        </w:rPr>
      </w:pPr>
      <w:r w:rsidRPr="00B556AC">
        <w:rPr>
          <w:sz w:val="28"/>
          <w:szCs w:val="28"/>
        </w:rPr>
        <w:t xml:space="preserve">    </w:t>
      </w:r>
      <w:r w:rsidRPr="00B556AC">
        <w:rPr>
          <w:b/>
          <w:bCs/>
          <w:i/>
          <w:iCs/>
          <w:sz w:val="28"/>
          <w:szCs w:val="28"/>
        </w:rPr>
        <w:t xml:space="preserve">Рацион питания (16 ч) </w:t>
      </w:r>
    </w:p>
    <w:p w:rsidR="002C7DAB" w:rsidRPr="00B556AC" w:rsidRDefault="002C7DAB" w:rsidP="00B556A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>Теория</w:t>
      </w:r>
      <w:r w:rsidRPr="00B556AC">
        <w:rPr>
          <w:rFonts w:ascii="Times New Roman" w:hAnsi="Times New Roman"/>
          <w:color w:val="000000"/>
          <w:sz w:val="28"/>
          <w:szCs w:val="28"/>
        </w:rPr>
        <w:t>. Плох обед, коли  хлеба нет. Хлеб всему голова. Полдник. Время есть булочки. Пора ужинать. Почему полезно есть рыбу. Мясо и мясные блюда. Где найти витамины зимой и весной. Всякому овощу - своё время.  Как утолить жажду. Что надо есть – если хочешь стать сильнее. Что надо есть – если хочешь стать сильнее.  На вкус и цвет товарищей нет. Овощи, ягоды и фрукты – витаминные продукты. Овощи, ягоды и фрукты – витаминные продукты. Каждому овощу – своё время.</w:t>
      </w:r>
      <w:r w:rsidRPr="00B556AC">
        <w:rPr>
          <w:rFonts w:ascii="Times New Roman" w:hAnsi="Times New Roman"/>
          <w:sz w:val="28"/>
          <w:szCs w:val="28"/>
        </w:rPr>
        <w:br/>
      </w: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Практика. </w:t>
      </w:r>
      <w:r w:rsidRPr="00B556AC">
        <w:rPr>
          <w:rFonts w:ascii="Times New Roman" w:hAnsi="Times New Roman"/>
          <w:color w:val="000000"/>
          <w:sz w:val="28"/>
          <w:szCs w:val="28"/>
        </w:rPr>
        <w:t>Таблица “Витамины”. Карточки для лото.</w:t>
      </w:r>
    </w:p>
    <w:p w:rsidR="002C7DAB" w:rsidRPr="00B556AC" w:rsidRDefault="002C7DAB" w:rsidP="00B556AC">
      <w:pPr>
        <w:spacing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Этикет (4 ч) </w:t>
      </w:r>
    </w:p>
    <w:p w:rsidR="002C7DAB" w:rsidRPr="00B556AC" w:rsidRDefault="002C7DAB" w:rsidP="00B556A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>Теория</w:t>
      </w:r>
      <w:r w:rsidRPr="00B556AC">
        <w:rPr>
          <w:rFonts w:ascii="Times New Roman" w:hAnsi="Times New Roman"/>
          <w:color w:val="000000"/>
          <w:sz w:val="28"/>
          <w:szCs w:val="28"/>
        </w:rPr>
        <w:t>. Народные праздники, их меню.  Как правильно накрыть на стол. Когда человек начал пользоваться вилкой и ножом.</w:t>
      </w:r>
      <w:r w:rsidRPr="00B556AC">
        <w:rPr>
          <w:rFonts w:ascii="Times New Roman" w:hAnsi="Times New Roman"/>
          <w:sz w:val="28"/>
          <w:szCs w:val="28"/>
        </w:rPr>
        <w:br/>
      </w: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Практика. </w:t>
      </w:r>
      <w:r w:rsidRPr="00B556AC">
        <w:rPr>
          <w:rFonts w:ascii="Times New Roman" w:hAnsi="Times New Roman"/>
          <w:color w:val="000000"/>
          <w:sz w:val="28"/>
          <w:szCs w:val="28"/>
        </w:rPr>
        <w:t xml:space="preserve">Сервировка стола. </w:t>
      </w:r>
    </w:p>
    <w:p w:rsidR="002C7DAB" w:rsidRPr="00B556AC" w:rsidRDefault="002C7DAB" w:rsidP="00B556AC">
      <w:pPr>
        <w:pStyle w:val="Default"/>
        <w:jc w:val="both"/>
        <w:rPr>
          <w:b/>
          <w:bCs/>
          <w:i/>
          <w:iCs/>
          <w:sz w:val="28"/>
          <w:szCs w:val="28"/>
        </w:rPr>
      </w:pPr>
      <w:r w:rsidRPr="00B556AC">
        <w:rPr>
          <w:b/>
          <w:bCs/>
          <w:i/>
          <w:iCs/>
          <w:sz w:val="28"/>
          <w:szCs w:val="28"/>
        </w:rPr>
        <w:t xml:space="preserve">Из истории русской кухни (4ч) </w:t>
      </w:r>
    </w:p>
    <w:p w:rsidR="002C7DAB" w:rsidRPr="00B556AC" w:rsidRDefault="002C7DAB" w:rsidP="00B556AC">
      <w:pPr>
        <w:pStyle w:val="Default"/>
        <w:jc w:val="both"/>
        <w:rPr>
          <w:sz w:val="28"/>
          <w:szCs w:val="28"/>
        </w:rPr>
      </w:pPr>
      <w:r w:rsidRPr="00B556AC">
        <w:rPr>
          <w:b/>
          <w:bCs/>
        </w:rPr>
        <w:t>Теория.</w:t>
      </w:r>
      <w:r w:rsidRPr="00B556AC">
        <w:t xml:space="preserve"> Щи да каша – пища наша. Что готовили наши прабабушки. Итоговое занятие «Здоровое питание –отличное настроение». Что узнали, чему научились.</w:t>
      </w:r>
      <w:r w:rsidRPr="00B556AC">
        <w:br/>
        <w:t>Практика.</w:t>
      </w:r>
    </w:p>
    <w:p w:rsidR="002C7DAB" w:rsidRPr="00802611" w:rsidRDefault="002C7DAB" w:rsidP="00802611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7DAB" w:rsidRPr="00802611" w:rsidRDefault="002C7DAB" w:rsidP="00802611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</w:p>
    <w:p w:rsidR="002C7DAB" w:rsidRPr="00802611" w:rsidRDefault="002C7DAB" w:rsidP="00802611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802611">
        <w:rPr>
          <w:color w:val="000000"/>
        </w:rPr>
        <w:t xml:space="preserve">                                  </w:t>
      </w:r>
      <w:r w:rsidRPr="00802611">
        <w:rPr>
          <w:b/>
          <w:color w:val="000000"/>
        </w:rPr>
        <w:t>Календарный учебный график</w:t>
      </w:r>
    </w:p>
    <w:p w:rsidR="002C7DAB" w:rsidRPr="00802611" w:rsidRDefault="002C7DAB" w:rsidP="00802611">
      <w:pPr>
        <w:pStyle w:val="ListParagraph"/>
        <w:jc w:val="center"/>
        <w:rPr>
          <w:b/>
          <w:color w:val="000000"/>
        </w:rPr>
      </w:pPr>
    </w:p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260"/>
        <w:gridCol w:w="551"/>
        <w:gridCol w:w="1249"/>
        <w:gridCol w:w="1260"/>
        <w:gridCol w:w="751"/>
        <w:gridCol w:w="1477"/>
        <w:gridCol w:w="1012"/>
        <w:gridCol w:w="1316"/>
      </w:tblGrid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Время проведения занятия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Форма занятия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Форма контроля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13.50-14.20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игра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Если хочешь быть здоров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Входящая диагностика, наблюдение, анкетирование</w:t>
            </w:r>
          </w:p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9" w:type="dxa"/>
          </w:tcPr>
          <w:p w:rsidR="002C7DAB" w:rsidRPr="00A00977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Из чего состоит наша пища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Беседа, работа в тетради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ситуаций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Полезные и вредные привычки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Беседа, работа в тетради, викторина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Мастер-класс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Самые полезные продукты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pStyle w:val="Default"/>
            </w:pPr>
            <w:r w:rsidRPr="00802611">
              <w:t>Работа в тетрадях, сюжетно-ролевые игры</w:t>
            </w:r>
          </w:p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Как правильно есть (гигиена питания)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Беседа « Как правильно вести себя за столом». Знакомство со стихотворением « Назидание о застольном невежестве» а, работа в тетради.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ктябрь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соревнование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Удивительное превращение пирожка</w:t>
            </w:r>
          </w:p>
          <w:p w:rsidR="002C7DAB" w:rsidRPr="00802611" w:rsidRDefault="002C7DAB" w:rsidP="00802611">
            <w:pPr>
              <w:tabs>
                <w:tab w:val="left" w:pos="2964"/>
              </w:tabs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ab/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 игра, соревнование, тест, демонстрация удивительного превращения пирожка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ктябрь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Твой режим питания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Работа в тетради, оформление плаката с правилами и режимом питания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ктябрь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Из чего варят каши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Викторина, работа в тетради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оябрь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Как сделать кашу вкусной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Беседа, работа в тетради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Сюжетно – ролевая игра «На кухне»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оябрь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Плох обед, коли хлеба нет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pStyle w:val="Default"/>
            </w:pPr>
            <w:r w:rsidRPr="00802611">
              <w:t>Беседа, работа в тетради составление</w:t>
            </w:r>
          </w:p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меню обеда.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Хлеб всему голова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pStyle w:val="Default"/>
            </w:pPr>
            <w:r w:rsidRPr="00802611">
              <w:t xml:space="preserve"> Составление меню обеда.</w:t>
            </w:r>
          </w:p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Проект  по теме «Плох обед, если хлеба нет».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дека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брь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Мастер-класс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 xml:space="preserve">Полдник 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pStyle w:val="Default"/>
            </w:pPr>
            <w:r w:rsidRPr="00802611">
              <w:t xml:space="preserve"> Игры, викторины, конкурсы, составление меню полдника.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екабрь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Время есть булочки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Беседа, работа в тетради, конкурс рисунков.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екабрь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Пора ужинать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Беседа, работа в тетради, составление меню ужина.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екабрь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Почему полезно есть рыбу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pStyle w:val="Default"/>
            </w:pPr>
            <w:r w:rsidRPr="00802611">
              <w:t xml:space="preserve">Работа в тетрадях, </w:t>
            </w:r>
          </w:p>
          <w:p w:rsidR="002C7DAB" w:rsidRPr="00802611" w:rsidRDefault="002C7DAB" w:rsidP="00802611">
            <w:pPr>
              <w:pStyle w:val="Default"/>
            </w:pPr>
            <w:r w:rsidRPr="00802611">
              <w:t xml:space="preserve">эстафета поваров </w:t>
            </w:r>
          </w:p>
          <w:p w:rsidR="002C7DAB" w:rsidRPr="00802611" w:rsidRDefault="002C7DAB" w:rsidP="00802611">
            <w:pPr>
              <w:pStyle w:val="Default"/>
            </w:pPr>
            <w:r w:rsidRPr="00802611">
              <w:t xml:space="preserve">« Рыбное меню» </w:t>
            </w:r>
          </w:p>
          <w:p w:rsidR="002C7DAB" w:rsidRPr="00802611" w:rsidRDefault="002C7DAB" w:rsidP="00802611">
            <w:pPr>
              <w:pStyle w:val="Default"/>
            </w:pPr>
            <w:r w:rsidRPr="00802611">
              <w:t xml:space="preserve">Конкурс рисунков « В подводном царстве» </w:t>
            </w:r>
          </w:p>
          <w:p w:rsidR="002C7DAB" w:rsidRPr="00802611" w:rsidRDefault="002C7DAB" w:rsidP="00802611">
            <w:pPr>
              <w:pStyle w:val="Default"/>
            </w:pPr>
            <w:r w:rsidRPr="00802611">
              <w:t>Конкурс пословиц и поговорок».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Мясо и мясные блюда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Беседа, работа в тетради.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нварь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Где найти витамины зимой и весной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Беседа «Где найти витамины в разные времена года».  Составление меню. Конкурс кулинаров.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нварь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Всякому овощу – свое время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и отгадывание кроссвордов, практическая работа, ролевые игры.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феврал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Как утолить жажду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Беседа «Как утолить жажду» Ценность разнообразных напитков. Работа в тетрадях. Ролевые игры. Игра – демонстрация «Из чего готовят соки».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евраль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Что надо есть – если хочешь стать сильнее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Беседа «Что надо есть, если хочешь стать сильнее».Рацион собственного питания. Работа в тетради.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евраль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Что надо есть – если хочешь стать сильнее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Дневник «Мой день». Конкурс «Мама папа я  - спортивная семья».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На вкус и цвет товарищей нет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pStyle w:val="Default"/>
              <w:snapToGrid w:val="0"/>
              <w:spacing w:after="55"/>
            </w:pPr>
            <w:r w:rsidRPr="00802611">
              <w:t xml:space="preserve">Беседа «На вкус и цвет товарища нет». Практическая работа по определению вкуса продуктов. Ролевые игры   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арт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Овощи, ягоды и фрукты – витаминные продукты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pStyle w:val="Default"/>
            </w:pPr>
            <w:r w:rsidRPr="00802611">
              <w:t>Беседа, работа в тетради, викторина.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арт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игра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Овощи, ягоды и фрукты – витаминные продукты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pStyle w:val="Default"/>
            </w:pPr>
            <w:r w:rsidRPr="00802611">
              <w:t xml:space="preserve">КВН </w:t>
            </w:r>
          </w:p>
          <w:p w:rsidR="002C7DAB" w:rsidRPr="00802611" w:rsidRDefault="002C7DAB" w:rsidP="00802611">
            <w:pPr>
              <w:pStyle w:val="Default"/>
            </w:pPr>
            <w:r w:rsidRPr="00802611">
              <w:t>«Овощи, ягоды, фрукты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самые витаминные продукты».  Ролевые игры.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арт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Каждому овощу – свое время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Беседа о польза фруктов и овощей. Сезонные фрукты и овощи. Работа в тетради. 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арт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Народные праздники, их меню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pStyle w:val="Default"/>
            </w:pPr>
            <w:r w:rsidRPr="00802611">
              <w:t xml:space="preserve">Работа в тетрадях </w:t>
            </w:r>
          </w:p>
          <w:p w:rsidR="002C7DAB" w:rsidRPr="00802611" w:rsidRDefault="002C7DAB" w:rsidP="00802611">
            <w:pPr>
              <w:pStyle w:val="Default"/>
            </w:pPr>
            <w:r w:rsidRPr="00802611">
              <w:t xml:space="preserve">Конкурс – рисунков «Вкусный маршрут» </w:t>
            </w:r>
          </w:p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Игра – проект  «Кулинарный глобус»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прель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Народные праздники, их меню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Работа в тетради. Игра – проект  «Кулинарный глобус»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прель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Как правильно накрыть стол.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Беседа «Как правильно накрыть стол».Столовые приборы. Ролевые игры. Конкурс «Салфеточка».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прель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Когда человек начал пользоваться вилкой и ножом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Викторина, работа в тетради.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Щи да каша – пища наша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Беседа о полезности продуктов , получаемых из зерна. Традиционные народные блюда из продуктов, получаемых из зерна. Работа в тетради.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ай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Что готовили наши прабабушки.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Анкетирование. Работа в тетради.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ай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Итоговое занятие «Здоровое питание – отличное настроение»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Занятие-игра. Работа в тетради</w:t>
            </w:r>
          </w:p>
        </w:tc>
      </w:tr>
      <w:tr w:rsidR="002C7DAB" w:rsidRPr="00802611" w:rsidTr="00A00977">
        <w:tc>
          <w:tcPr>
            <w:tcW w:w="54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ай</w:t>
            </w:r>
          </w:p>
        </w:tc>
        <w:tc>
          <w:tcPr>
            <w:tcW w:w="5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49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50-14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60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51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2C7DAB" w:rsidRPr="00802611" w:rsidRDefault="002C7DAB" w:rsidP="00802611">
            <w:pPr>
              <w:pStyle w:val="Default"/>
              <w:snapToGrid w:val="0"/>
            </w:pPr>
            <w:r w:rsidRPr="00802611">
              <w:t>Что узнали, чему научились.</w:t>
            </w:r>
          </w:p>
        </w:tc>
        <w:tc>
          <w:tcPr>
            <w:tcW w:w="1012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16" w:type="dxa"/>
          </w:tcPr>
          <w:p w:rsidR="002C7DAB" w:rsidRPr="00802611" w:rsidRDefault="002C7DAB" w:rsidP="008026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color w:val="000000"/>
                <w:sz w:val="24"/>
                <w:szCs w:val="24"/>
              </w:rPr>
              <w:t>Конкурс проектов.</w:t>
            </w:r>
          </w:p>
        </w:tc>
      </w:tr>
    </w:tbl>
    <w:p w:rsidR="002C7DAB" w:rsidRPr="00802611" w:rsidRDefault="002C7DAB" w:rsidP="00802611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7DAB" w:rsidRPr="00802611" w:rsidRDefault="002C7DAB" w:rsidP="00802611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2C7DAB" w:rsidRPr="00B556AC" w:rsidRDefault="002C7DAB" w:rsidP="00802611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B556AC">
        <w:rPr>
          <w:rFonts w:ascii="Times New Roman" w:eastAsia="TimesNewRoman" w:hAnsi="Times New Roman"/>
          <w:b/>
          <w:bCs/>
          <w:color w:val="000000"/>
          <w:sz w:val="28"/>
          <w:szCs w:val="28"/>
          <w:u w:val="single"/>
        </w:rPr>
        <w:t>2.2. Условия реализации программы:</w:t>
      </w:r>
    </w:p>
    <w:p w:rsidR="002C7DAB" w:rsidRPr="00B556AC" w:rsidRDefault="002C7DAB" w:rsidP="0080261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56AC">
        <w:rPr>
          <w:rFonts w:ascii="Times New Roman" w:hAnsi="Times New Roman"/>
          <w:sz w:val="28"/>
          <w:szCs w:val="28"/>
        </w:rPr>
        <w:t>Для организации работы используются:</w:t>
      </w:r>
    </w:p>
    <w:p w:rsidR="002C7DAB" w:rsidRPr="00B556AC" w:rsidRDefault="002C7DAB" w:rsidP="0080261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556AC">
        <w:rPr>
          <w:sz w:val="28"/>
          <w:szCs w:val="28"/>
        </w:rPr>
        <w:t>школьный кабинет;</w:t>
      </w:r>
    </w:p>
    <w:p w:rsidR="002C7DAB" w:rsidRPr="00B556AC" w:rsidRDefault="002C7DAB" w:rsidP="0080261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556AC">
        <w:rPr>
          <w:sz w:val="28"/>
          <w:szCs w:val="28"/>
        </w:rPr>
        <w:t>оборудование кабинета: классная доска, столы и стулья для учащихся и педагога;</w:t>
      </w:r>
    </w:p>
    <w:p w:rsidR="002C7DAB" w:rsidRPr="00B556AC" w:rsidRDefault="002C7DAB" w:rsidP="0080261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556AC">
        <w:rPr>
          <w:sz w:val="28"/>
          <w:szCs w:val="28"/>
        </w:rPr>
        <w:t xml:space="preserve">технические средства обучения: компьютер, принтер, проектор, экран, колонки, фотоаппараты, дисковые накопители, флешки; программа  </w:t>
      </w:r>
      <w:r w:rsidRPr="00B556AC">
        <w:rPr>
          <w:sz w:val="28"/>
          <w:szCs w:val="28"/>
          <w:lang w:val="en-US"/>
        </w:rPr>
        <w:t>Publisher</w:t>
      </w:r>
      <w:r w:rsidRPr="00B556AC">
        <w:rPr>
          <w:sz w:val="28"/>
          <w:szCs w:val="28"/>
        </w:rPr>
        <w:t>;</w:t>
      </w:r>
    </w:p>
    <w:p w:rsidR="002C7DAB" w:rsidRPr="00B556AC" w:rsidRDefault="002C7DAB" w:rsidP="00802611">
      <w:pPr>
        <w:pStyle w:val="ListParagraph"/>
        <w:numPr>
          <w:ilvl w:val="0"/>
          <w:numId w:val="3"/>
        </w:numPr>
        <w:rPr>
          <w:sz w:val="28"/>
          <w:szCs w:val="28"/>
          <w:u w:val="single"/>
        </w:rPr>
      </w:pPr>
      <w:r w:rsidRPr="00B556AC">
        <w:rPr>
          <w:sz w:val="28"/>
          <w:szCs w:val="28"/>
        </w:rPr>
        <w:t>учебный комплект на каждого обучающегося: тетрадь, ручка, карандаш, фломастеры, маркеры, бумага А 4.</w:t>
      </w:r>
      <w:r w:rsidRPr="00B556AC">
        <w:rPr>
          <w:sz w:val="28"/>
          <w:szCs w:val="28"/>
        </w:rPr>
        <w:br/>
      </w:r>
    </w:p>
    <w:p w:rsidR="002C7DAB" w:rsidRPr="00B556AC" w:rsidRDefault="002C7DAB" w:rsidP="00802611">
      <w:pPr>
        <w:spacing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B556AC">
        <w:rPr>
          <w:rFonts w:ascii="Times New Roman" w:hAnsi="Times New Roman"/>
          <w:b/>
          <w:bCs/>
          <w:sz w:val="28"/>
          <w:szCs w:val="28"/>
          <w:u w:val="single"/>
        </w:rPr>
        <w:t>Формы аттестации</w:t>
      </w:r>
    </w:p>
    <w:p w:rsidR="002C7DAB" w:rsidRPr="00B556AC" w:rsidRDefault="002C7DAB" w:rsidP="00802611">
      <w:pPr>
        <w:spacing w:line="240" w:lineRule="auto"/>
        <w:rPr>
          <w:rFonts w:ascii="Times New Roman" w:hAnsi="Times New Roman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 xml:space="preserve">Подведение итогов по результатам освоения материалов данной программы может происходить в виде защиты творческих проектов, выставки работ по различным темам, проведение конкурсов,  тематических тестов, КВНов, ролевых игр.        </w:t>
      </w:r>
    </w:p>
    <w:p w:rsidR="002C7DAB" w:rsidRPr="00802611" w:rsidRDefault="002C7DAB" w:rsidP="0080261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02611">
        <w:rPr>
          <w:rFonts w:ascii="Times New Roman" w:hAnsi="Times New Roman"/>
          <w:sz w:val="24"/>
          <w:szCs w:val="24"/>
        </w:rPr>
        <w:br/>
      </w:r>
    </w:p>
    <w:p w:rsidR="002C7DAB" w:rsidRPr="00802611" w:rsidRDefault="002C7DAB" w:rsidP="00802611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802611">
        <w:rPr>
          <w:rFonts w:ascii="Times New Roman" w:hAnsi="Times New Roman"/>
          <w:b/>
          <w:bCs/>
          <w:sz w:val="24"/>
          <w:szCs w:val="24"/>
          <w:u w:val="single"/>
        </w:rPr>
        <w:t>2.3. Оценочные материалы</w:t>
      </w:r>
    </w:p>
    <w:tbl>
      <w:tblPr>
        <w:tblW w:w="0" w:type="auto"/>
        <w:tblLayout w:type="fixed"/>
        <w:tblLook w:val="01E0"/>
      </w:tblPr>
      <w:tblGrid>
        <w:gridCol w:w="2160"/>
        <w:gridCol w:w="1800"/>
        <w:gridCol w:w="2340"/>
        <w:gridCol w:w="1440"/>
        <w:gridCol w:w="1575"/>
      </w:tblGrid>
      <w:tr w:rsidR="002C7DAB" w:rsidRPr="00802611" w:rsidTr="1C7A2DA4">
        <w:trPr>
          <w:trHeight w:val="390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Степень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99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Возмож-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Методы</w:t>
            </w:r>
          </w:p>
        </w:tc>
      </w:tr>
      <w:tr w:rsidR="002C7DAB" w:rsidRPr="00802611" w:rsidTr="1C7A2DA4">
        <w:trPr>
          <w:trHeight w:val="480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4"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(оцениваемые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выраженности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4"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ное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4"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диагностик</w:t>
            </w:r>
          </w:p>
        </w:tc>
      </w:tr>
      <w:tr w:rsidR="002C7DAB" w:rsidRPr="00802611" w:rsidTr="1C7A2DA4">
        <w:trPr>
          <w:trHeight w:val="480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5"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параметры)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5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оцениваемого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5"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количеств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5"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2C7DAB" w:rsidRPr="00802611" w:rsidTr="1C7A2DA4">
        <w:trPr>
          <w:trHeight w:val="555"/>
        </w:trPr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качества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4"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 баллов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80"/>
        </w:trPr>
        <w:tc>
          <w:tcPr>
            <w:tcW w:w="931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2210" w:right="2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Теоретическая подготовка обучающихся</w:t>
            </w:r>
          </w:p>
        </w:tc>
      </w:tr>
      <w:tr w:rsidR="002C7DAB" w:rsidRPr="00802611" w:rsidTr="1C7A2DA4">
        <w:trPr>
          <w:trHeight w:val="390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before="5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ind w:left="109" w:right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Соответстви е</w:t>
            </w:r>
          </w:p>
          <w:p w:rsidR="002C7DAB" w:rsidRPr="00802611" w:rsidRDefault="002C7DAB" w:rsidP="00802611">
            <w:pPr>
              <w:spacing w:after="0" w:line="240" w:lineRule="auto"/>
              <w:ind w:left="118" w:right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теоретическ их знаний программны м требованиям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550"/>
              </w:tabs>
              <w:spacing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-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минимальный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0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(обучающийся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овладел менее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856"/>
                <w:tab w:val="left" w:pos="1382"/>
              </w:tabs>
              <w:spacing w:before="70"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чем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½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объема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0" w:after="0" w:line="240" w:lineRule="auto"/>
              <w:ind w:left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знаний,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предусмотренны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945"/>
        </w:trPr>
        <w:tc>
          <w:tcPr>
            <w:tcW w:w="216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1676"/>
              </w:tabs>
              <w:spacing w:before="163" w:after="0" w:line="240" w:lineRule="auto"/>
              <w:ind w:left="107" w:right="95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Теоретические знания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(по</w:t>
            </w: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2C7DAB" w:rsidRPr="00802611" w:rsidRDefault="002C7DAB" w:rsidP="00802611">
            <w:pPr>
              <w:spacing w:before="161"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программой);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300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5" w:after="0" w:line="240" w:lineRule="auto"/>
              <w:ind w:left="108" w:right="88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- средний уровень (объем</w:t>
            </w:r>
          </w:p>
          <w:p w:rsidR="002C7DAB" w:rsidRPr="00802611" w:rsidRDefault="002C7DAB" w:rsidP="00802611">
            <w:pPr>
              <w:spacing w:after="0" w:line="240" w:lineRule="auto"/>
              <w:ind w:left="108" w:right="915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усвоенных знаний</w:t>
            </w:r>
          </w:p>
          <w:p w:rsidR="002C7DAB" w:rsidRPr="00802611" w:rsidRDefault="002C7DAB" w:rsidP="00802611">
            <w:pPr>
              <w:spacing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составляет более</w:t>
            </w:r>
          </w:p>
          <w:p w:rsidR="002C7DAB" w:rsidRPr="00802611" w:rsidRDefault="002C7DAB" w:rsidP="00802611">
            <w:pPr>
              <w:spacing w:before="160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½);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1"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основным</w:t>
            </w: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разделам</w:t>
            </w: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174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Наблюден</w:t>
            </w: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учебно-</w:t>
            </w: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79" w:right="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тематического</w:t>
            </w: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плана</w:t>
            </w: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300"/>
        </w:trPr>
        <w:tc>
          <w:tcPr>
            <w:tcW w:w="216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0"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программы)</w:t>
            </w: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466"/>
              </w:tabs>
              <w:spacing w:before="74"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-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максимальный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0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(обучающийся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94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0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освоил</w:t>
            </w:r>
          </w:p>
          <w:p w:rsidR="002C7DAB" w:rsidRPr="00802611" w:rsidRDefault="002C7DAB" w:rsidP="00802611">
            <w:pPr>
              <w:spacing w:before="160"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практически весь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ind w:left="561" w:right="5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1331"/>
              </w:tabs>
              <w:spacing w:before="70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объем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знаний,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предусмотренны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555"/>
        </w:trPr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7DAB" w:rsidRPr="00802611" w:rsidRDefault="002C7DAB" w:rsidP="00802611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tbl>
      <w:tblPr>
        <w:tblW w:w="0" w:type="auto"/>
        <w:tblLayout w:type="fixed"/>
        <w:tblLook w:val="01E0"/>
      </w:tblPr>
      <w:tblGrid>
        <w:gridCol w:w="2160"/>
        <w:gridCol w:w="1800"/>
        <w:gridCol w:w="2340"/>
        <w:gridCol w:w="1440"/>
        <w:gridCol w:w="1575"/>
      </w:tblGrid>
      <w:tr w:rsidR="002C7DAB" w:rsidRPr="00802611" w:rsidTr="1C7A2DA4">
        <w:trPr>
          <w:trHeight w:val="1920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07" w:right="352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Показатели (оцениваемые параметры)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08" w:right="475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Степень выраженности оцениваемого</w:t>
            </w:r>
          </w:p>
          <w:p w:rsidR="002C7DAB" w:rsidRPr="00802611" w:rsidRDefault="002C7DAB" w:rsidP="00802611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качества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11" w:right="277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Возмож- ное</w:t>
            </w:r>
          </w:p>
          <w:p w:rsidR="002C7DAB" w:rsidRPr="00802611" w:rsidRDefault="002C7DAB" w:rsidP="00802611">
            <w:pPr>
              <w:spacing w:after="0" w:line="240" w:lineRule="auto"/>
              <w:ind w:left="111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количеств</w:t>
            </w:r>
          </w:p>
          <w:p w:rsidR="002C7DAB" w:rsidRPr="00802611" w:rsidRDefault="002C7DAB" w:rsidP="00802611">
            <w:pPr>
              <w:spacing w:before="150" w:after="0" w:line="240" w:lineRule="auto"/>
              <w:ind w:left="111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 баллов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09" w:right="93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Методы диагностик и</w:t>
            </w:r>
          </w:p>
        </w:tc>
      </w:tr>
      <w:tr w:rsidR="002C7DAB" w:rsidRPr="00802611" w:rsidTr="1C7A2DA4">
        <w:trPr>
          <w:trHeight w:val="1620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2000"/>
              </w:tabs>
              <w:spacing w:after="0" w:line="240" w:lineRule="auto"/>
              <w:ind w:left="108" w:right="95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программой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за конкретный</w:t>
            </w:r>
          </w:p>
          <w:p w:rsidR="002C7DAB" w:rsidRPr="00802611" w:rsidRDefault="002C7DAB" w:rsidP="00802611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период).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390"/>
        </w:trPr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before="9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Владение</w:t>
            </w:r>
          </w:p>
          <w:p w:rsidR="002C7DAB" w:rsidRPr="00802611" w:rsidRDefault="002C7DAB" w:rsidP="00802611">
            <w:pPr>
              <w:spacing w:before="161" w:after="0" w:line="240" w:lineRule="auto"/>
              <w:ind w:left="165" w:right="162" w:hanging="5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специальной терминологией</w:t>
            </w:r>
          </w:p>
          <w:p w:rsidR="002C7DAB" w:rsidRPr="00802611" w:rsidRDefault="002C7DAB" w:rsidP="00802611">
            <w:pPr>
              <w:spacing w:after="0" w:line="240" w:lineRule="auto"/>
              <w:ind w:left="407" w:right="395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по тематике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550"/>
              </w:tabs>
              <w:spacing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-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минимальный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5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(обучающийся,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94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как правило,</w:t>
            </w:r>
          </w:p>
          <w:p w:rsidR="002C7DAB" w:rsidRPr="00802611" w:rsidRDefault="002C7DAB" w:rsidP="00802611">
            <w:pPr>
              <w:spacing w:before="160"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избегает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4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before="1" w:after="0" w:line="240" w:lineRule="auto"/>
              <w:ind w:right="64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употреблять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830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5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ind w:left="233" w:right="2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Осмыслен- ность и Правиль- ность</w:t>
            </w:r>
          </w:p>
          <w:p w:rsidR="002C7DAB" w:rsidRPr="00802611" w:rsidRDefault="002C7DAB" w:rsidP="00802611">
            <w:pPr>
              <w:spacing w:before="1" w:after="0" w:line="240" w:lineRule="auto"/>
              <w:ind w:left="110" w:right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Использова- ния</w:t>
            </w:r>
          </w:p>
          <w:p w:rsidR="002C7DAB" w:rsidRPr="00802611" w:rsidRDefault="002C7DAB" w:rsidP="00802611">
            <w:pPr>
              <w:spacing w:before="1" w:after="0" w:line="240" w:lineRule="auto"/>
              <w:ind w:left="130" w:right="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специальной терминоло- гии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 w:right="649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специальные термины);</w:t>
            </w:r>
          </w:p>
          <w:p w:rsidR="002C7DAB" w:rsidRPr="00802611" w:rsidRDefault="002C7DAB" w:rsidP="00802611">
            <w:pPr>
              <w:pStyle w:val="ListParagraph"/>
              <w:numPr>
                <w:ilvl w:val="0"/>
                <w:numId w:val="2"/>
              </w:numPr>
              <w:tabs>
                <w:tab w:val="left" w:pos="246"/>
              </w:tabs>
              <w:spacing w:before="4"/>
              <w:ind w:left="108" w:right="94" w:hanging="10"/>
            </w:pPr>
            <w:r w:rsidRPr="00802611">
              <w:t>средний уровень (обучающийся</w:t>
            </w:r>
          </w:p>
          <w:p w:rsidR="002C7DAB" w:rsidRPr="00802611" w:rsidRDefault="002C7DAB" w:rsidP="00802611">
            <w:pPr>
              <w:spacing w:before="2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сочетает</w:t>
            </w:r>
          </w:p>
          <w:p w:rsidR="002C7DAB" w:rsidRPr="00802611" w:rsidRDefault="002C7DAB" w:rsidP="00802611">
            <w:pPr>
              <w:tabs>
                <w:tab w:val="left" w:pos="2108"/>
              </w:tabs>
              <w:spacing w:before="160" w:after="0" w:line="240" w:lineRule="auto"/>
              <w:ind w:left="98" w:right="95" w:firstLine="9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специальную терминологию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с бытовой);</w:t>
            </w:r>
          </w:p>
          <w:p w:rsidR="002C7DAB" w:rsidRPr="00802611" w:rsidRDefault="002C7DAB" w:rsidP="00802611">
            <w:pPr>
              <w:pStyle w:val="ListParagraph"/>
              <w:numPr>
                <w:ilvl w:val="0"/>
                <w:numId w:val="2"/>
              </w:numPr>
              <w:tabs>
                <w:tab w:val="left" w:pos="467"/>
              </w:tabs>
              <w:spacing w:before="11"/>
              <w:ind w:left="466" w:hanging="369"/>
            </w:pPr>
            <w:r w:rsidRPr="00802611">
              <w:t>максимальный</w:t>
            </w:r>
          </w:p>
          <w:p w:rsidR="002C7DAB" w:rsidRPr="00802611" w:rsidRDefault="002C7DAB" w:rsidP="00802611">
            <w:pPr>
              <w:spacing w:before="160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before="178" w:after="0" w:line="240" w:lineRule="auto"/>
              <w:ind w:right="64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before="7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ind w:left="79" w:right="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Собеседова</w:t>
            </w:r>
          </w:p>
          <w:p w:rsidR="002C7DAB" w:rsidRPr="00802611" w:rsidRDefault="002C7DAB" w:rsidP="00802611">
            <w:pPr>
              <w:spacing w:before="161" w:after="0" w:line="240" w:lineRule="auto"/>
              <w:ind w:left="79" w:right="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-ние</w:t>
            </w: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(специальные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94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термины</w:t>
            </w:r>
          </w:p>
          <w:p w:rsidR="002C7DAB" w:rsidRPr="00802611" w:rsidRDefault="002C7DAB" w:rsidP="00802611">
            <w:pPr>
              <w:spacing w:before="163"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употребляет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ind w:right="57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1642"/>
                <w:tab w:val="left" w:pos="2100"/>
              </w:tabs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осознанно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в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полном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555"/>
        </w:trPr>
        <w:tc>
          <w:tcPr>
            <w:tcW w:w="2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соответствии с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before="3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ind w:left="5" w:right="-72"/>
              <w:rPr>
                <w:rFonts w:ascii="Times New Roman" w:hAnsi="Times New Roman"/>
                <w:sz w:val="24"/>
                <w:szCs w:val="24"/>
              </w:rPr>
            </w:pPr>
            <w:r w:rsidRPr="00E174C8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i1026" type="#_x0000_t75" style="width:79.5pt;height:1.5pt;visibility:visible">
                  <v:imagedata r:id="rId7" o:title=""/>
                </v:shape>
              </w:pict>
            </w:r>
          </w:p>
        </w:tc>
      </w:tr>
    </w:tbl>
    <w:p w:rsidR="002C7DAB" w:rsidRPr="00802611" w:rsidRDefault="002C7DAB" w:rsidP="0080261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2160"/>
        <w:gridCol w:w="1800"/>
        <w:gridCol w:w="2340"/>
        <w:gridCol w:w="1440"/>
        <w:gridCol w:w="1575"/>
      </w:tblGrid>
      <w:tr w:rsidR="002C7DAB" w:rsidRPr="00802611" w:rsidTr="1C7A2DA4">
        <w:trPr>
          <w:trHeight w:val="1920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07" w:right="352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Показатели (оцениваемые параметры)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08" w:right="477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Степень выраженности оцениваемого</w:t>
            </w:r>
          </w:p>
          <w:p w:rsidR="002C7DAB" w:rsidRPr="00802611" w:rsidRDefault="002C7DAB" w:rsidP="00802611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качества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09" w:right="276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Возмож- ное</w:t>
            </w:r>
          </w:p>
          <w:p w:rsidR="002C7DAB" w:rsidRPr="00802611" w:rsidRDefault="002C7DAB" w:rsidP="00802611">
            <w:pPr>
              <w:spacing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количеств</w:t>
            </w:r>
          </w:p>
          <w:p w:rsidR="002C7DAB" w:rsidRPr="00802611" w:rsidRDefault="002C7DAB" w:rsidP="00802611">
            <w:pPr>
              <w:spacing w:before="150"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 баллов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10" w:right="92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Методы диагностик и</w:t>
            </w:r>
          </w:p>
        </w:tc>
      </w:tr>
      <w:tr w:rsidR="002C7DAB" w:rsidRPr="00802611" w:rsidTr="1C7A2DA4">
        <w:trPr>
          <w:trHeight w:val="1380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их содержанием).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80"/>
        </w:trPr>
        <w:tc>
          <w:tcPr>
            <w:tcW w:w="931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2209" w:right="2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Практическая подготовка обучающихся</w:t>
            </w:r>
          </w:p>
        </w:tc>
      </w:tr>
      <w:tr w:rsidR="002C7DAB" w:rsidRPr="00802611" w:rsidTr="1C7A2DA4">
        <w:trPr>
          <w:trHeight w:val="390"/>
        </w:trPr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before="1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before="1" w:after="0" w:line="240" w:lineRule="auto"/>
              <w:ind w:left="107" w:right="355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Практические умения и</w:t>
            </w:r>
          </w:p>
          <w:p w:rsidR="002C7DAB" w:rsidRPr="00802611" w:rsidRDefault="002C7DAB" w:rsidP="00802611">
            <w:pPr>
              <w:spacing w:after="0" w:line="240" w:lineRule="auto"/>
              <w:ind w:left="170" w:right="160" w:hanging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навыки, предусмотренн ые</w:t>
            </w:r>
          </w:p>
          <w:p w:rsidR="002C7DAB" w:rsidRPr="00802611" w:rsidRDefault="002C7DAB" w:rsidP="00802611">
            <w:pPr>
              <w:spacing w:after="0" w:line="240" w:lineRule="auto"/>
              <w:ind w:left="124" w:right="1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программой (по основным</w:t>
            </w:r>
          </w:p>
          <w:p w:rsidR="002C7DAB" w:rsidRPr="00802611" w:rsidRDefault="002C7DAB" w:rsidP="00802611">
            <w:pPr>
              <w:spacing w:after="0" w:line="240" w:lineRule="auto"/>
              <w:ind w:left="534" w:right="5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разделам учебно-</w:t>
            </w:r>
          </w:p>
          <w:p w:rsidR="002C7DAB" w:rsidRPr="00802611" w:rsidRDefault="002C7DAB" w:rsidP="00802611">
            <w:pPr>
              <w:spacing w:after="0" w:line="240" w:lineRule="auto"/>
              <w:ind w:left="124" w:right="1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тематического плана</w:t>
            </w:r>
          </w:p>
          <w:p w:rsidR="002C7DAB" w:rsidRPr="00802611" w:rsidRDefault="002C7DAB" w:rsidP="00802611">
            <w:pPr>
              <w:spacing w:after="0" w:line="240" w:lineRule="auto"/>
              <w:ind w:left="124" w:right="1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программы)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550"/>
              </w:tabs>
              <w:spacing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-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минимальный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5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(обучающийся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94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овладел менее</w:t>
            </w:r>
          </w:p>
          <w:p w:rsidR="002C7DAB" w:rsidRPr="00802611" w:rsidRDefault="002C7DAB" w:rsidP="00802611">
            <w:pPr>
              <w:tabs>
                <w:tab w:val="left" w:pos="2023"/>
              </w:tabs>
              <w:spacing w:before="160"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чем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½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ind w:right="64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5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предусмотрен-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830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5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ind w:left="112" w:right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Соответст- вие</w:t>
            </w:r>
          </w:p>
          <w:p w:rsidR="002C7DAB" w:rsidRPr="00802611" w:rsidRDefault="002C7DAB" w:rsidP="00802611">
            <w:pPr>
              <w:spacing w:after="0" w:line="240" w:lineRule="auto"/>
              <w:ind w:left="204" w:right="195" w:hanging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Практичес- ких умений и</w:t>
            </w:r>
          </w:p>
          <w:p w:rsidR="002C7DAB" w:rsidRPr="00802611" w:rsidRDefault="002C7DAB" w:rsidP="00802611">
            <w:pPr>
              <w:spacing w:after="0" w:line="240" w:lineRule="auto"/>
              <w:ind w:left="358" w:right="347"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навыков програм- мным</w:t>
            </w:r>
          </w:p>
          <w:p w:rsidR="002C7DAB" w:rsidRPr="00802611" w:rsidRDefault="002C7DAB" w:rsidP="00802611">
            <w:pPr>
              <w:spacing w:before="1" w:after="0" w:line="240" w:lineRule="auto"/>
              <w:ind w:left="109" w:right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требованиям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889"/>
                <w:tab w:val="left" w:pos="2081"/>
              </w:tabs>
              <w:spacing w:before="64" w:after="0" w:line="240" w:lineRule="auto"/>
              <w:ind w:left="108" w:righ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умений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и навыков);</w:t>
            </w:r>
          </w:p>
          <w:p w:rsidR="002C7DAB" w:rsidRPr="00802611" w:rsidRDefault="002C7DAB" w:rsidP="00802611">
            <w:pPr>
              <w:pStyle w:val="ListParagraph"/>
              <w:numPr>
                <w:ilvl w:val="0"/>
                <w:numId w:val="1"/>
              </w:numPr>
              <w:tabs>
                <w:tab w:val="left" w:pos="246"/>
              </w:tabs>
              <w:spacing w:before="11"/>
              <w:ind w:left="108" w:right="96" w:hanging="10"/>
            </w:pPr>
            <w:r w:rsidRPr="00802611">
              <w:t>средний уровень (объем</w:t>
            </w:r>
          </w:p>
          <w:p w:rsidR="002C7DAB" w:rsidRPr="00802611" w:rsidRDefault="002C7DAB" w:rsidP="00802611">
            <w:pPr>
              <w:spacing w:after="0" w:line="240" w:lineRule="auto"/>
              <w:ind w:left="98" w:right="916" w:firstLine="9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усвоенных умений и навыков</w:t>
            </w:r>
          </w:p>
          <w:p w:rsidR="002C7DAB" w:rsidRPr="00802611" w:rsidRDefault="002C7DAB" w:rsidP="00802611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составляет более</w:t>
            </w:r>
          </w:p>
          <w:p w:rsidR="002C7DAB" w:rsidRPr="00802611" w:rsidRDefault="002C7DAB" w:rsidP="00802611">
            <w:pPr>
              <w:spacing w:before="160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½);</w:t>
            </w:r>
          </w:p>
          <w:p w:rsidR="002C7DAB" w:rsidRPr="00802611" w:rsidRDefault="002C7DAB" w:rsidP="00802611">
            <w:pPr>
              <w:pStyle w:val="ListParagraph"/>
              <w:numPr>
                <w:ilvl w:val="0"/>
                <w:numId w:val="1"/>
              </w:numPr>
              <w:tabs>
                <w:tab w:val="left" w:pos="467"/>
              </w:tabs>
              <w:spacing w:before="170"/>
              <w:ind w:left="466" w:hanging="369"/>
            </w:pPr>
            <w:r w:rsidRPr="00802611">
              <w:t>максимальный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before="4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ind w:right="64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before="5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before="1" w:after="0" w:line="240" w:lineRule="auto"/>
              <w:ind w:left="79" w:right="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Демонстра</w:t>
            </w:r>
          </w:p>
          <w:p w:rsidR="002C7DAB" w:rsidRPr="00802611" w:rsidRDefault="002C7DAB" w:rsidP="00802611">
            <w:pPr>
              <w:spacing w:before="160" w:after="0" w:line="240" w:lineRule="auto"/>
              <w:ind w:left="162" w:right="141"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-ция выполнен- ной</w:t>
            </w:r>
          </w:p>
          <w:p w:rsidR="002C7DAB" w:rsidRPr="00802611" w:rsidRDefault="002C7DAB" w:rsidP="00802611">
            <w:pPr>
              <w:spacing w:after="0" w:line="240" w:lineRule="auto"/>
              <w:ind w:left="119" w:right="99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практичес- кой работы</w:t>
            </w: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5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(обучающийся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овладел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практически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1038"/>
              </w:tabs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всеми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умениями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555"/>
        </w:trPr>
        <w:tc>
          <w:tcPr>
            <w:tcW w:w="2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5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и навыками,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1920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07" w:right="352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Показатели (оцениваемые параметры)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08" w:right="477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Степень выраженности оцениваемого</w:t>
            </w:r>
          </w:p>
          <w:p w:rsidR="002C7DAB" w:rsidRPr="00802611" w:rsidRDefault="002C7DAB" w:rsidP="00802611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качества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09" w:right="276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Возмож- ное</w:t>
            </w:r>
          </w:p>
          <w:p w:rsidR="002C7DAB" w:rsidRPr="00802611" w:rsidRDefault="002C7DAB" w:rsidP="00802611">
            <w:pPr>
              <w:spacing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количеств</w:t>
            </w:r>
          </w:p>
          <w:p w:rsidR="002C7DAB" w:rsidRPr="00802611" w:rsidRDefault="002C7DAB" w:rsidP="00802611">
            <w:pPr>
              <w:spacing w:before="150"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 баллов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10" w:right="92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Методы диагностик и</w:t>
            </w:r>
          </w:p>
        </w:tc>
      </w:tr>
      <w:tr w:rsidR="002C7DAB" w:rsidRPr="00802611" w:rsidTr="1C7A2DA4">
        <w:trPr>
          <w:trHeight w:val="1920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08" w:right="84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предусмотренны ми программой за конкретный</w:t>
            </w:r>
          </w:p>
          <w:p w:rsidR="002C7DAB" w:rsidRPr="00802611" w:rsidRDefault="002C7DAB" w:rsidP="00802611">
            <w:pPr>
              <w:spacing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период).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390"/>
        </w:trPr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before="9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ind w:left="107" w:right="647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Творческие навыки</w:t>
            </w:r>
          </w:p>
          <w:p w:rsidR="002C7DAB" w:rsidRPr="00802611" w:rsidRDefault="002C7DAB" w:rsidP="00802611">
            <w:pPr>
              <w:spacing w:after="0" w:line="240" w:lineRule="auto"/>
              <w:ind w:left="225" w:right="2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(творческое отношение к делу и умение воплотить его в готовом продукте)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-начальный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(элементарный)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уровень развития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5"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креативности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(обучающийся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выполнил проект,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right="64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выполнив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простейшие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5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4" w:after="0" w:line="240" w:lineRule="auto"/>
              <w:ind w:left="79" w:right="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Демонстра</w:t>
            </w: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35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Креатив-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59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9" w:after="0" w:line="240" w:lineRule="auto"/>
              <w:ind w:left="7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-ция</w:t>
            </w: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8" w:after="0" w:line="240" w:lineRule="auto"/>
              <w:ind w:left="466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ность в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59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педагога);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8" w:after="0" w:line="240" w:lineRule="auto"/>
              <w:ind w:left="79" w:righ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Выполнен-</w:t>
            </w: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5" w:after="0" w:line="240" w:lineRule="auto"/>
              <w:ind w:left="156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выполнении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5"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5" w:after="0" w:line="240" w:lineRule="auto"/>
              <w:ind w:left="79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ной</w:t>
            </w: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репродуктивный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79"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практичес-</w:t>
            </w: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1326"/>
              </w:tabs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уровень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(проект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79"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кой работы</w:t>
            </w:r>
          </w:p>
        </w:tc>
      </w:tr>
      <w:tr w:rsidR="002C7DAB" w:rsidRPr="00802611" w:rsidTr="1C7A2DA4">
        <w:trPr>
          <w:trHeight w:val="94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2101"/>
              </w:tabs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выполнен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в</w:t>
            </w:r>
          </w:p>
          <w:p w:rsidR="002C7DAB" w:rsidRPr="00802611" w:rsidRDefault="002C7DAB" w:rsidP="00802611">
            <w:pPr>
              <w:tabs>
                <w:tab w:val="left" w:pos="1959"/>
              </w:tabs>
              <w:spacing w:before="162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основном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на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7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DAB" w:rsidRPr="00802611" w:rsidRDefault="002C7DAB" w:rsidP="00802611">
            <w:pPr>
              <w:spacing w:after="0" w:line="240" w:lineRule="auto"/>
              <w:ind w:right="64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основе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практических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работ);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874"/>
              </w:tabs>
              <w:spacing w:before="70" w:after="0" w:line="240" w:lineRule="auto"/>
              <w:ind w:left="9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-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творческий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465"/>
        </w:trPr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1326"/>
              </w:tabs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уровень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(проект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before="64"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555"/>
        </w:trPr>
        <w:tc>
          <w:tcPr>
            <w:tcW w:w="2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7DAB" w:rsidRPr="00802611" w:rsidRDefault="002C7DAB" w:rsidP="00802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tabs>
                <w:tab w:val="left" w:pos="2108"/>
              </w:tabs>
              <w:spacing w:before="64"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выполнен</w:t>
            </w:r>
            <w:r w:rsidRPr="00802611">
              <w:rPr>
                <w:rFonts w:ascii="Times New Roman" w:hAnsi="Times New Roman"/>
                <w:sz w:val="24"/>
                <w:szCs w:val="24"/>
              </w:rPr>
              <w:tab/>
              <w:t>с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DAB" w:rsidRPr="00802611" w:rsidTr="1C7A2DA4">
        <w:trPr>
          <w:trHeight w:val="1920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07" w:right="352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Показатели (оцениваемые параметры)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08" w:right="477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Степень выраженности оцениваемого</w:t>
            </w:r>
          </w:p>
          <w:p w:rsidR="002C7DAB" w:rsidRPr="00802611" w:rsidRDefault="002C7DAB" w:rsidP="00802611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качества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09" w:right="276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Возмож- ное</w:t>
            </w:r>
          </w:p>
          <w:p w:rsidR="002C7DAB" w:rsidRPr="00802611" w:rsidRDefault="002C7DAB" w:rsidP="00802611">
            <w:pPr>
              <w:spacing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количеств</w:t>
            </w:r>
          </w:p>
          <w:p w:rsidR="002C7DAB" w:rsidRPr="00802611" w:rsidRDefault="002C7DAB" w:rsidP="00802611">
            <w:pPr>
              <w:spacing w:before="150"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о баллов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10" w:right="92" w:hanging="10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Методы диагностик и</w:t>
            </w:r>
          </w:p>
        </w:tc>
      </w:tr>
      <w:tr w:rsidR="002C7DAB" w:rsidRPr="00802611" w:rsidTr="1C7A2DA4">
        <w:trPr>
          <w:trHeight w:val="2895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максимально возможными улучшениями на основе пройденного</w:t>
            </w:r>
          </w:p>
          <w:p w:rsidR="002C7DAB" w:rsidRPr="00802611" w:rsidRDefault="002C7DAB" w:rsidP="00802611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802611">
              <w:rPr>
                <w:rFonts w:ascii="Times New Roman" w:hAnsi="Times New Roman"/>
                <w:sz w:val="24"/>
                <w:szCs w:val="24"/>
              </w:rPr>
              <w:t>материала).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DAB" w:rsidRPr="00802611" w:rsidRDefault="002C7DAB" w:rsidP="00802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7DAB" w:rsidRPr="00802611" w:rsidRDefault="002C7DAB" w:rsidP="00802611">
      <w:pPr>
        <w:spacing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</w:p>
    <w:p w:rsidR="002C7DAB" w:rsidRDefault="002C7DAB" w:rsidP="0080261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C7DAB" w:rsidRPr="00B556AC" w:rsidRDefault="002C7DAB" w:rsidP="0080261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>Кадровое обеспечение программы</w:t>
      </w:r>
      <w:r w:rsidRPr="00B556AC">
        <w:rPr>
          <w:rFonts w:ascii="Times New Roman" w:hAnsi="Times New Roman"/>
          <w:color w:val="000000"/>
          <w:sz w:val="28"/>
          <w:szCs w:val="28"/>
        </w:rPr>
        <w:t xml:space="preserve"> – Программу реализует </w:t>
      </w:r>
      <w:r w:rsidRPr="00B556AC">
        <w:rPr>
          <w:rFonts w:ascii="Times New Roman" w:hAnsi="Times New Roman"/>
          <w:sz w:val="28"/>
          <w:szCs w:val="28"/>
        </w:rPr>
        <w:br/>
      </w:r>
      <w:r w:rsidRPr="00B556AC">
        <w:rPr>
          <w:rFonts w:ascii="Times New Roman" w:hAnsi="Times New Roman"/>
          <w:color w:val="000000"/>
          <w:sz w:val="28"/>
          <w:szCs w:val="28"/>
        </w:rPr>
        <w:t>Кузнецова Марина Николаевна, педагог дополнительного образования  высшей квалификационной категории, стаж педагогической работы – 23года. Курсы повышения квалификации  2020 год.</w:t>
      </w:r>
    </w:p>
    <w:p w:rsidR="002C7DAB" w:rsidRPr="00B556AC" w:rsidRDefault="002C7DAB" w:rsidP="00530457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>Информационное обеспечение:</w:t>
      </w:r>
    </w:p>
    <w:p w:rsidR="002C7DAB" w:rsidRPr="00B556AC" w:rsidRDefault="002C7DAB" w:rsidP="00530457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556AC">
        <w:rPr>
          <w:rFonts w:ascii="Times New Roman" w:hAnsi="Times New Roman"/>
          <w:color w:val="000000"/>
          <w:sz w:val="28"/>
          <w:szCs w:val="28"/>
        </w:rPr>
        <w:t>Методическое обеспечение (программа, наглядные пособия, технологические карты, инструкции, рекомендации)</w:t>
      </w:r>
      <w:r w:rsidRPr="00B556AC">
        <w:rPr>
          <w:rFonts w:ascii="Times New Roman" w:hAnsi="Times New Roman"/>
          <w:sz w:val="28"/>
          <w:szCs w:val="28"/>
        </w:rPr>
        <w:br/>
      </w:r>
      <w:r w:rsidRPr="00B556AC">
        <w:rPr>
          <w:rFonts w:ascii="Times New Roman" w:hAnsi="Times New Roman"/>
          <w:color w:val="000000"/>
          <w:sz w:val="28"/>
          <w:szCs w:val="28"/>
        </w:rPr>
        <w:t xml:space="preserve"> Презентации</w:t>
      </w:r>
      <w:r w:rsidRPr="00B556AC">
        <w:rPr>
          <w:rFonts w:ascii="Times New Roman" w:hAnsi="Times New Roman"/>
          <w:sz w:val="28"/>
          <w:szCs w:val="28"/>
        </w:rPr>
        <w:br/>
      </w:r>
      <w:r w:rsidRPr="00B556AC">
        <w:rPr>
          <w:rFonts w:ascii="Times New Roman" w:hAnsi="Times New Roman"/>
          <w:color w:val="000000"/>
          <w:sz w:val="28"/>
          <w:szCs w:val="28"/>
        </w:rPr>
        <w:t xml:space="preserve"> Видеофильмы</w:t>
      </w:r>
    </w:p>
    <w:p w:rsidR="002C7DAB" w:rsidRPr="00B556AC" w:rsidRDefault="002C7DAB" w:rsidP="0080261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7DAB" w:rsidRPr="00B556AC" w:rsidRDefault="002C7DAB" w:rsidP="00802611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>Дистанционные образовательные технологии</w:t>
      </w:r>
    </w:p>
    <w:p w:rsidR="002C7DAB" w:rsidRPr="00B556AC" w:rsidRDefault="002C7DAB" w:rsidP="0080261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color w:val="000000"/>
          <w:sz w:val="28"/>
          <w:szCs w:val="28"/>
        </w:rPr>
        <w:t>Реализация программы возможна с применением дистанционных технологий  в ходе педагогического процесса, при котором целенаправленное опосредованное взаимодействие обучающего и педагога осуществляется вне зависимости  от места их нахождения  на основе педагогически  организованных информационных  технологий. Основу образовательного процесса  составляет целенаправленная и контролируемая  интенсивная самостоятельная работа ребенка, который может учиться в удобном для себя месте, по расписанию, имея при себе комплект специальных средств обучения и согласованную возможность контакта с педагогом.</w:t>
      </w:r>
    </w:p>
    <w:p w:rsidR="002C7DAB" w:rsidRPr="00B556AC" w:rsidRDefault="002C7DAB" w:rsidP="00802611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>Платформы для проведения видеоконференций:</w:t>
      </w:r>
      <w:r w:rsidRPr="00B556AC">
        <w:rPr>
          <w:rFonts w:ascii="Times New Roman" w:hAnsi="Times New Roman"/>
          <w:sz w:val="28"/>
          <w:szCs w:val="28"/>
        </w:rPr>
        <w:br/>
      </w: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>Zoom</w:t>
      </w:r>
      <w:r w:rsidRPr="00B556AC">
        <w:rPr>
          <w:rFonts w:ascii="Times New Roman" w:hAnsi="Times New Roman"/>
          <w:sz w:val="28"/>
          <w:szCs w:val="28"/>
        </w:rPr>
        <w:br/>
      </w: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>Discord</w:t>
      </w:r>
    </w:p>
    <w:p w:rsidR="002C7DAB" w:rsidRPr="00B556AC" w:rsidRDefault="002C7DAB" w:rsidP="00802611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>Средства для проведения учебных коммуникаций:</w:t>
      </w:r>
      <w:r w:rsidRPr="00B556AC">
        <w:rPr>
          <w:rFonts w:ascii="Times New Roman" w:hAnsi="Times New Roman"/>
          <w:sz w:val="28"/>
          <w:szCs w:val="28"/>
        </w:rPr>
        <w:br/>
      </w:r>
      <w:r w:rsidRPr="00B556AC">
        <w:rPr>
          <w:rFonts w:ascii="Times New Roman" w:hAnsi="Times New Roman"/>
          <w:b/>
          <w:bCs/>
          <w:color w:val="000000"/>
          <w:sz w:val="28"/>
          <w:szCs w:val="28"/>
        </w:rPr>
        <w:t>Мессенджеры(</w:t>
      </w:r>
      <w:r w:rsidRPr="00B556AC">
        <w:rPr>
          <w:rFonts w:ascii="Times New Roman" w:hAnsi="Times New Roman"/>
          <w:color w:val="000000"/>
          <w:sz w:val="28"/>
          <w:szCs w:val="28"/>
        </w:rPr>
        <w:t>Вайбер, Ватс Ап)</w:t>
      </w:r>
      <w:r w:rsidRPr="00B556AC">
        <w:rPr>
          <w:rFonts w:ascii="Times New Roman" w:hAnsi="Times New Roman"/>
          <w:sz w:val="28"/>
          <w:szCs w:val="28"/>
        </w:rPr>
        <w:br/>
      </w:r>
      <w:r w:rsidRPr="00B556AC">
        <w:rPr>
          <w:rFonts w:ascii="Times New Roman" w:hAnsi="Times New Roman"/>
          <w:color w:val="000000"/>
          <w:sz w:val="28"/>
          <w:szCs w:val="28"/>
        </w:rPr>
        <w:t>Облачные сервисы (Яндекс, Майл, Гугл)</w:t>
      </w:r>
    </w:p>
    <w:p w:rsidR="002C7DAB" w:rsidRPr="00B556AC" w:rsidRDefault="002C7DAB" w:rsidP="0080261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7DAB" w:rsidRPr="00B556AC" w:rsidRDefault="002C7DAB" w:rsidP="00802611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C7DAB" w:rsidRDefault="002C7DAB" w:rsidP="00802611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556AC">
        <w:rPr>
          <w:b/>
          <w:bCs/>
          <w:color w:val="000000"/>
          <w:sz w:val="28"/>
          <w:szCs w:val="28"/>
        </w:rPr>
        <w:t xml:space="preserve">Список литературы, рекомендованный педагогам </w:t>
      </w:r>
    </w:p>
    <w:p w:rsidR="002C7DAB" w:rsidRPr="00B556AC" w:rsidRDefault="002C7DAB" w:rsidP="00802611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2C7DAB" w:rsidRPr="00B556AC" w:rsidRDefault="002C7DAB" w:rsidP="00B556AC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B556AC">
        <w:rPr>
          <w:color w:val="000000"/>
          <w:sz w:val="28"/>
          <w:szCs w:val="28"/>
        </w:rPr>
        <w:t xml:space="preserve">Безруких М.М., Филиппова Т.А., Макеева А.Г. Две недели в лагере </w:t>
      </w:r>
      <w:r>
        <w:rPr>
          <w:color w:val="000000"/>
          <w:sz w:val="28"/>
          <w:szCs w:val="28"/>
        </w:rPr>
        <w:t xml:space="preserve">  </w:t>
      </w:r>
      <w:r w:rsidRPr="00B556AC">
        <w:rPr>
          <w:color w:val="000000"/>
          <w:sz w:val="28"/>
          <w:szCs w:val="28"/>
        </w:rPr>
        <w:t>здоровья/ Методическое пособие. - М.: ОЛМА Медиа Групп, 2009, 79с</w:t>
      </w:r>
    </w:p>
    <w:p w:rsidR="002C7DAB" w:rsidRPr="00B556AC" w:rsidRDefault="002C7DAB" w:rsidP="00B556AC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Верзилин Н. Путешествие с домашними растениями.-Л., 1974,200с</w:t>
      </w:r>
    </w:p>
    <w:p w:rsidR="002C7DAB" w:rsidRPr="00B556AC" w:rsidRDefault="002C7DAB" w:rsidP="00B556AC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Кондова С.Н.Что готовить, когда мамы нет дома М., 1990,185с</w:t>
      </w:r>
    </w:p>
    <w:p w:rsidR="002C7DAB" w:rsidRPr="00B556AC" w:rsidRDefault="002C7DAB" w:rsidP="00B556AC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Ладодо К.С Продукты и блюда в детском питании. М.,1991,190с</w:t>
      </w:r>
    </w:p>
    <w:p w:rsidR="002C7DAB" w:rsidRPr="00B556AC" w:rsidRDefault="002C7DAB" w:rsidP="00B556AC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Похлёбкин В.В. История важнейших пищевых продуктов.М., 2000, 350с</w:t>
      </w:r>
    </w:p>
    <w:p w:rsidR="002C7DAB" w:rsidRPr="00B556AC" w:rsidRDefault="002C7DAB" w:rsidP="00B556AC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Справочник по детской диетике. М.1977., 340 с.</w:t>
      </w:r>
    </w:p>
    <w:p w:rsidR="002C7DAB" w:rsidRPr="00B556AC" w:rsidRDefault="002C7DAB" w:rsidP="00B556AC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Этикет и сервировка праздничного стола. М., 2002.400с</w:t>
      </w:r>
    </w:p>
    <w:p w:rsidR="002C7DAB" w:rsidRPr="00B556AC" w:rsidRDefault="002C7DAB" w:rsidP="00B556AC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Сайт Nestle «Разговор о правильном питании» </w:t>
      </w:r>
      <w:hyperlink r:id="rId8" w:history="1">
        <w:r w:rsidRPr="00B556AC">
          <w:rPr>
            <w:rStyle w:val="Hyperlink"/>
            <w:sz w:val="28"/>
            <w:szCs w:val="28"/>
          </w:rPr>
          <w:t>http://www.food.websib.ru/</w:t>
        </w:r>
      </w:hyperlink>
    </w:p>
    <w:p w:rsidR="002C7DAB" w:rsidRPr="00B556AC" w:rsidRDefault="002C7DAB" w:rsidP="00B556AC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.Ковалько, В.И. Здоровьесберегающие технологии в начальной школе [Текст] : 1-4 классы / В.И. Ковалько. – М. : Вако, 2004. – 124 c.</w:t>
      </w:r>
    </w:p>
    <w:p w:rsidR="002C7DAB" w:rsidRPr="00B556AC" w:rsidRDefault="002C7DAB" w:rsidP="00B556AC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Ковалько, В.И. Школа физкультминуток (1-4 классы): Практические разработки физкультминуток, гимнастических комплексов, подвижных игр для младших школьников. – М.: ВАКО, 2007 г. – / Мастерская учителя.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B556AC">
        <w:rPr>
          <w:b/>
          <w:bCs/>
          <w:color w:val="000000"/>
          <w:sz w:val="28"/>
          <w:szCs w:val="28"/>
        </w:rPr>
        <w:t>Список литературы, рекомендованный учащимся</w:t>
      </w:r>
    </w:p>
    <w:p w:rsidR="002C7DAB" w:rsidRPr="00B556AC" w:rsidRDefault="002C7DAB" w:rsidP="00B556AC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Верзилин Н. По следам Робинзона Л. 1974,254с</w:t>
      </w:r>
    </w:p>
    <w:p w:rsidR="002C7DAB" w:rsidRPr="00B556AC" w:rsidRDefault="002C7DAB" w:rsidP="00B556AC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Верзилин. Н. Путешествие с комнатными растениями Л., 1974,254 с</w:t>
      </w:r>
    </w:p>
    <w:p w:rsidR="002C7DAB" w:rsidRPr="00B556AC" w:rsidRDefault="002C7DAB" w:rsidP="00B556AC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Кондова С. Н. Что готовить, когда мамы нет дома. М.,1990, 185.</w:t>
      </w:r>
    </w:p>
    <w:p w:rsidR="002C7DAB" w:rsidRPr="00B556AC" w:rsidRDefault="002C7DAB" w:rsidP="00B556AC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556AC">
        <w:rPr>
          <w:color w:val="000000"/>
          <w:sz w:val="28"/>
          <w:szCs w:val="28"/>
        </w:rPr>
        <w:t>Огуреева Г.Н. Краткий атлас – справочник грибника и ягодника. М., Издательство АСТ, 2001с.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B556AC">
        <w:rPr>
          <w:b/>
          <w:bCs/>
          <w:color w:val="000000"/>
          <w:sz w:val="28"/>
          <w:szCs w:val="28"/>
        </w:rPr>
        <w:t>Список литературы, рекомендованный родителям</w:t>
      </w:r>
    </w:p>
    <w:p w:rsidR="002C7DAB" w:rsidRPr="00B556AC" w:rsidRDefault="002C7DAB" w:rsidP="00B556AC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:rsidR="002C7DAB" w:rsidRPr="00B556AC" w:rsidRDefault="002C7DAB" w:rsidP="00B556AC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B556AC">
        <w:rPr>
          <w:sz w:val="28"/>
          <w:szCs w:val="28"/>
        </w:rPr>
        <w:t xml:space="preserve">  Издательский дом «Первое сентября» «Здоровье детей» № 13 , 1- 15 июля/ 2005. с. 16-28</w:t>
      </w:r>
    </w:p>
    <w:p w:rsidR="002C7DAB" w:rsidRPr="00B556AC" w:rsidRDefault="002C7DAB" w:rsidP="00B556AC">
      <w:pPr>
        <w:numPr>
          <w:ilvl w:val="0"/>
          <w:numId w:val="2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556AC">
        <w:rPr>
          <w:rFonts w:ascii="Times New Roman" w:hAnsi="Times New Roman"/>
          <w:sz w:val="28"/>
          <w:szCs w:val="28"/>
          <w:lang w:eastAsia="ru-RU"/>
        </w:rPr>
        <w:t>Издательский дом «Первое сентября» «Здоровье детей» № 15 , 1- 15 августа/ 2004. с. 5-8</w:t>
      </w:r>
    </w:p>
    <w:p w:rsidR="002C7DAB" w:rsidRPr="00B556AC" w:rsidRDefault="002C7DAB" w:rsidP="00B556AC">
      <w:pPr>
        <w:numPr>
          <w:ilvl w:val="0"/>
          <w:numId w:val="2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556AC">
        <w:rPr>
          <w:rFonts w:ascii="Times New Roman" w:hAnsi="Times New Roman"/>
          <w:sz w:val="28"/>
          <w:szCs w:val="28"/>
          <w:lang w:eastAsia="ru-RU"/>
        </w:rPr>
        <w:t>Издательский дом «Первое сентября» «Здоровье детей» № 15 , 1- 15 августа/ 2005. с. 5-47</w:t>
      </w:r>
    </w:p>
    <w:p w:rsidR="002C7DAB" w:rsidRPr="00B556AC" w:rsidRDefault="002C7DAB" w:rsidP="00B556AC">
      <w:pPr>
        <w:numPr>
          <w:ilvl w:val="0"/>
          <w:numId w:val="2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556AC">
        <w:rPr>
          <w:rFonts w:ascii="Times New Roman" w:hAnsi="Times New Roman"/>
          <w:sz w:val="28"/>
          <w:szCs w:val="28"/>
          <w:lang w:eastAsia="ru-RU"/>
        </w:rPr>
        <w:t>Методическое пособие по воспитательной работе образовательной программы «Мой выбор». М., Ижица-2005</w:t>
      </w:r>
    </w:p>
    <w:p w:rsidR="002C7DAB" w:rsidRPr="00B556AC" w:rsidRDefault="002C7DAB" w:rsidP="00B556AC">
      <w:pPr>
        <w:numPr>
          <w:ilvl w:val="0"/>
          <w:numId w:val="23"/>
        </w:numPr>
        <w:shd w:val="clear" w:color="auto" w:fill="FFFFFF"/>
        <w:spacing w:after="15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556AC">
        <w:rPr>
          <w:rFonts w:ascii="Times New Roman" w:hAnsi="Times New Roman"/>
          <w:sz w:val="28"/>
          <w:szCs w:val="28"/>
          <w:lang w:eastAsia="ru-RU"/>
        </w:rPr>
        <w:t>Обухова Л.А., Лемяскина Н.А. Школа докторов природы. - М.: ВАКО, 2004</w:t>
      </w:r>
    </w:p>
    <w:p w:rsidR="002C7DAB" w:rsidRPr="00B556AC" w:rsidRDefault="002C7DAB" w:rsidP="00B556AC">
      <w:pPr>
        <w:numPr>
          <w:ilvl w:val="0"/>
          <w:numId w:val="23"/>
        </w:numPr>
        <w:shd w:val="clear" w:color="auto" w:fill="FFFFFF"/>
        <w:spacing w:after="15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556AC">
        <w:rPr>
          <w:rFonts w:ascii="Times New Roman" w:hAnsi="Times New Roman"/>
          <w:sz w:val="28"/>
          <w:szCs w:val="28"/>
          <w:lang w:eastAsia="ru-RU"/>
        </w:rPr>
        <w:t>festival.</w:t>
      </w:r>
      <w:r w:rsidRPr="00B556AC">
        <w:rPr>
          <w:rFonts w:ascii="Times New Roman" w:hAnsi="Times New Roman"/>
          <w:b/>
          <w:bCs/>
          <w:sz w:val="28"/>
          <w:szCs w:val="28"/>
          <w:lang w:eastAsia="ru-RU"/>
        </w:rPr>
        <w:t>1september</w:t>
      </w:r>
      <w:r w:rsidRPr="00B556AC">
        <w:rPr>
          <w:rFonts w:ascii="Times New Roman" w:hAnsi="Times New Roman"/>
          <w:sz w:val="28"/>
          <w:szCs w:val="28"/>
          <w:lang w:eastAsia="ru-RU"/>
        </w:rPr>
        <w:t>.ru/</w:t>
      </w:r>
    </w:p>
    <w:p w:rsidR="002C7DAB" w:rsidRPr="00B556AC" w:rsidRDefault="002C7DAB" w:rsidP="00B556AC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56AC">
        <w:rPr>
          <w:rFonts w:ascii="Times New Roman" w:hAnsi="Times New Roman"/>
          <w:sz w:val="28"/>
          <w:szCs w:val="28"/>
          <w:u w:val="single"/>
          <w:lang w:eastAsia="ru-RU"/>
        </w:rPr>
        <w:t>www.rusla.ru/rsba/technology/infores/internetpedagog/</w:t>
      </w:r>
    </w:p>
    <w:p w:rsidR="002C7DAB" w:rsidRPr="00B556AC" w:rsidRDefault="002C7DAB" w:rsidP="00B556AC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2C7DAB" w:rsidRPr="00B556AC" w:rsidRDefault="002C7DAB" w:rsidP="00B556A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7DAB" w:rsidRPr="00B556AC" w:rsidRDefault="002C7DAB" w:rsidP="00B556A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C7DAB" w:rsidRPr="00B556AC" w:rsidSect="007A2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DAB" w:rsidRDefault="002C7DAB" w:rsidP="00C053F3">
      <w:pPr>
        <w:spacing w:after="0" w:line="240" w:lineRule="auto"/>
      </w:pPr>
      <w:r>
        <w:separator/>
      </w:r>
    </w:p>
  </w:endnote>
  <w:endnote w:type="continuationSeparator" w:id="0">
    <w:p w:rsidR="002C7DAB" w:rsidRDefault="002C7DAB" w:rsidP="00C05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DAB" w:rsidRDefault="002C7DAB" w:rsidP="00C053F3">
      <w:pPr>
        <w:spacing w:after="0" w:line="240" w:lineRule="auto"/>
      </w:pPr>
      <w:r>
        <w:separator/>
      </w:r>
    </w:p>
  </w:footnote>
  <w:footnote w:type="continuationSeparator" w:id="0">
    <w:p w:rsidR="002C7DAB" w:rsidRDefault="002C7DAB" w:rsidP="00C05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19B4D83"/>
    <w:multiLevelType w:val="multilevel"/>
    <w:tmpl w:val="B7141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2571A6"/>
    <w:multiLevelType w:val="hybridMultilevel"/>
    <w:tmpl w:val="88386D4C"/>
    <w:lvl w:ilvl="0" w:tplc="04190007">
      <w:start w:val="1"/>
      <w:numFmt w:val="bullet"/>
      <w:lvlText w:val=""/>
      <w:lvlPicBulletId w:val="0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0A533565"/>
    <w:multiLevelType w:val="multilevel"/>
    <w:tmpl w:val="42A4F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C91AAF"/>
    <w:multiLevelType w:val="multilevel"/>
    <w:tmpl w:val="9FEA6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3781644"/>
    <w:multiLevelType w:val="hybridMultilevel"/>
    <w:tmpl w:val="D1288D3A"/>
    <w:lvl w:ilvl="0" w:tplc="4F3AE8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0326A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A08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E615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02CB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C6A4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8AC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9EBB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AAC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774D5"/>
    <w:multiLevelType w:val="hybridMultilevel"/>
    <w:tmpl w:val="10A280F2"/>
    <w:lvl w:ilvl="0" w:tplc="6DD2A28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49F21740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10B5F"/>
    <w:multiLevelType w:val="multilevel"/>
    <w:tmpl w:val="DB0C1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E90EC1"/>
    <w:multiLevelType w:val="multilevel"/>
    <w:tmpl w:val="7826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17A454C"/>
    <w:multiLevelType w:val="multilevel"/>
    <w:tmpl w:val="68E0C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3F740BC"/>
    <w:multiLevelType w:val="multilevel"/>
    <w:tmpl w:val="36F6E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E77E55"/>
    <w:multiLevelType w:val="hybridMultilevel"/>
    <w:tmpl w:val="922C46A8"/>
    <w:lvl w:ilvl="0" w:tplc="23F27CD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8EC57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E03B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2281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0C74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4663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EC1E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5872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1071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246E03"/>
    <w:multiLevelType w:val="hybridMultilevel"/>
    <w:tmpl w:val="91AE25F8"/>
    <w:lvl w:ilvl="0" w:tplc="6DD2A28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3423F9"/>
    <w:multiLevelType w:val="hybridMultilevel"/>
    <w:tmpl w:val="E9D2C7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E9C38F4"/>
    <w:multiLevelType w:val="multilevel"/>
    <w:tmpl w:val="6ED8C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4632538"/>
    <w:multiLevelType w:val="multilevel"/>
    <w:tmpl w:val="F788E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A130BC"/>
    <w:multiLevelType w:val="multilevel"/>
    <w:tmpl w:val="D2465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C5336BA"/>
    <w:multiLevelType w:val="multilevel"/>
    <w:tmpl w:val="8CC4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33253FF"/>
    <w:multiLevelType w:val="multilevel"/>
    <w:tmpl w:val="64A0A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E8A7357"/>
    <w:multiLevelType w:val="multilevel"/>
    <w:tmpl w:val="6E8A735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ascii="Times New Roman" w:hAnsi="Times New Roman" w:cs="Times New Roman" w:hint="default"/>
      </w:rPr>
    </w:lvl>
  </w:abstractNum>
  <w:abstractNum w:abstractNumId="20">
    <w:nsid w:val="707C1F0E"/>
    <w:multiLevelType w:val="hybridMultilevel"/>
    <w:tmpl w:val="462A0DA4"/>
    <w:lvl w:ilvl="0" w:tplc="CE30907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C7EA15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64DB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7EEB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2A6A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D4CA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0AB3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5C15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4AC1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B84C4E"/>
    <w:multiLevelType w:val="multilevel"/>
    <w:tmpl w:val="0D8E5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4A011B"/>
    <w:multiLevelType w:val="multilevel"/>
    <w:tmpl w:val="2F8207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20"/>
  </w:num>
  <w:num w:numId="3">
    <w:abstractNumId w:val="11"/>
  </w:num>
  <w:num w:numId="4">
    <w:abstractNumId w:val="15"/>
  </w:num>
  <w:num w:numId="5">
    <w:abstractNumId w:val="21"/>
  </w:num>
  <w:num w:numId="6">
    <w:abstractNumId w:val="14"/>
  </w:num>
  <w:num w:numId="7">
    <w:abstractNumId w:val="0"/>
  </w:num>
  <w:num w:numId="8">
    <w:abstractNumId w:val="16"/>
  </w:num>
  <w:num w:numId="9">
    <w:abstractNumId w:val="8"/>
  </w:num>
  <w:num w:numId="10">
    <w:abstractNumId w:val="17"/>
  </w:num>
  <w:num w:numId="11">
    <w:abstractNumId w:val="3"/>
  </w:num>
  <w:num w:numId="12">
    <w:abstractNumId w:val="22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1"/>
  </w:num>
  <w:num w:numId="17">
    <w:abstractNumId w:val="7"/>
  </w:num>
  <w:num w:numId="18">
    <w:abstractNumId w:val="6"/>
  </w:num>
  <w:num w:numId="19">
    <w:abstractNumId w:val="12"/>
  </w:num>
  <w:num w:numId="20">
    <w:abstractNumId w:val="13"/>
  </w:num>
  <w:num w:numId="21">
    <w:abstractNumId w:val="4"/>
  </w:num>
  <w:num w:numId="22">
    <w:abstractNumId w:val="9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610"/>
    <w:rsid w:val="00005E0B"/>
    <w:rsid w:val="000223CD"/>
    <w:rsid w:val="00065CA3"/>
    <w:rsid w:val="00090171"/>
    <w:rsid w:val="000A0D65"/>
    <w:rsid w:val="000A2576"/>
    <w:rsid w:val="000B7795"/>
    <w:rsid w:val="000C0C4E"/>
    <w:rsid w:val="000E1DA5"/>
    <w:rsid w:val="000F1C38"/>
    <w:rsid w:val="000F6B69"/>
    <w:rsid w:val="00142FD0"/>
    <w:rsid w:val="001834A2"/>
    <w:rsid w:val="001869DD"/>
    <w:rsid w:val="001960A7"/>
    <w:rsid w:val="001C1810"/>
    <w:rsid w:val="001D4610"/>
    <w:rsid w:val="00210D9E"/>
    <w:rsid w:val="002167DB"/>
    <w:rsid w:val="0022460C"/>
    <w:rsid w:val="00236D9D"/>
    <w:rsid w:val="00255AA9"/>
    <w:rsid w:val="00284A5F"/>
    <w:rsid w:val="0029186E"/>
    <w:rsid w:val="002A2C98"/>
    <w:rsid w:val="002A5482"/>
    <w:rsid w:val="002B5B87"/>
    <w:rsid w:val="002C7DAB"/>
    <w:rsid w:val="002C7FC8"/>
    <w:rsid w:val="002F34C7"/>
    <w:rsid w:val="00342208"/>
    <w:rsid w:val="00346576"/>
    <w:rsid w:val="00377C84"/>
    <w:rsid w:val="003932FD"/>
    <w:rsid w:val="003D3DF6"/>
    <w:rsid w:val="003E3990"/>
    <w:rsid w:val="0041451E"/>
    <w:rsid w:val="004406C0"/>
    <w:rsid w:val="00440EC9"/>
    <w:rsid w:val="00472470"/>
    <w:rsid w:val="004C6311"/>
    <w:rsid w:val="004F0F6D"/>
    <w:rsid w:val="00511F47"/>
    <w:rsid w:val="005124B3"/>
    <w:rsid w:val="00515674"/>
    <w:rsid w:val="00530457"/>
    <w:rsid w:val="00542118"/>
    <w:rsid w:val="005B034F"/>
    <w:rsid w:val="005F225D"/>
    <w:rsid w:val="00615A3B"/>
    <w:rsid w:val="0062142A"/>
    <w:rsid w:val="00657EA3"/>
    <w:rsid w:val="006968E5"/>
    <w:rsid w:val="006A2A4B"/>
    <w:rsid w:val="006B647F"/>
    <w:rsid w:val="006D0706"/>
    <w:rsid w:val="006E279E"/>
    <w:rsid w:val="006F4AE2"/>
    <w:rsid w:val="0073487A"/>
    <w:rsid w:val="00754E44"/>
    <w:rsid w:val="007702B9"/>
    <w:rsid w:val="00773FD3"/>
    <w:rsid w:val="007A2050"/>
    <w:rsid w:val="007C79FB"/>
    <w:rsid w:val="007E588D"/>
    <w:rsid w:val="00802611"/>
    <w:rsid w:val="00844946"/>
    <w:rsid w:val="00853524"/>
    <w:rsid w:val="008B4BEE"/>
    <w:rsid w:val="008C0531"/>
    <w:rsid w:val="00902C12"/>
    <w:rsid w:val="00952E91"/>
    <w:rsid w:val="0095353F"/>
    <w:rsid w:val="00965D78"/>
    <w:rsid w:val="00971328"/>
    <w:rsid w:val="009D423A"/>
    <w:rsid w:val="00A00977"/>
    <w:rsid w:val="00A1542B"/>
    <w:rsid w:val="00A3594C"/>
    <w:rsid w:val="00A36804"/>
    <w:rsid w:val="00A418D1"/>
    <w:rsid w:val="00A7090C"/>
    <w:rsid w:val="00AB5E01"/>
    <w:rsid w:val="00AD22DF"/>
    <w:rsid w:val="00B00373"/>
    <w:rsid w:val="00B51F35"/>
    <w:rsid w:val="00B556AC"/>
    <w:rsid w:val="00BA59F6"/>
    <w:rsid w:val="00BF7F22"/>
    <w:rsid w:val="00C03650"/>
    <w:rsid w:val="00C053F3"/>
    <w:rsid w:val="00C25E48"/>
    <w:rsid w:val="00C2798C"/>
    <w:rsid w:val="00C34601"/>
    <w:rsid w:val="00C61667"/>
    <w:rsid w:val="00CB16CA"/>
    <w:rsid w:val="00CB3E7A"/>
    <w:rsid w:val="00CB6DF7"/>
    <w:rsid w:val="00CE62BF"/>
    <w:rsid w:val="00D06CCF"/>
    <w:rsid w:val="00D172DF"/>
    <w:rsid w:val="00D324C0"/>
    <w:rsid w:val="00D34CEB"/>
    <w:rsid w:val="00D529A2"/>
    <w:rsid w:val="00D6414A"/>
    <w:rsid w:val="00D7544C"/>
    <w:rsid w:val="00DA58A4"/>
    <w:rsid w:val="00DB473E"/>
    <w:rsid w:val="00DC5D79"/>
    <w:rsid w:val="00DC65B7"/>
    <w:rsid w:val="00DF4B4A"/>
    <w:rsid w:val="00E00D18"/>
    <w:rsid w:val="00E174C8"/>
    <w:rsid w:val="00E62793"/>
    <w:rsid w:val="00E75C5F"/>
    <w:rsid w:val="00EA44F9"/>
    <w:rsid w:val="00EB56F5"/>
    <w:rsid w:val="00EC1673"/>
    <w:rsid w:val="00EC30BC"/>
    <w:rsid w:val="00EC5A0F"/>
    <w:rsid w:val="00ED7467"/>
    <w:rsid w:val="00EE2826"/>
    <w:rsid w:val="00EF1A2A"/>
    <w:rsid w:val="00F017B1"/>
    <w:rsid w:val="00F16695"/>
    <w:rsid w:val="00F31739"/>
    <w:rsid w:val="00F43CB3"/>
    <w:rsid w:val="00F447CC"/>
    <w:rsid w:val="00F60769"/>
    <w:rsid w:val="00F76816"/>
    <w:rsid w:val="00FB0544"/>
    <w:rsid w:val="00FB24B4"/>
    <w:rsid w:val="00FC4971"/>
    <w:rsid w:val="00FC5739"/>
    <w:rsid w:val="00FC7B84"/>
    <w:rsid w:val="1C7A2DA4"/>
    <w:rsid w:val="430320D1"/>
    <w:rsid w:val="48046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61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uiPriority w:val="99"/>
    <w:rsid w:val="001D46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1D4610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BodyTextIndent1">
    <w:name w:val="Body Text Indent1"/>
    <w:basedOn w:val="Normal"/>
    <w:uiPriority w:val="99"/>
    <w:semiHidden/>
    <w:rsid w:val="001D4610"/>
    <w:pPr>
      <w:spacing w:before="100" w:beforeAutospacing="1" w:after="100" w:afterAutospacing="1" w:line="273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1D46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Normal"/>
    <w:uiPriority w:val="99"/>
    <w:rsid w:val="001D46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8">
    <w:name w:val="c38"/>
    <w:basedOn w:val="DefaultParagraphFont"/>
    <w:uiPriority w:val="99"/>
    <w:rsid w:val="001D4610"/>
    <w:rPr>
      <w:rFonts w:cs="Times New Roman"/>
    </w:rPr>
  </w:style>
  <w:style w:type="paragraph" w:customStyle="1" w:styleId="c13">
    <w:name w:val="c13"/>
    <w:basedOn w:val="Normal"/>
    <w:uiPriority w:val="99"/>
    <w:rsid w:val="001D46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8">
    <w:name w:val="c18"/>
    <w:basedOn w:val="DefaultParagraphFont"/>
    <w:uiPriority w:val="99"/>
    <w:rsid w:val="001D4610"/>
    <w:rPr>
      <w:rFonts w:cs="Times New Roman"/>
    </w:rPr>
  </w:style>
  <w:style w:type="character" w:customStyle="1" w:styleId="c17">
    <w:name w:val="c17"/>
    <w:basedOn w:val="DefaultParagraphFont"/>
    <w:uiPriority w:val="99"/>
    <w:rsid w:val="001D461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D324C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324C0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1">
    <w:name w:val="c1"/>
    <w:basedOn w:val="Normal"/>
    <w:uiPriority w:val="99"/>
    <w:rsid w:val="00D324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DefaultParagraphFont"/>
    <w:uiPriority w:val="99"/>
    <w:rsid w:val="00D324C0"/>
    <w:rPr>
      <w:rFonts w:cs="Times New Roman"/>
    </w:rPr>
  </w:style>
  <w:style w:type="paragraph" w:customStyle="1" w:styleId="c42">
    <w:name w:val="c42"/>
    <w:basedOn w:val="Normal"/>
    <w:uiPriority w:val="99"/>
    <w:rsid w:val="00D324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5">
    <w:name w:val="c95"/>
    <w:basedOn w:val="DefaultParagraphFont"/>
    <w:uiPriority w:val="99"/>
    <w:rsid w:val="00D324C0"/>
    <w:rPr>
      <w:rFonts w:cs="Times New Roman"/>
    </w:rPr>
  </w:style>
  <w:style w:type="paragraph" w:customStyle="1" w:styleId="c20">
    <w:name w:val="c20"/>
    <w:basedOn w:val="Normal"/>
    <w:uiPriority w:val="99"/>
    <w:rsid w:val="00A418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8">
    <w:name w:val="c48"/>
    <w:basedOn w:val="DefaultParagraphFont"/>
    <w:uiPriority w:val="99"/>
    <w:rsid w:val="00A418D1"/>
    <w:rPr>
      <w:rFonts w:cs="Times New Roman"/>
    </w:rPr>
  </w:style>
  <w:style w:type="character" w:customStyle="1" w:styleId="c8">
    <w:name w:val="c8"/>
    <w:basedOn w:val="DefaultParagraphFont"/>
    <w:uiPriority w:val="99"/>
    <w:rsid w:val="00A418D1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D06CC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06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6CCF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99"/>
    <w:qFormat/>
    <w:rsid w:val="00D06CCF"/>
    <w:rPr>
      <w:rFonts w:cs="Times New Roman"/>
      <w:b/>
    </w:rPr>
  </w:style>
  <w:style w:type="paragraph" w:customStyle="1" w:styleId="western">
    <w:name w:val="western"/>
    <w:basedOn w:val="Normal"/>
    <w:uiPriority w:val="99"/>
    <w:rsid w:val="00D06C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link w:val="NoSpacingChar"/>
    <w:uiPriority w:val="99"/>
    <w:qFormat/>
    <w:rsid w:val="00D06CCF"/>
    <w:pPr>
      <w:suppressAutoHyphens/>
    </w:pPr>
    <w:rPr>
      <w:rFonts w:ascii="Times New Roman" w:hAnsi="Times New Roman"/>
      <w:lang w:eastAsia="ar-SA"/>
    </w:rPr>
  </w:style>
  <w:style w:type="paragraph" w:customStyle="1" w:styleId="Normal1">
    <w:name w:val="Normal1"/>
    <w:uiPriority w:val="99"/>
    <w:rsid w:val="00D06CCF"/>
    <w:rPr>
      <w:rFonts w:eastAsia="SimSun"/>
      <w:sz w:val="24"/>
      <w:szCs w:val="24"/>
    </w:rPr>
  </w:style>
  <w:style w:type="character" w:customStyle="1" w:styleId="NoSpacingChar">
    <w:name w:val="No Spacing Char"/>
    <w:link w:val="NoSpacing"/>
    <w:uiPriority w:val="99"/>
    <w:locked/>
    <w:rsid w:val="00D06CCF"/>
    <w:rPr>
      <w:rFonts w:ascii="Times New Roman" w:hAnsi="Times New Roman"/>
      <w:sz w:val="22"/>
      <w:lang w:eastAsia="ar-SA" w:bidi="ar-SA"/>
    </w:rPr>
  </w:style>
  <w:style w:type="paragraph" w:customStyle="1" w:styleId="c60">
    <w:name w:val="c60"/>
    <w:basedOn w:val="Normal"/>
    <w:uiPriority w:val="99"/>
    <w:rsid w:val="00D06C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1">
    <w:name w:val="c31"/>
    <w:basedOn w:val="DefaultParagraphFont"/>
    <w:uiPriority w:val="99"/>
    <w:rsid w:val="00D06CCF"/>
    <w:rPr>
      <w:rFonts w:cs="Times New Roman"/>
    </w:rPr>
  </w:style>
  <w:style w:type="paragraph" w:customStyle="1" w:styleId="1">
    <w:name w:val="Абзац списка1"/>
    <w:basedOn w:val="Normal"/>
    <w:uiPriority w:val="99"/>
    <w:rsid w:val="005124B3"/>
    <w:pPr>
      <w:spacing w:before="100" w:beforeAutospacing="1" w:after="100" w:afterAutospacing="1" w:line="273" w:lineRule="auto"/>
      <w:contextualSpacing/>
    </w:pPr>
    <w:rPr>
      <w:rFonts w:eastAsia="Times New Roman"/>
      <w:sz w:val="24"/>
      <w:szCs w:val="24"/>
      <w:lang w:eastAsia="ru-RU"/>
    </w:rPr>
  </w:style>
  <w:style w:type="paragraph" w:customStyle="1" w:styleId="3">
    <w:name w:val="Заголовок 3+"/>
    <w:basedOn w:val="Normal"/>
    <w:uiPriority w:val="99"/>
    <w:rsid w:val="00FB054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Default">
    <w:name w:val="Default"/>
    <w:uiPriority w:val="99"/>
    <w:rsid w:val="00284A5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773FD3"/>
    <w:pPr>
      <w:spacing w:after="120" w:line="259" w:lineRule="auto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73FD3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C05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53F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05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53F3"/>
    <w:rPr>
      <w:rFonts w:cs="Times New Roman"/>
    </w:rPr>
  </w:style>
  <w:style w:type="table" w:styleId="TableGrid">
    <w:name w:val="Table Grid"/>
    <w:basedOn w:val="TableNormal"/>
    <w:uiPriority w:val="99"/>
    <w:rsid w:val="00FC573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7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food.websib.ru%2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25</Pages>
  <Words>4394</Words>
  <Characters>25052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subject/>
  <dc:creator>Татьяна</dc:creator>
  <cp:keywords/>
  <dc:description/>
  <cp:lastModifiedBy>МАРИНА</cp:lastModifiedBy>
  <cp:revision>8</cp:revision>
  <cp:lastPrinted>2021-10-12T12:03:00Z</cp:lastPrinted>
  <dcterms:created xsi:type="dcterms:W3CDTF">2021-10-12T12:14:00Z</dcterms:created>
  <dcterms:modified xsi:type="dcterms:W3CDTF">2021-10-29T18:55:00Z</dcterms:modified>
</cp:coreProperties>
</file>