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F9" w:rsidRDefault="006640F9" w:rsidP="00756558">
      <w:pPr>
        <w:pStyle w:val="NoSpacing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ar-SA"/>
        </w:rPr>
        <w:t>ОБЛАСТНОЕ ГОСУДАРСТВЕННОЕ БЮДЖЕТНОЕ ПРОФЕССИОНАЛЬНОЕ ОБРАЗОВАТЕЛЬНОЕ УЧРЕЖДЕНИЕ</w:t>
      </w:r>
    </w:p>
    <w:p w:rsidR="006640F9" w:rsidRDefault="006640F9" w:rsidP="00756558">
      <w:pPr>
        <w:pStyle w:val="NoSpacing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«РЯЗАНСКИЙ СТРОИТЕЛЬНЫЙ КОЛЛЕДЖ</w:t>
      </w:r>
      <w:r w:rsidRPr="00FD5180">
        <w:t xml:space="preserve"> </w:t>
      </w:r>
      <w:r w:rsidRPr="00FD5180">
        <w:rPr>
          <w:rFonts w:ascii="Times New Roman" w:hAnsi="Times New Roman"/>
          <w:sz w:val="28"/>
          <w:szCs w:val="28"/>
          <w:lang w:eastAsia="ar-SA"/>
        </w:rPr>
        <w:t>имени Героя Советского Союза В.А. Беглова</w:t>
      </w:r>
      <w:r>
        <w:rPr>
          <w:rFonts w:ascii="Times New Roman" w:hAnsi="Times New Roman"/>
          <w:sz w:val="28"/>
          <w:szCs w:val="28"/>
          <w:lang w:eastAsia="ar-SA"/>
        </w:rPr>
        <w:t>»</w:t>
      </w:r>
    </w:p>
    <w:p w:rsidR="006640F9" w:rsidRDefault="006640F9" w:rsidP="00FD5180">
      <w:pPr>
        <w:jc w:val="center"/>
      </w:pPr>
    </w:p>
    <w:p w:rsidR="006640F9" w:rsidRDefault="006640F9" w:rsidP="00FD5180">
      <w:pPr>
        <w:jc w:val="center"/>
      </w:pPr>
    </w:p>
    <w:p w:rsidR="006640F9" w:rsidRDefault="006640F9" w:rsidP="00FD5180"/>
    <w:p w:rsidR="006640F9" w:rsidRDefault="006640F9" w:rsidP="00FD5180"/>
    <w:p w:rsidR="006640F9" w:rsidRDefault="006640F9" w:rsidP="00FD5180"/>
    <w:p w:rsidR="006640F9" w:rsidRDefault="006640F9" w:rsidP="00E42C86">
      <w:pPr>
        <w:jc w:val="center"/>
      </w:pPr>
    </w:p>
    <w:p w:rsidR="006640F9" w:rsidRPr="00FA6BFC" w:rsidRDefault="006640F9" w:rsidP="00E42C86">
      <w:pPr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>Методические</w:t>
      </w:r>
      <w:r w:rsidRPr="00FA6BFC">
        <w:rPr>
          <w:rFonts w:ascii="Times New Roman" w:hAnsi="Times New Roman"/>
          <w:b/>
          <w:sz w:val="36"/>
          <w:szCs w:val="28"/>
        </w:rPr>
        <w:t xml:space="preserve">   рекомендации для студентов по практическим работам</w:t>
      </w:r>
    </w:p>
    <w:p w:rsidR="006640F9" w:rsidRPr="00FA6BFC" w:rsidRDefault="006640F9" w:rsidP="00E42C86">
      <w:pPr>
        <w:jc w:val="center"/>
        <w:rPr>
          <w:rFonts w:ascii="Times New Roman" w:hAnsi="Times New Roman"/>
          <w:b/>
          <w:sz w:val="36"/>
          <w:szCs w:val="28"/>
        </w:rPr>
      </w:pPr>
      <w:r w:rsidRPr="00FA6BFC">
        <w:rPr>
          <w:rFonts w:ascii="Times New Roman" w:hAnsi="Times New Roman"/>
          <w:b/>
          <w:sz w:val="36"/>
          <w:szCs w:val="28"/>
        </w:rPr>
        <w:t>по дисциплине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 w:rsidRPr="00FA6BFC">
        <w:rPr>
          <w:rFonts w:ascii="Times New Roman" w:hAnsi="Times New Roman"/>
          <w:b/>
          <w:sz w:val="36"/>
          <w:szCs w:val="28"/>
        </w:rPr>
        <w:t>«</w:t>
      </w:r>
      <w:r>
        <w:rPr>
          <w:rFonts w:ascii="Times New Roman" w:hAnsi="Times New Roman"/>
          <w:b/>
          <w:sz w:val="36"/>
          <w:szCs w:val="28"/>
        </w:rPr>
        <w:t>Химия</w:t>
      </w:r>
      <w:r w:rsidRPr="00FA6BFC">
        <w:rPr>
          <w:rFonts w:ascii="Times New Roman" w:hAnsi="Times New Roman"/>
          <w:b/>
          <w:sz w:val="36"/>
          <w:szCs w:val="28"/>
        </w:rPr>
        <w:t>»</w:t>
      </w:r>
    </w:p>
    <w:p w:rsidR="006640F9" w:rsidRDefault="006640F9" w:rsidP="00FD5180">
      <w:pPr>
        <w:rPr>
          <w:b/>
          <w:sz w:val="24"/>
          <w:szCs w:val="24"/>
        </w:rPr>
      </w:pPr>
      <w:r>
        <w:rPr>
          <w:b/>
        </w:rPr>
        <w:t xml:space="preserve">     </w:t>
      </w: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rPr>
          <w:b/>
        </w:rPr>
      </w:pPr>
    </w:p>
    <w:p w:rsidR="006640F9" w:rsidRDefault="006640F9" w:rsidP="00FD518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Рязань, 2018.</w:t>
      </w:r>
    </w:p>
    <w:p w:rsidR="006640F9" w:rsidRDefault="006640F9" w:rsidP="00FD5180"/>
    <w:p w:rsidR="006640F9" w:rsidRDefault="006640F9" w:rsidP="00FD5180"/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Одобрена                                                                     Составлена в соответствии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методической комиссией                                           с Федеральным 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                                          государственным образова-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                                          тельным стандартом по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№_____                                                       специальности/профессии 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«____»___________20__г.                                      _______________________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_______________________    </w:t>
      </w: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</w:p>
    <w:p w:rsidR="006640F9" w:rsidRDefault="006640F9" w:rsidP="00FD518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МК:____________(________________)</w:t>
      </w:r>
    </w:p>
    <w:p w:rsidR="006640F9" w:rsidRDefault="006640F9" w:rsidP="00FD5180">
      <w:pPr>
        <w:rPr>
          <w:rFonts w:ascii="Times New Roman" w:hAnsi="Times New Roman"/>
          <w:sz w:val="24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4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4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4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4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4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4"/>
          <w:szCs w:val="24"/>
        </w:rPr>
        <w:t>_____________________(</w:t>
      </w:r>
      <w:r w:rsidRPr="00FD5180">
        <w:rPr>
          <w:rFonts w:ascii="Times New Roman" w:hAnsi="Times New Roman"/>
          <w:sz w:val="28"/>
          <w:szCs w:val="24"/>
          <w:u w:val="single"/>
        </w:rPr>
        <w:t>Крапчатова АЮ.</w:t>
      </w:r>
      <w:r w:rsidRPr="00FD5180">
        <w:rPr>
          <w:rFonts w:ascii="Times New Roman" w:hAnsi="Times New Roman"/>
          <w:sz w:val="28"/>
          <w:szCs w:val="24"/>
        </w:rPr>
        <w:t>)</w:t>
      </w:r>
    </w:p>
    <w:p w:rsidR="006640F9" w:rsidRDefault="006640F9" w:rsidP="00FD5180">
      <w:pPr>
        <w:rPr>
          <w:rFonts w:ascii="Times New Roman" w:hAnsi="Times New Roman"/>
          <w:sz w:val="28"/>
          <w:szCs w:val="24"/>
        </w:rPr>
      </w:pPr>
    </w:p>
    <w:p w:rsidR="006640F9" w:rsidRDefault="006640F9" w:rsidP="00FD5180">
      <w:pPr>
        <w:rPr>
          <w:rFonts w:ascii="Times New Roman" w:hAnsi="Times New Roman"/>
          <w:sz w:val="28"/>
          <w:szCs w:val="24"/>
        </w:rPr>
      </w:pPr>
    </w:p>
    <w:p w:rsidR="006640F9" w:rsidRDefault="006640F9" w:rsidP="00FA6BFC">
      <w:pPr>
        <w:jc w:val="center"/>
        <w:rPr>
          <w:rFonts w:ascii="Times New Roman" w:hAnsi="Times New Roman"/>
          <w:sz w:val="28"/>
          <w:szCs w:val="24"/>
        </w:rPr>
      </w:pPr>
    </w:p>
    <w:p w:rsidR="006640F9" w:rsidRDefault="006640F9" w:rsidP="00FA6BFC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Аннотация</w:t>
      </w:r>
    </w:p>
    <w:p w:rsidR="006640F9" w:rsidRPr="00FA6BFC" w:rsidRDefault="006640F9" w:rsidP="00FA6BFC">
      <w:pPr>
        <w:rPr>
          <w:rFonts w:ascii="Times New Roman" w:hAnsi="Times New Roman"/>
          <w:sz w:val="28"/>
          <w:szCs w:val="24"/>
        </w:rPr>
      </w:pPr>
      <w:r w:rsidRPr="00FA6BFC">
        <w:rPr>
          <w:rFonts w:ascii="Times New Roman" w:hAnsi="Times New Roman"/>
          <w:sz w:val="28"/>
          <w:szCs w:val="24"/>
        </w:rPr>
        <w:t xml:space="preserve">Методические рекомендации  по выполнению практических работ по дисциплине </w:t>
      </w:r>
      <w:r>
        <w:rPr>
          <w:rFonts w:ascii="Times New Roman" w:hAnsi="Times New Roman"/>
          <w:sz w:val="28"/>
          <w:szCs w:val="24"/>
        </w:rPr>
        <w:t>«Х</w:t>
      </w:r>
      <w:r w:rsidRPr="00FA6BFC">
        <w:rPr>
          <w:rFonts w:ascii="Times New Roman" w:hAnsi="Times New Roman"/>
          <w:sz w:val="28"/>
          <w:szCs w:val="24"/>
        </w:rPr>
        <w:t>имия</w:t>
      </w:r>
      <w:r>
        <w:rPr>
          <w:rFonts w:ascii="Times New Roman" w:hAnsi="Times New Roman"/>
          <w:sz w:val="28"/>
          <w:szCs w:val="24"/>
        </w:rPr>
        <w:t>»</w:t>
      </w:r>
      <w:r w:rsidRPr="00FA6BFC">
        <w:rPr>
          <w:rFonts w:ascii="Times New Roman" w:hAnsi="Times New Roman"/>
          <w:sz w:val="28"/>
          <w:szCs w:val="24"/>
        </w:rPr>
        <w:t xml:space="preserve"> разработана для студентов </w:t>
      </w:r>
      <w:r>
        <w:rPr>
          <w:rFonts w:ascii="Times New Roman" w:hAnsi="Times New Roman"/>
          <w:sz w:val="28"/>
          <w:szCs w:val="24"/>
        </w:rPr>
        <w:t xml:space="preserve">профессий </w:t>
      </w:r>
      <w:r w:rsidRPr="00FA6BFC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08.01.25 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«</w:t>
      </w:r>
      <w:r w:rsidRPr="00FA6BFC">
        <w:rPr>
          <w:rFonts w:ascii="Times New Roman" w:hAnsi="Times New Roman"/>
          <w:bCs/>
          <w:color w:val="000000"/>
          <w:sz w:val="28"/>
          <w:szCs w:val="24"/>
          <w:lang w:eastAsia="ru-RU"/>
        </w:rPr>
        <w:t>Мастер отделочных строительных и декоративных работ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» и </w:t>
      </w:r>
      <w:r w:rsidRPr="00FA6BFC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08.01.07 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«</w:t>
      </w:r>
      <w:r w:rsidRPr="00FA6BFC">
        <w:rPr>
          <w:rFonts w:ascii="Times New Roman" w:hAnsi="Times New Roman"/>
          <w:bCs/>
          <w:color w:val="000000"/>
          <w:sz w:val="28"/>
          <w:szCs w:val="24"/>
          <w:lang w:eastAsia="ru-RU"/>
        </w:rPr>
        <w:t>Мастер общестроительных работ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».</w:t>
      </w:r>
    </w:p>
    <w:p w:rsidR="006640F9" w:rsidRDefault="006640F9" w:rsidP="00FD5180"/>
    <w:p w:rsidR="006640F9" w:rsidRPr="00FD5180" w:rsidRDefault="006640F9" w:rsidP="00FD5180"/>
    <w:p w:rsidR="006640F9" w:rsidRDefault="006640F9" w:rsidP="00FD5180">
      <w:pPr>
        <w:tabs>
          <w:tab w:val="left" w:pos="2130"/>
        </w:tabs>
      </w:pPr>
    </w:p>
    <w:p w:rsidR="006640F9" w:rsidRDefault="006640F9" w:rsidP="00FD5180">
      <w:pPr>
        <w:tabs>
          <w:tab w:val="left" w:pos="2130"/>
        </w:tabs>
      </w:pPr>
    </w:p>
    <w:p w:rsidR="006640F9" w:rsidRDefault="006640F9" w:rsidP="00FD5180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</w:t>
      </w:r>
      <w:r w:rsidRPr="00FD5180">
        <w:rPr>
          <w:rFonts w:ascii="Times New Roman" w:hAnsi="Times New Roman"/>
          <w:b/>
          <w:sz w:val="28"/>
        </w:rPr>
        <w:t>ание</w:t>
      </w:r>
    </w:p>
    <w:p w:rsidR="006640F9" w:rsidRDefault="006640F9" w:rsidP="00FD5180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  <w:r w:rsidRPr="00C8702B">
        <w:rPr>
          <w:rFonts w:ascii="Times New Roman" w:hAnsi="Times New Roman"/>
          <w:sz w:val="28"/>
        </w:rPr>
        <w:t>Введение</w:t>
      </w:r>
      <w:r>
        <w:rPr>
          <w:rFonts w:ascii="Times New Roman" w:hAnsi="Times New Roman"/>
          <w:sz w:val="28"/>
        </w:rPr>
        <w:t>…………………………………………………………………………...4</w:t>
      </w:r>
    </w:p>
    <w:p w:rsidR="006640F9" w:rsidRPr="004D0143" w:rsidRDefault="006640F9" w:rsidP="004D0143">
      <w:pPr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>Организация  практических работ………………………………………..</w:t>
      </w:r>
      <w:r>
        <w:rPr>
          <w:rFonts w:ascii="Times New Roman" w:hAnsi="Times New Roman"/>
          <w:sz w:val="28"/>
        </w:rPr>
        <w:t>..........</w:t>
      </w:r>
      <w:r w:rsidRPr="004D0143">
        <w:rPr>
          <w:rFonts w:ascii="Times New Roman" w:hAnsi="Times New Roman"/>
          <w:sz w:val="28"/>
        </w:rPr>
        <w:t>.6</w:t>
      </w:r>
    </w:p>
    <w:p w:rsidR="006640F9" w:rsidRPr="004D0143" w:rsidRDefault="006640F9" w:rsidP="004D0143">
      <w:pPr>
        <w:tabs>
          <w:tab w:val="left" w:pos="2130"/>
        </w:tabs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>Тема 1. Основные понятия и законы химии</w:t>
      </w:r>
      <w:r>
        <w:rPr>
          <w:rFonts w:ascii="Times New Roman" w:hAnsi="Times New Roman"/>
          <w:sz w:val="28"/>
        </w:rPr>
        <w:t>…………………………………….7</w:t>
      </w:r>
    </w:p>
    <w:p w:rsidR="006640F9" w:rsidRPr="004D0143" w:rsidRDefault="006640F9" w:rsidP="004D0143">
      <w:pPr>
        <w:pStyle w:val="NoSpacing"/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 xml:space="preserve">Тема 2. Периодический закон и Периодическая система химических                   </w:t>
      </w:r>
    </w:p>
    <w:p w:rsidR="006640F9" w:rsidRPr="004D0143" w:rsidRDefault="006640F9" w:rsidP="004D0143">
      <w:pPr>
        <w:pStyle w:val="NoSpacing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Pr="004D0143">
        <w:rPr>
          <w:rFonts w:ascii="Times New Roman" w:hAnsi="Times New Roman"/>
          <w:sz w:val="28"/>
        </w:rPr>
        <w:t>элементов Д.И. Менделеева и строение атома</w:t>
      </w:r>
      <w:r>
        <w:rPr>
          <w:rFonts w:ascii="Times New Roman" w:hAnsi="Times New Roman"/>
          <w:sz w:val="28"/>
        </w:rPr>
        <w:t>………………………..12</w:t>
      </w:r>
    </w:p>
    <w:p w:rsidR="006640F9" w:rsidRPr="004D0143" w:rsidRDefault="006640F9" w:rsidP="004D0143">
      <w:pPr>
        <w:tabs>
          <w:tab w:val="left" w:pos="2130"/>
        </w:tabs>
        <w:spacing w:line="360" w:lineRule="auto"/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>Тема 3.</w:t>
      </w:r>
      <w:r w:rsidRPr="00296A7E">
        <w:t xml:space="preserve"> </w:t>
      </w:r>
      <w:r w:rsidRPr="004D0143">
        <w:rPr>
          <w:rFonts w:ascii="Times New Roman" w:hAnsi="Times New Roman"/>
          <w:sz w:val="28"/>
        </w:rPr>
        <w:t>Строение вещества</w:t>
      </w:r>
      <w:r>
        <w:rPr>
          <w:rFonts w:ascii="Times New Roman" w:hAnsi="Times New Roman"/>
          <w:sz w:val="28"/>
        </w:rPr>
        <w:t>……………………………………………………...14</w:t>
      </w:r>
    </w:p>
    <w:p w:rsidR="006640F9" w:rsidRPr="004D0143" w:rsidRDefault="006640F9" w:rsidP="004D0143">
      <w:pPr>
        <w:tabs>
          <w:tab w:val="left" w:pos="2130"/>
        </w:tabs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>Тема 4. Вода. Растворы. Электролитическая диссоциация</w:t>
      </w:r>
      <w:r>
        <w:rPr>
          <w:rFonts w:ascii="Times New Roman" w:hAnsi="Times New Roman"/>
          <w:sz w:val="28"/>
        </w:rPr>
        <w:t>…………………...15</w:t>
      </w:r>
    </w:p>
    <w:p w:rsidR="006640F9" w:rsidRPr="004D0143" w:rsidRDefault="006640F9" w:rsidP="004D0143">
      <w:pPr>
        <w:tabs>
          <w:tab w:val="left" w:pos="2130"/>
        </w:tabs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>Тема 5. Классификация неорганических соединений и их свойства</w:t>
      </w:r>
      <w:r>
        <w:rPr>
          <w:rFonts w:ascii="Times New Roman" w:hAnsi="Times New Roman"/>
          <w:sz w:val="28"/>
        </w:rPr>
        <w:t>………...17</w:t>
      </w:r>
    </w:p>
    <w:p w:rsidR="006640F9" w:rsidRPr="004D0143" w:rsidRDefault="006640F9" w:rsidP="004D0143">
      <w:pPr>
        <w:tabs>
          <w:tab w:val="left" w:pos="2130"/>
        </w:tabs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>Тема 6. Химические реакции</w:t>
      </w:r>
      <w:r>
        <w:rPr>
          <w:rFonts w:ascii="Times New Roman" w:hAnsi="Times New Roman"/>
          <w:sz w:val="28"/>
        </w:rPr>
        <w:t>……………………………………………………19</w:t>
      </w:r>
    </w:p>
    <w:p w:rsidR="006640F9" w:rsidRDefault="006640F9" w:rsidP="004D0143">
      <w:pPr>
        <w:tabs>
          <w:tab w:val="left" w:pos="213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7</w:t>
      </w:r>
      <w:r w:rsidRPr="004D0143">
        <w:rPr>
          <w:rFonts w:ascii="Times New Roman" w:hAnsi="Times New Roman"/>
          <w:sz w:val="28"/>
        </w:rPr>
        <w:t>.</w:t>
      </w:r>
      <w:r w:rsidRPr="004D0143">
        <w:t xml:space="preserve"> </w:t>
      </w:r>
      <w:r w:rsidRPr="004D0143">
        <w:rPr>
          <w:rFonts w:ascii="Times New Roman" w:hAnsi="Times New Roman"/>
          <w:sz w:val="28"/>
        </w:rPr>
        <w:t>Металлы и неметаллы</w:t>
      </w:r>
      <w:r>
        <w:rPr>
          <w:rFonts w:ascii="Times New Roman" w:hAnsi="Times New Roman"/>
          <w:sz w:val="28"/>
        </w:rPr>
        <w:t>…………………………………………………..25</w:t>
      </w:r>
    </w:p>
    <w:p w:rsidR="006640F9" w:rsidRDefault="006640F9" w:rsidP="004D0143">
      <w:pPr>
        <w:pStyle w:val="NoSpacing"/>
        <w:rPr>
          <w:rFonts w:ascii="Times New Roman" w:hAnsi="Times New Roman"/>
          <w:sz w:val="28"/>
        </w:rPr>
      </w:pPr>
      <w:r w:rsidRPr="004D0143">
        <w:rPr>
          <w:rFonts w:ascii="Times New Roman" w:hAnsi="Times New Roman"/>
          <w:sz w:val="28"/>
        </w:rPr>
        <w:t xml:space="preserve">Тема 8. Основные понятия органической химии и теория строения </w:t>
      </w:r>
    </w:p>
    <w:p w:rsidR="006640F9" w:rsidRDefault="006640F9" w:rsidP="004D0143">
      <w:pPr>
        <w:pStyle w:val="NoSpacing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Pr="004D0143">
        <w:rPr>
          <w:rFonts w:ascii="Times New Roman" w:hAnsi="Times New Roman"/>
          <w:sz w:val="28"/>
        </w:rPr>
        <w:t>органических соединений</w:t>
      </w:r>
      <w:r>
        <w:rPr>
          <w:rFonts w:ascii="Times New Roman" w:hAnsi="Times New Roman"/>
          <w:sz w:val="28"/>
        </w:rPr>
        <w:t>………………………………………………27</w:t>
      </w:r>
    </w:p>
    <w:p w:rsidR="006640F9" w:rsidRPr="004D0143" w:rsidRDefault="006640F9" w:rsidP="004D0143">
      <w:pPr>
        <w:pStyle w:val="NoSpacing"/>
        <w:spacing w:line="360" w:lineRule="auto"/>
        <w:rPr>
          <w:rFonts w:ascii="Times New Roman" w:hAnsi="Times New Roman"/>
          <w:sz w:val="28"/>
        </w:rPr>
      </w:pPr>
      <w:r w:rsidRPr="00171C94">
        <w:rPr>
          <w:rFonts w:ascii="Times New Roman" w:hAnsi="Times New Roman"/>
          <w:sz w:val="28"/>
        </w:rPr>
        <w:t>Тема 9. Углеводороды и их природные источники</w:t>
      </w:r>
      <w:r>
        <w:rPr>
          <w:rFonts w:ascii="Times New Roman" w:hAnsi="Times New Roman"/>
          <w:sz w:val="28"/>
        </w:rPr>
        <w:t>…………………………...31</w:t>
      </w:r>
    </w:p>
    <w:p w:rsidR="006640F9" w:rsidRPr="006B4709" w:rsidRDefault="006640F9" w:rsidP="006B4709">
      <w:pPr>
        <w:pStyle w:val="NoSpacing"/>
        <w:spacing w:line="360" w:lineRule="auto"/>
        <w:rPr>
          <w:rFonts w:ascii="Times New Roman" w:hAnsi="Times New Roman"/>
          <w:sz w:val="28"/>
          <w:lang w:eastAsia="ru-RU"/>
        </w:rPr>
      </w:pPr>
      <w:r w:rsidRPr="006B4709">
        <w:rPr>
          <w:rFonts w:ascii="Times New Roman" w:hAnsi="Times New Roman"/>
          <w:sz w:val="28"/>
        </w:rPr>
        <w:t>Тема 10.</w:t>
      </w:r>
      <w:r w:rsidRPr="006B4709">
        <w:rPr>
          <w:rFonts w:ascii="Times New Roman" w:hAnsi="Times New Roman"/>
          <w:sz w:val="28"/>
          <w:lang w:eastAsia="ru-RU"/>
        </w:rPr>
        <w:t xml:space="preserve"> Кислородосодержащие органические соединения</w:t>
      </w:r>
      <w:r>
        <w:rPr>
          <w:rFonts w:ascii="Times New Roman" w:hAnsi="Times New Roman"/>
          <w:sz w:val="28"/>
          <w:lang w:eastAsia="ru-RU"/>
        </w:rPr>
        <w:t>………………….36</w:t>
      </w:r>
    </w:p>
    <w:p w:rsidR="006640F9" w:rsidRPr="006B4709" w:rsidRDefault="006640F9" w:rsidP="006B4709">
      <w:pPr>
        <w:pStyle w:val="NoSpacing"/>
        <w:spacing w:line="360" w:lineRule="auto"/>
        <w:rPr>
          <w:rFonts w:ascii="Times New Roman" w:hAnsi="Times New Roman"/>
          <w:sz w:val="28"/>
          <w:lang w:eastAsia="ru-RU"/>
        </w:rPr>
      </w:pPr>
      <w:r w:rsidRPr="006B4709">
        <w:rPr>
          <w:rFonts w:ascii="Times New Roman" w:hAnsi="Times New Roman"/>
          <w:sz w:val="28"/>
          <w:lang w:eastAsia="ru-RU"/>
        </w:rPr>
        <w:t>Тема 11.</w:t>
      </w:r>
      <w:r w:rsidRPr="006B4709">
        <w:rPr>
          <w:rFonts w:ascii="Times New Roman" w:hAnsi="Times New Roman"/>
          <w:sz w:val="28"/>
        </w:rPr>
        <w:t xml:space="preserve"> </w:t>
      </w:r>
      <w:r w:rsidRPr="006B4709">
        <w:rPr>
          <w:rFonts w:ascii="Times New Roman" w:hAnsi="Times New Roman"/>
          <w:sz w:val="28"/>
          <w:lang w:eastAsia="ru-RU"/>
        </w:rPr>
        <w:t>Азотсодержащие органические соединения. Полимеры</w:t>
      </w:r>
      <w:r>
        <w:rPr>
          <w:rFonts w:ascii="Times New Roman" w:hAnsi="Times New Roman"/>
          <w:sz w:val="28"/>
          <w:lang w:eastAsia="ru-RU"/>
        </w:rPr>
        <w:t>…………...38</w:t>
      </w:r>
    </w:p>
    <w:p w:rsidR="006640F9" w:rsidRPr="006B4709" w:rsidRDefault="006640F9" w:rsidP="006B4709">
      <w:pPr>
        <w:pStyle w:val="NoSpacing"/>
        <w:spacing w:line="360" w:lineRule="auto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Приложение</w:t>
      </w:r>
      <w:r w:rsidRPr="006B4709">
        <w:rPr>
          <w:rFonts w:ascii="Times New Roman" w:hAnsi="Times New Roman"/>
          <w:sz w:val="28"/>
          <w:lang w:eastAsia="ru-RU"/>
        </w:rPr>
        <w:t xml:space="preserve">. </w:t>
      </w:r>
      <w:r>
        <w:rPr>
          <w:rFonts w:ascii="Times New Roman" w:hAnsi="Times New Roman"/>
          <w:sz w:val="28"/>
          <w:lang w:eastAsia="ru-RU"/>
        </w:rPr>
        <w:t>Образец оформления</w:t>
      </w:r>
      <w:r w:rsidRPr="006B4709">
        <w:rPr>
          <w:rFonts w:ascii="Times New Roman" w:hAnsi="Times New Roman"/>
          <w:sz w:val="28"/>
          <w:lang w:eastAsia="ru-RU"/>
        </w:rPr>
        <w:t xml:space="preserve"> лабораторных работ</w:t>
      </w:r>
      <w:r>
        <w:rPr>
          <w:rFonts w:ascii="Times New Roman" w:hAnsi="Times New Roman"/>
          <w:sz w:val="28"/>
          <w:lang w:eastAsia="ru-RU"/>
        </w:rPr>
        <w:t>………………………………………………………………………………39</w:t>
      </w:r>
    </w:p>
    <w:p w:rsidR="006640F9" w:rsidRPr="006B4709" w:rsidRDefault="006640F9" w:rsidP="006B4709">
      <w:pPr>
        <w:pStyle w:val="NoSpacing"/>
        <w:spacing w:line="360" w:lineRule="auto"/>
        <w:rPr>
          <w:rFonts w:ascii="Times New Roman" w:hAnsi="Times New Roman"/>
          <w:sz w:val="28"/>
        </w:rPr>
      </w:pPr>
      <w:r w:rsidRPr="006B4709">
        <w:rPr>
          <w:rFonts w:ascii="Times New Roman" w:hAnsi="Times New Roman"/>
          <w:sz w:val="28"/>
        </w:rPr>
        <w:t>Список используемых источников</w:t>
      </w:r>
      <w:r>
        <w:rPr>
          <w:rFonts w:ascii="Times New Roman" w:hAnsi="Times New Roman"/>
          <w:sz w:val="28"/>
        </w:rPr>
        <w:t>……………………………………………..40</w:t>
      </w: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C8702B">
      <w:pPr>
        <w:tabs>
          <w:tab w:val="left" w:pos="2130"/>
        </w:tabs>
        <w:rPr>
          <w:rFonts w:ascii="Times New Roman" w:hAnsi="Times New Roman"/>
          <w:sz w:val="28"/>
        </w:rPr>
      </w:pPr>
    </w:p>
    <w:p w:rsidR="006640F9" w:rsidRDefault="006640F9" w:rsidP="003B4671">
      <w:pPr>
        <w:tabs>
          <w:tab w:val="left" w:pos="2130"/>
        </w:tabs>
        <w:spacing w:line="360" w:lineRule="auto"/>
        <w:jc w:val="center"/>
        <w:rPr>
          <w:rFonts w:ascii="Times New Roman" w:hAnsi="Times New Roman"/>
          <w:b/>
          <w:sz w:val="28"/>
        </w:rPr>
      </w:pPr>
      <w:r w:rsidRPr="00E42C86">
        <w:rPr>
          <w:rFonts w:ascii="Times New Roman" w:hAnsi="Times New Roman"/>
          <w:b/>
          <w:sz w:val="28"/>
        </w:rPr>
        <w:t>Введение</w:t>
      </w:r>
    </w:p>
    <w:p w:rsidR="006640F9" w:rsidRPr="003B4671" w:rsidRDefault="006640F9" w:rsidP="00C654C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3B4671">
        <w:rPr>
          <w:rFonts w:ascii="Times New Roman" w:hAnsi="Times New Roman"/>
          <w:sz w:val="28"/>
        </w:rPr>
        <w:t xml:space="preserve">Методические рекомендации для выполнения практических занятий по дисциплине «Химия»  составлена для студентов «Рязанского строительного колледжа имени Героя Советского Союза В.А. Беглова» профессий 08.01.25 «Мастер отделочных строительных и декоративных работ» и 08.01.07 </w:t>
      </w:r>
      <w:r>
        <w:rPr>
          <w:rFonts w:ascii="Times New Roman" w:hAnsi="Times New Roman"/>
          <w:sz w:val="28"/>
        </w:rPr>
        <w:t>«Мастер общестроительных работ»</w:t>
      </w:r>
      <w:r w:rsidRPr="003B4671">
        <w:rPr>
          <w:rFonts w:ascii="Times New Roman" w:hAnsi="Times New Roman"/>
          <w:sz w:val="28"/>
        </w:rPr>
        <w:t xml:space="preserve"> </w:t>
      </w:r>
      <w:r w:rsidRPr="00C654C6">
        <w:rPr>
          <w:rFonts w:ascii="Times New Roman" w:hAnsi="Times New Roman"/>
          <w:sz w:val="28"/>
        </w:rPr>
        <w:t>на основе требований Ф</w:t>
      </w:r>
      <w:r>
        <w:rPr>
          <w:rFonts w:ascii="Times New Roman" w:hAnsi="Times New Roman"/>
          <w:sz w:val="28"/>
        </w:rPr>
        <w:t>едерального государственного образовательного стандарта  СПО.</w:t>
      </w:r>
    </w:p>
    <w:p w:rsidR="006640F9" w:rsidRPr="003B4671" w:rsidRDefault="006640F9" w:rsidP="0026566B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рабочей программой  </w:t>
      </w:r>
      <w:r w:rsidRPr="003B4671">
        <w:rPr>
          <w:rFonts w:ascii="Times New Roman" w:hAnsi="Times New Roman"/>
          <w:sz w:val="28"/>
        </w:rPr>
        <w:t>на практические</w:t>
      </w:r>
      <w:r>
        <w:rPr>
          <w:rFonts w:ascii="Times New Roman" w:hAnsi="Times New Roman"/>
          <w:sz w:val="28"/>
        </w:rPr>
        <w:t xml:space="preserve"> занятия </w:t>
      </w:r>
    </w:p>
    <w:p w:rsidR="006640F9" w:rsidRPr="003B4671" w:rsidRDefault="006640F9" w:rsidP="0026566B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3B4671"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общеобразовательному предмету «Химия» </w:t>
      </w:r>
      <w:r w:rsidRPr="003B4671">
        <w:rPr>
          <w:rFonts w:ascii="Times New Roman" w:hAnsi="Times New Roman"/>
          <w:sz w:val="28"/>
        </w:rPr>
        <w:t xml:space="preserve">предусмотрено </w:t>
      </w:r>
      <w:r w:rsidRPr="00296A7E">
        <w:rPr>
          <w:rFonts w:ascii="Times New Roman" w:hAnsi="Times New Roman"/>
          <w:sz w:val="28"/>
        </w:rPr>
        <w:t>60</w:t>
      </w:r>
      <w:r w:rsidRPr="00C654C6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часов, из них 30 часов отводится на раздел «</w:t>
      </w:r>
      <w:r w:rsidRPr="00296A7E">
        <w:rPr>
          <w:rFonts w:ascii="Times New Roman" w:hAnsi="Times New Roman"/>
          <w:sz w:val="28"/>
        </w:rPr>
        <w:t>Общая и неорганическая химия</w:t>
      </w:r>
      <w:r>
        <w:rPr>
          <w:rFonts w:ascii="Times New Roman" w:hAnsi="Times New Roman"/>
          <w:sz w:val="28"/>
        </w:rPr>
        <w:t>», 30 часов – на раздел «Органическая химия».</w:t>
      </w:r>
    </w:p>
    <w:p w:rsidR="006640F9" w:rsidRDefault="006640F9" w:rsidP="0037477A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Основная цель </w:t>
      </w:r>
      <w:r w:rsidRPr="003B4671">
        <w:rPr>
          <w:rFonts w:ascii="Times New Roman" w:hAnsi="Times New Roman"/>
          <w:sz w:val="28"/>
        </w:rPr>
        <w:t>практических</w:t>
      </w:r>
      <w:r>
        <w:rPr>
          <w:rFonts w:ascii="Times New Roman" w:hAnsi="Times New Roman"/>
          <w:sz w:val="28"/>
        </w:rPr>
        <w:t xml:space="preserve"> занятий – </w:t>
      </w:r>
      <w:r w:rsidRPr="00196865">
        <w:rPr>
          <w:rFonts w:ascii="Times New Roman" w:hAnsi="Times New Roman"/>
          <w:sz w:val="28"/>
        </w:rPr>
        <w:t>формирование и з</w:t>
      </w:r>
      <w:r>
        <w:rPr>
          <w:rFonts w:ascii="Times New Roman" w:hAnsi="Times New Roman"/>
          <w:sz w:val="28"/>
        </w:rPr>
        <w:t xml:space="preserve">акрепление полученных теоретических знаний, а также </w:t>
      </w:r>
      <w:r w:rsidRPr="0037477A">
        <w:rPr>
          <w:rFonts w:ascii="Times New Roman" w:hAnsi="Times New Roman"/>
          <w:sz w:val="28"/>
        </w:rPr>
        <w:t>развитие способности самостоятельно использовать полученные знания</w:t>
      </w:r>
      <w:r w:rsidRPr="0037477A">
        <w:t xml:space="preserve"> </w:t>
      </w:r>
      <w:r w:rsidRPr="0037477A"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 xml:space="preserve">решения </w:t>
      </w:r>
      <w:r w:rsidRPr="0037477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поставленных задач.</w:t>
      </w:r>
    </w:p>
    <w:p w:rsidR="006640F9" w:rsidRDefault="006640F9" w:rsidP="00756558">
      <w:pPr>
        <w:pStyle w:val="NoSpacing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Данные методические рекомендации разработаны для того, чтобы помочь студентам правильно организовать свою работу на занятиях. Для этого учащимся необходимо  строго соблюдать требования, которые представлены в данной </w:t>
      </w:r>
      <w:r w:rsidRPr="00141E15">
        <w:rPr>
          <w:rFonts w:ascii="Times New Roman" w:hAnsi="Times New Roman"/>
          <w:sz w:val="28"/>
        </w:rPr>
        <w:t>методической разработке, а именно</w:t>
      </w:r>
      <w:r>
        <w:rPr>
          <w:rFonts w:ascii="Times New Roman" w:hAnsi="Times New Roman"/>
          <w:sz w:val="28"/>
        </w:rPr>
        <w:t xml:space="preserve">: оформление и решение задач, составление уравнений, выполнение и оформление лабораторных работ, –  а также </w:t>
      </w:r>
      <w:r w:rsidRPr="00756558">
        <w:rPr>
          <w:rFonts w:ascii="Times New Roman" w:hAnsi="Times New Roman"/>
          <w:color w:val="FF0000"/>
          <w:sz w:val="28"/>
        </w:rPr>
        <w:t xml:space="preserve"> </w:t>
      </w:r>
      <w:r w:rsidRPr="00025F92">
        <w:rPr>
          <w:rFonts w:ascii="Times New Roman" w:hAnsi="Times New Roman"/>
          <w:sz w:val="28"/>
        </w:rPr>
        <w:t xml:space="preserve">здесь для каждой темы </w:t>
      </w:r>
      <w:r>
        <w:rPr>
          <w:rFonts w:ascii="Times New Roman" w:hAnsi="Times New Roman"/>
          <w:sz w:val="28"/>
        </w:rPr>
        <w:t xml:space="preserve">и для каждого задания </w:t>
      </w:r>
      <w:r w:rsidRPr="00025F92">
        <w:rPr>
          <w:rFonts w:ascii="Times New Roman" w:hAnsi="Times New Roman"/>
          <w:sz w:val="28"/>
        </w:rPr>
        <w:t>можно увидеть рекомендуемую литературу</w:t>
      </w:r>
      <w:r>
        <w:rPr>
          <w:rFonts w:ascii="Times New Roman" w:hAnsi="Times New Roman"/>
          <w:sz w:val="28"/>
        </w:rPr>
        <w:t>, в которой представлены дополнительные теоретические сведения.</w:t>
      </w:r>
    </w:p>
    <w:p w:rsidR="006640F9" w:rsidRDefault="006640F9" w:rsidP="007D77D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7D77D6">
        <w:rPr>
          <w:rFonts w:ascii="Times New Roman" w:hAnsi="Times New Roman"/>
          <w:sz w:val="28"/>
        </w:rPr>
        <w:t>Перед началом выполнения тех или иных практических и лабораторных работ студентам предлагается ознакомиться с правилами техники безопасности в кабинете химии при проведении лабораторных работ</w:t>
      </w:r>
      <w:r>
        <w:rPr>
          <w:rFonts w:ascii="Times New Roman" w:hAnsi="Times New Roman"/>
          <w:sz w:val="28"/>
        </w:rPr>
        <w:t>, что является обязательным условием при работе с химическими реактивами и посудой.</w:t>
      </w:r>
      <w:r w:rsidRPr="007D77D6">
        <w:rPr>
          <w:rFonts w:ascii="Times New Roman" w:hAnsi="Times New Roman"/>
          <w:sz w:val="28"/>
        </w:rPr>
        <w:t xml:space="preserve"> </w:t>
      </w:r>
    </w:p>
    <w:p w:rsidR="006640F9" w:rsidRPr="007D77D6" w:rsidRDefault="006640F9" w:rsidP="007D77D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</w:p>
    <w:p w:rsidR="006640F9" w:rsidRPr="00973406" w:rsidRDefault="006640F9" w:rsidP="00973406">
      <w:pPr>
        <w:pStyle w:val="NoSpacing"/>
        <w:spacing w:line="360" w:lineRule="auto"/>
        <w:ind w:firstLine="708"/>
        <w:jc w:val="center"/>
        <w:rPr>
          <w:rFonts w:ascii="Times New Roman" w:hAnsi="Times New Roman"/>
          <w:b/>
          <w:sz w:val="28"/>
        </w:rPr>
      </w:pPr>
      <w:r w:rsidRPr="00973406">
        <w:rPr>
          <w:rFonts w:ascii="Times New Roman" w:hAnsi="Times New Roman"/>
          <w:b/>
          <w:sz w:val="28"/>
        </w:rPr>
        <w:t>Правила техники безопасности в кабинете химии</w:t>
      </w:r>
      <w:r>
        <w:rPr>
          <w:rFonts w:ascii="Times New Roman" w:hAnsi="Times New Roman"/>
          <w:b/>
          <w:sz w:val="28"/>
        </w:rPr>
        <w:t xml:space="preserve"> при проведении лабораторных работ:</w:t>
      </w:r>
    </w:p>
    <w:p w:rsidR="006640F9" w:rsidRDefault="006640F9" w:rsidP="003A2C1C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кабинет химии можно заходить только с разрешения учителя, при этом портфели и сумки сложить так, чтобы они не загромождали проход.</w:t>
      </w:r>
    </w:p>
    <w:p w:rsidR="006640F9" w:rsidRDefault="006640F9" w:rsidP="003A2C1C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время лабораторной работы запрещается перемещаться по кабинету.</w:t>
      </w:r>
    </w:p>
    <w:p w:rsidR="006640F9" w:rsidRDefault="006640F9" w:rsidP="003A2C1C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Проводить опыты можно только после того, как получите допуск.</w:t>
      </w:r>
    </w:p>
    <w:p w:rsidR="006640F9" w:rsidRDefault="006640F9" w:rsidP="003A2C1C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Запрещается передавать какие-либо предметы.</w:t>
      </w:r>
    </w:p>
    <w:p w:rsidR="006640F9" w:rsidRDefault="006640F9" w:rsidP="003A2C1C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пробовать реактивы на вкус.</w:t>
      </w:r>
    </w:p>
    <w:p w:rsidR="006640F9" w:rsidRDefault="006640F9" w:rsidP="00DA671B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определения запаха нужно </w:t>
      </w:r>
      <w:r w:rsidRPr="003A2C1C">
        <w:rPr>
          <w:rFonts w:ascii="Times New Roman" w:hAnsi="Times New Roman"/>
          <w:sz w:val="28"/>
        </w:rPr>
        <w:t>осторожно</w:t>
      </w:r>
      <w:r>
        <w:rPr>
          <w:rFonts w:ascii="Times New Roman" w:hAnsi="Times New Roman"/>
          <w:sz w:val="28"/>
        </w:rPr>
        <w:t xml:space="preserve"> направить легким движением руки</w:t>
      </w:r>
      <w:r w:rsidRPr="00DA671B">
        <w:t xml:space="preserve"> </w:t>
      </w:r>
      <w:r w:rsidRPr="00DA671B">
        <w:rPr>
          <w:rFonts w:ascii="Times New Roman" w:hAnsi="Times New Roman"/>
          <w:sz w:val="28"/>
        </w:rPr>
        <w:t>выделяющиеся</w:t>
      </w:r>
      <w:r>
        <w:rPr>
          <w:rFonts w:ascii="Times New Roman" w:hAnsi="Times New Roman"/>
          <w:sz w:val="28"/>
        </w:rPr>
        <w:t xml:space="preserve"> пары от отверстия  к носу.</w:t>
      </w:r>
    </w:p>
    <w:p w:rsidR="006640F9" w:rsidRDefault="006640F9" w:rsidP="00DA671B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Нагревать пробирку с жидкостью следует, направив открытый конец ее от себя и соседа. </w:t>
      </w:r>
    </w:p>
    <w:p w:rsidR="006640F9" w:rsidRDefault="006640F9" w:rsidP="00DA671B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Пламя спиртовки гасить можно только накрыв его крышкой. </w:t>
      </w:r>
    </w:p>
    <w:p w:rsidR="006640F9" w:rsidRDefault="006640F9" w:rsidP="00DA671B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DA671B">
        <w:rPr>
          <w:rFonts w:ascii="Times New Roman" w:hAnsi="Times New Roman"/>
          <w:sz w:val="28"/>
        </w:rPr>
        <w:t xml:space="preserve">В случае </w:t>
      </w:r>
      <w:r>
        <w:rPr>
          <w:rFonts w:ascii="Times New Roman" w:hAnsi="Times New Roman"/>
          <w:sz w:val="28"/>
        </w:rPr>
        <w:t>попадания реактивов на кожу необходимо сообщить учителю:</w:t>
      </w:r>
    </w:p>
    <w:p w:rsidR="006640F9" w:rsidRDefault="006640F9" w:rsidP="00F84E66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на кожу попал раствор кислоты, то необходимо </w:t>
      </w:r>
      <w:r w:rsidRPr="00F84E66">
        <w:rPr>
          <w:rFonts w:ascii="Times New Roman" w:hAnsi="Times New Roman"/>
          <w:sz w:val="28"/>
        </w:rPr>
        <w:t xml:space="preserve">пораженный участок </w:t>
      </w:r>
      <w:r>
        <w:rPr>
          <w:rFonts w:ascii="Times New Roman" w:hAnsi="Times New Roman"/>
          <w:sz w:val="28"/>
        </w:rPr>
        <w:t xml:space="preserve">промыть большим количеством воды и обработать 2% </w:t>
      </w:r>
      <w:r w:rsidRPr="00F84E66">
        <w:rPr>
          <w:rFonts w:ascii="Times New Roman" w:hAnsi="Times New Roman"/>
          <w:sz w:val="28"/>
        </w:rPr>
        <w:t xml:space="preserve">раствором </w:t>
      </w:r>
      <w:r>
        <w:rPr>
          <w:rFonts w:ascii="Times New Roman" w:hAnsi="Times New Roman"/>
          <w:sz w:val="28"/>
        </w:rPr>
        <w:t>гидрокарбоната натрия;</w:t>
      </w:r>
    </w:p>
    <w:p w:rsidR="006640F9" w:rsidRPr="00DA671B" w:rsidRDefault="006640F9" w:rsidP="00F84E66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на кожу попал раствор щелочи, </w:t>
      </w:r>
      <w:r w:rsidRPr="00F84E66">
        <w:rPr>
          <w:rFonts w:ascii="Times New Roman" w:hAnsi="Times New Roman"/>
          <w:sz w:val="28"/>
        </w:rPr>
        <w:t>то необходимо пораженный участок промыть большим количеством воды</w:t>
      </w:r>
      <w:r>
        <w:rPr>
          <w:rFonts w:ascii="Times New Roman" w:hAnsi="Times New Roman"/>
          <w:sz w:val="28"/>
        </w:rPr>
        <w:t xml:space="preserve"> и обработать 1% – 2% раствором уксусной кислоты или борной.</w:t>
      </w:r>
    </w:p>
    <w:p w:rsidR="006640F9" w:rsidRDefault="006640F9" w:rsidP="00F84E66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После завершения лабораторной работы рабочее место следует привести в порядок. </w:t>
      </w:r>
    </w:p>
    <w:p w:rsidR="006640F9" w:rsidRPr="00973406" w:rsidRDefault="006640F9" w:rsidP="00F84E66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Вымойте руки с мылом.</w:t>
      </w: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Default="006640F9" w:rsidP="0026566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6640F9" w:rsidRPr="00132F4E" w:rsidRDefault="006640F9" w:rsidP="00132F4E">
      <w:pPr>
        <w:pStyle w:val="NoSpacing"/>
        <w:jc w:val="center"/>
        <w:rPr>
          <w:rFonts w:ascii="Times New Roman" w:hAnsi="Times New Roman"/>
          <w:b/>
          <w:sz w:val="28"/>
          <w:lang w:eastAsia="ru-RU"/>
        </w:rPr>
      </w:pPr>
      <w:r w:rsidRPr="00132F4E">
        <w:rPr>
          <w:rFonts w:ascii="Times New Roman" w:hAnsi="Times New Roman"/>
          <w:b/>
          <w:sz w:val="28"/>
          <w:lang w:eastAsia="ru-RU"/>
        </w:rPr>
        <w:t>Организация  практических работ</w:t>
      </w:r>
    </w:p>
    <w:p w:rsidR="006640F9" w:rsidRDefault="006640F9" w:rsidP="0026566B">
      <w:pPr>
        <w:spacing w:after="0" w:line="240" w:lineRule="auto"/>
        <w:ind w:right="-95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3"/>
        <w:gridCol w:w="3016"/>
        <w:gridCol w:w="3016"/>
        <w:gridCol w:w="3017"/>
      </w:tblGrid>
      <w:tr w:rsidR="006640F9" w:rsidRPr="0084756D" w:rsidTr="0084756D">
        <w:trPr>
          <w:trHeight w:val="977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b/>
                <w:sz w:val="28"/>
                <w:lang w:eastAsia="ru-RU"/>
              </w:rPr>
              <w:t>№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b/>
                <w:sz w:val="28"/>
                <w:lang w:eastAsia="ru-RU"/>
              </w:rPr>
              <w:t>Наименование разделов и тем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b/>
                <w:sz w:val="28"/>
                <w:lang w:eastAsia="ru-RU"/>
              </w:rPr>
              <w:t>Кол-во часов на практическую работу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475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Формы</w:t>
            </w: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контроля</w:t>
            </w:r>
          </w:p>
        </w:tc>
      </w:tr>
      <w:tr w:rsidR="006640F9" w:rsidRPr="0084756D" w:rsidTr="0084756D">
        <w:trPr>
          <w:trHeight w:val="321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1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Основные понятия и законы химии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Решение расчетных задач на практических занятиях</w:t>
            </w:r>
          </w:p>
        </w:tc>
      </w:tr>
      <w:tr w:rsidR="006640F9" w:rsidRPr="0084756D" w:rsidTr="0084756D">
        <w:trPr>
          <w:trHeight w:val="321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2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Устный и письменный опрос</w:t>
            </w:r>
          </w:p>
        </w:tc>
      </w:tr>
      <w:tr w:rsidR="006640F9" w:rsidRPr="0084756D" w:rsidTr="0084756D">
        <w:trPr>
          <w:trHeight w:val="321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3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Строение вещества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Защита лабораторной работы</w:t>
            </w:r>
          </w:p>
        </w:tc>
      </w:tr>
      <w:tr w:rsidR="006640F9" w:rsidRPr="0084756D" w:rsidTr="0084756D">
        <w:trPr>
          <w:trHeight w:val="321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4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Вода. Растворы. Электролитическая диссоциация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Решение расчетных задач на практических занятиях</w:t>
            </w:r>
          </w:p>
        </w:tc>
      </w:tr>
      <w:tr w:rsidR="006640F9" w:rsidRPr="0084756D" w:rsidTr="0084756D">
        <w:trPr>
          <w:trHeight w:val="321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5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Классификация неорганических соединений и их свойства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Защита лабораторной работы</w:t>
            </w:r>
          </w:p>
        </w:tc>
      </w:tr>
      <w:tr w:rsidR="006640F9" w:rsidRPr="0084756D" w:rsidTr="0084756D">
        <w:trPr>
          <w:trHeight w:val="321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Химические реакции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Работа на практических занятиях, защита лабораторной работы</w:t>
            </w:r>
          </w:p>
        </w:tc>
      </w:tr>
      <w:tr w:rsidR="006640F9" w:rsidRPr="0084756D" w:rsidTr="0084756D">
        <w:trPr>
          <w:trHeight w:val="336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7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Металлы и неметаллы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Активная работа на практических занятиях</w:t>
            </w:r>
          </w:p>
        </w:tc>
      </w:tr>
      <w:tr w:rsidR="006640F9" w:rsidRPr="0084756D" w:rsidTr="0084756D">
        <w:trPr>
          <w:trHeight w:val="336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8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val="en-US" w:eastAsia="ru-RU"/>
              </w:rPr>
            </w:pPr>
            <w:r w:rsidRPr="0084756D">
              <w:rPr>
                <w:rFonts w:ascii="Times New Roman" w:hAnsi="Times New Roman"/>
                <w:sz w:val="28"/>
                <w:lang w:val="en-US" w:eastAsia="ru-RU"/>
              </w:rPr>
              <w:t>3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Активная работа на практических занятиях</w:t>
            </w:r>
          </w:p>
        </w:tc>
      </w:tr>
      <w:tr w:rsidR="006640F9" w:rsidRPr="0084756D" w:rsidTr="0084756D">
        <w:trPr>
          <w:trHeight w:val="336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9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</w:rPr>
              <w:t>Углеводороды и их природные источники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3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Активная работа на практических занятиях</w:t>
            </w:r>
          </w:p>
        </w:tc>
      </w:tr>
      <w:tr w:rsidR="006640F9" w:rsidRPr="0084756D" w:rsidTr="0084756D">
        <w:trPr>
          <w:trHeight w:val="336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10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Кислородосодержащие органические соединения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Активная работа на практических занятиях</w:t>
            </w:r>
          </w:p>
        </w:tc>
      </w:tr>
      <w:tr w:rsidR="006640F9" w:rsidRPr="0084756D" w:rsidTr="0084756D">
        <w:trPr>
          <w:trHeight w:val="336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11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Азотсодержащие органические соединения. Полимеры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Защита лабораторной работы</w:t>
            </w:r>
          </w:p>
        </w:tc>
      </w:tr>
      <w:tr w:rsidR="006640F9" w:rsidRPr="0084756D" w:rsidTr="0084756D">
        <w:trPr>
          <w:trHeight w:val="336"/>
        </w:trPr>
        <w:tc>
          <w:tcPr>
            <w:tcW w:w="713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b/>
                <w:sz w:val="28"/>
                <w:lang w:eastAsia="ru-RU"/>
              </w:rPr>
              <w:t>Итого:</w:t>
            </w:r>
          </w:p>
        </w:tc>
        <w:tc>
          <w:tcPr>
            <w:tcW w:w="3016" w:type="dxa"/>
          </w:tcPr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56D">
              <w:rPr>
                <w:rFonts w:ascii="Times New Roman" w:hAnsi="Times New Roman"/>
                <w:sz w:val="28"/>
                <w:lang w:eastAsia="ru-RU"/>
              </w:rPr>
              <w:t>60</w:t>
            </w:r>
          </w:p>
        </w:tc>
        <w:tc>
          <w:tcPr>
            <w:tcW w:w="3017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8"/>
                <w:lang w:eastAsia="ru-RU"/>
              </w:rPr>
            </w:pPr>
          </w:p>
        </w:tc>
      </w:tr>
    </w:tbl>
    <w:p w:rsidR="006640F9" w:rsidRDefault="006640F9" w:rsidP="0026566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640F9" w:rsidRDefault="006640F9" w:rsidP="004D014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 w:rsidRPr="004D0143">
        <w:rPr>
          <w:rFonts w:ascii="Times New Roman" w:hAnsi="Times New Roman"/>
          <w:b/>
          <w:sz w:val="28"/>
        </w:rPr>
        <w:t>Тема 1. Основные понятия и законы химии</w:t>
      </w:r>
    </w:p>
    <w:p w:rsidR="006640F9" w:rsidRPr="004D0143" w:rsidRDefault="006640F9" w:rsidP="004D014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6E25B7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Задание 1</w:t>
      </w:r>
      <w:r w:rsidRPr="006E25B7">
        <w:rPr>
          <w:rFonts w:ascii="Times New Roman" w:hAnsi="Times New Roman"/>
          <w:b/>
          <w:sz w:val="28"/>
        </w:rPr>
        <w:t>.</w:t>
      </w:r>
      <w:r w:rsidRPr="006E25B7">
        <w:t xml:space="preserve"> </w:t>
      </w:r>
      <w:r>
        <w:rPr>
          <w:rFonts w:ascii="Times New Roman" w:hAnsi="Times New Roman"/>
          <w:sz w:val="28"/>
        </w:rPr>
        <w:t xml:space="preserve">Расчетные задачи на нахождение </w:t>
      </w:r>
      <w:r w:rsidRPr="006E25B7">
        <w:rPr>
          <w:rFonts w:ascii="Times New Roman" w:hAnsi="Times New Roman"/>
          <w:sz w:val="28"/>
        </w:rPr>
        <w:t>массовой доли химических элементов в сл</w:t>
      </w:r>
      <w:r>
        <w:rPr>
          <w:rFonts w:ascii="Times New Roman" w:hAnsi="Times New Roman"/>
          <w:sz w:val="28"/>
        </w:rPr>
        <w:t>ож</w:t>
      </w:r>
      <w:r w:rsidRPr="006E25B7">
        <w:rPr>
          <w:rFonts w:ascii="Times New Roman" w:hAnsi="Times New Roman"/>
          <w:sz w:val="28"/>
        </w:rPr>
        <w:t>ном веществе</w:t>
      </w:r>
      <w:r>
        <w:rPr>
          <w:rFonts w:ascii="Times New Roman" w:hAnsi="Times New Roman"/>
          <w:sz w:val="28"/>
        </w:rPr>
        <w:t>.</w:t>
      </w:r>
    </w:p>
    <w:p w:rsidR="006640F9" w:rsidRDefault="006640F9" w:rsidP="006E25B7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2183D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6640F9" w:rsidRPr="0084756D" w:rsidTr="0084756D">
        <w:trPr>
          <w:trHeight w:val="1915"/>
        </w:trPr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«Основные понятия и законы химии».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rPr>
          <w:trHeight w:val="1120"/>
        </w:trPr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2.внимательно прочитать текст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Вычислите массовую долю элементов (в %), входящих в состав оксида алюминия.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условия и требования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" o:spid="_x0000_s1026" style="position:absolute;left:0;text-align:left;z-index:251630592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" o:spid="_x0000_s1027" style="position:absolute;left:0;text-align:left;z-index:251631616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"/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ω(А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l</w:t>
            </w:r>
            <w:r w:rsidRPr="0084756D">
              <w:rPr>
                <w:rFonts w:ascii="Times New Roman" w:hAnsi="Times New Roman"/>
                <w:sz w:val="24"/>
              </w:rPr>
              <w:t>)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4.в решении указать формулу массовой доли вещества.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" o:spid="_x0000_s1028" style="position:absolute;left:0;text-align:left;z-index:251632640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1857F8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" o:spid="_x0000_s1029" style="position:absolute;left:0;text-align:left;z-index:251633664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 xml:space="preserve">                   </w:t>
            </w:r>
          </w:p>
          <w:p w:rsidR="006640F9" w:rsidRPr="0084756D" w:rsidRDefault="006640F9" w:rsidP="00235AA3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527695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</w:rPr>
              <w:t>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ω(А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l</w:t>
            </w:r>
            <w:r w:rsidRPr="0084756D">
              <w:rPr>
                <w:rFonts w:ascii="Times New Roman" w:hAnsi="Times New Roman"/>
                <w:sz w:val="24"/>
              </w:rPr>
              <w:t>)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rPr>
          <w:trHeight w:val="3392"/>
        </w:trPr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5.с помощью периодической системы Д.И. Менделеева вычислить относительную молекулярную массу вещества.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" o:spid="_x0000_s1030" style="position:absolute;left:0;text-align:left;z-index:251634688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1857F8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6" o:spid="_x0000_s1031" style="position:absolute;left:0;text-align:left;z-index:251635712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 xml:space="preserve">                  </w:t>
            </w:r>
          </w:p>
          <w:p w:rsidR="006640F9" w:rsidRPr="0084756D" w:rsidRDefault="006640F9" w:rsidP="00527695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527695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</w:rPr>
              <w:t>айти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:                Mr(Al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) = 27•2+16•3=102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ω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</w:t>
            </w:r>
            <w:r w:rsidRPr="0084756D">
              <w:rPr>
                <w:rFonts w:ascii="Times New Roman" w:hAnsi="Times New Roman"/>
                <w:sz w:val="24"/>
              </w:rPr>
              <w:t>А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l)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6.подставить рассчитанные величины в формулу для расчета массовой доли элемента в веществе.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7" o:spid="_x0000_s1032" style="position:absolute;left:0;text-align:left;z-index:251636736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527695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8" o:spid="_x0000_s1033" style="position:absolute;left:0;text-align:left;z-index:251637760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 xml:space="preserve">                  </w:t>
            </w:r>
          </w:p>
          <w:p w:rsidR="006640F9" w:rsidRPr="0084756D" w:rsidRDefault="006640F9" w:rsidP="00527695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527695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</w:rPr>
              <w:t>айти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:                Mr(Al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) = 27•2+16•3=102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ω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</w:t>
            </w:r>
            <w:r w:rsidRPr="0084756D">
              <w:rPr>
                <w:rFonts w:ascii="Times New Roman" w:hAnsi="Times New Roman"/>
                <w:sz w:val="24"/>
              </w:rPr>
              <w:t>А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l) - ?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6.25pt;height:4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DE73BA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E73BA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(Al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27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в€™ 2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102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в€™100%=53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026" type="#_x0000_t75" style="width:176.25pt;height:4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DE73BA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E73BA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(Al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27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в€™ 2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102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в€™100%=53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ω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(O) - ?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027" type="#_x0000_t75" style="width:172.5pt;height:4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C2CDF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C2CDF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(O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16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в€™ 3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102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в€™100%=47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028" type="#_x0000_t75" style="width:172.5pt;height:4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C2CDF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C2CDF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(O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16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в€™ 3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102&lt;/m:t&gt;&lt;/m:r&gt;&lt;m:r&gt;&lt;w:rPr&gt;&lt;w:rFonts w:ascii=&quot;Cambria Math&quot; w:h-ansi=&quot;Cambria Math&quot;/&gt;&lt;wx:font wx:val=&quot;Cambria Math&quot;/&gt;&lt;w:i/&gt;&lt;w:sz w:val=&quot;24&quot;/&gt;&lt;/w:rPr&gt;&lt;m:t&gt;Рі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/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в€™100%=47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7.записать ответ.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Ответ: 53%, 47%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 – массовая доля химического элемента (%);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Ar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атомная масса;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Mr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молекулярная масса;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– </w:t>
            </w:r>
            <w:r w:rsidRPr="0084756D">
              <w:rPr>
                <w:rFonts w:ascii="Times New Roman" w:hAnsi="Times New Roman"/>
                <w:sz w:val="24"/>
              </w:rPr>
              <w:t>индекс.</w:t>
            </w:r>
          </w:p>
        </w:tc>
      </w:tr>
    </w:tbl>
    <w:p w:rsidR="006640F9" w:rsidRDefault="006640F9" w:rsidP="006E25B7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E17DE8">
      <w:pPr>
        <w:pStyle w:val="NoSpacing"/>
        <w:spacing w:line="360" w:lineRule="auto"/>
        <w:rPr>
          <w:rFonts w:ascii="Times New Roman" w:hAnsi="Times New Roman"/>
          <w:sz w:val="28"/>
          <w:lang w:eastAsia="ru-RU"/>
        </w:rPr>
      </w:pPr>
      <w:r w:rsidRPr="00E17DE8">
        <w:rPr>
          <w:rFonts w:ascii="Times New Roman" w:hAnsi="Times New Roman"/>
          <w:b/>
          <w:sz w:val="28"/>
        </w:rPr>
        <w:t>Задание 2.</w:t>
      </w:r>
      <w:r w:rsidRPr="00E17DE8">
        <w:rPr>
          <w:rFonts w:ascii="Times New Roman" w:hAnsi="Times New Roman"/>
          <w:b/>
          <w:sz w:val="32"/>
          <w:lang w:eastAsia="ru-RU"/>
        </w:rPr>
        <w:t xml:space="preserve"> </w:t>
      </w:r>
      <w:r w:rsidRPr="00E17DE8">
        <w:rPr>
          <w:rFonts w:ascii="Times New Roman" w:hAnsi="Times New Roman"/>
          <w:sz w:val="28"/>
          <w:lang w:eastAsia="ru-RU"/>
        </w:rPr>
        <w:t>Стехиометрические расчёты по уравнению реакции</w:t>
      </w:r>
    </w:p>
    <w:p w:rsidR="006640F9" w:rsidRDefault="006640F9" w:rsidP="00E17DE8">
      <w:pPr>
        <w:pStyle w:val="NoSpacing"/>
        <w:spacing w:line="360" w:lineRule="auto"/>
        <w:rPr>
          <w:rFonts w:ascii="Times New Roman" w:hAnsi="Times New Roman"/>
          <w:sz w:val="28"/>
          <w:lang w:eastAsia="ru-RU"/>
        </w:rPr>
      </w:pPr>
    </w:p>
    <w:p w:rsidR="006640F9" w:rsidRDefault="006640F9" w:rsidP="0072621A">
      <w:pPr>
        <w:pStyle w:val="NoSpacing"/>
        <w:spacing w:line="360" w:lineRule="auto"/>
        <w:ind w:left="720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Алгоритм решения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7"/>
        <w:gridCol w:w="5068"/>
      </w:tblGrid>
      <w:tr w:rsidR="006640F9" w:rsidRPr="0084756D" w:rsidTr="0084756D"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1.повторить полученные теоретические знания по теме «Основные понятия и законы химии».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640F9" w:rsidRPr="0084756D" w:rsidTr="0084756D">
        <w:trPr>
          <w:trHeight w:val="1609"/>
        </w:trPr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2.внимательно прочитать текст задачи.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Вычислите массу оксида меди (</w:t>
            </w:r>
            <w:r w:rsidRPr="0084756D">
              <w:rPr>
                <w:rFonts w:ascii="Times New Roman" w:hAnsi="Times New Roman"/>
                <w:sz w:val="24"/>
                <w:lang w:val="en-US" w:eastAsia="ru-RU"/>
              </w:rPr>
              <w:t>I</w:t>
            </w:r>
            <w:r w:rsidRPr="0084756D">
              <w:rPr>
                <w:rFonts w:ascii="Times New Roman" w:hAnsi="Times New Roman"/>
                <w:sz w:val="24"/>
                <w:lang w:eastAsia="ru-RU"/>
              </w:rPr>
              <w:t>), который образуется при сгорании 19,2г меди. Сколько литров кислорода  потребуется для проведения данной реакции?</w:t>
            </w:r>
          </w:p>
        </w:tc>
      </w:tr>
      <w:tr w:rsidR="006640F9" w:rsidRPr="0084756D" w:rsidTr="0084756D">
        <w:trPr>
          <w:trHeight w:val="2356"/>
        </w:trPr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3.записать условия и требования задачи.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3" o:spid="_x0000_s1034" style="position:absolute;left:0;text-align:left;z-index:251638784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4" o:spid="_x0000_s1035" style="position:absolute;left:0;text-align:left;z-index:251639808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)=19,2г.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- ?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) - ?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640F9" w:rsidRPr="0084756D" w:rsidTr="0084756D"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4.составить уравнение реакции и расставить коэффициенты.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5" o:spid="_x0000_s1036" style="position:absolute;left:0;text-align:left;z-index:251640832;visibility:visible;mso-position-horizontal-relative:text;mso-position-vertical-relative:text" from="78.3pt,4.55pt" to="78.3pt,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6" o:spid="_x0000_s1037" style="position:absolute;left:0;text-align:left;z-index:251641856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)=19,2г.     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- ?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) - ?           </w:t>
            </w:r>
          </w:p>
        </w:tc>
      </w:tr>
      <w:tr w:rsidR="006640F9" w:rsidRPr="0084756D" w:rsidTr="0084756D"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5.записать формулы, необходимые для нахождения массы вещества и объема газа.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9" o:spid="_x0000_s1038" style="position:absolute;left:0;text-align:left;z-index:251644928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0" o:spid="_x0000_s1039" style="position:absolute;left:0;text-align:left;z-index:251645952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)=19,2г.     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=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29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50C62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50C62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30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50C62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50C62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- ?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) - ?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lang w:eastAsia="ru-RU"/>
              </w:rPr>
            </w:pPr>
          </w:p>
        </w:tc>
      </w:tr>
      <w:tr w:rsidR="006640F9" w:rsidRPr="0084756D" w:rsidTr="0084756D">
        <w:trPr>
          <w:trHeight w:val="2697"/>
        </w:trPr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6.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  <w:lang w:eastAsia="ru-RU"/>
              </w:rPr>
              <w:t>с помощью периодической системы Д.И. Менделеева вычислить молекулярную массу  веществ, указав единицы измерения.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7" o:spid="_x0000_s1040" style="position:absolute;left:0;text-align:left;z-index:251642880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8" o:spid="_x0000_s1041" style="position:absolute;left:0;text-align:left;z-index:251643904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)=19,2г.     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=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31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D3C05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8D3C05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32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D3C05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8D3C05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- ?        М(Cu) = 64г/моль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- ?             М(О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= 16•2=32г/моль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М(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)=64•2+16=144г/моль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640F9" w:rsidRPr="0084756D" w:rsidTr="0084756D"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7.вычислить количество вещества: сначала того вещества, масса которого известна, а затем по уравнению реакции найти моли искомых веществ через пропорцию.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1" o:spid="_x0000_s1042" style="position:absolute;left:0;text-align:left;z-index:251646976;visibility:visible;mso-position-horizontal-relative:text;mso-position-vertical-relative:text" from="78.45pt,4.5pt" to="78.45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2" o:spid="_x0000_s1043" style="position:absolute;left:0;text-align:left;z-index:251648000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)=19,2г.     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=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33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40AF7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40AF7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34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40AF7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40AF7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- ?        М(Cu) = 64г/моль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- ?             М(О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= 16•2=32г/моль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М(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)=64•2+16=144г/моль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35" type="#_x0000_t75" style="width:137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179BC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179BC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Cu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9.2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64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 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36" type="#_x0000_t75" style="width:137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179BC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179BC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Cu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9.2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64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 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По уравнению реакции: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4моль(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 – 2моль(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0,3</w:t>
            </w:r>
            <w:r w:rsidRPr="0084756D">
              <w:rPr>
                <w:rFonts w:ascii="Times New Roman" w:hAnsi="Times New Roman"/>
                <w:sz w:val="24"/>
              </w:rPr>
              <w:t>моль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(Cu) – n(Cu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037" type="#_x0000_t75" style="width:15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3BA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FA63B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u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0.3в€™2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=0.15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038" type="#_x0000_t75" style="width:15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3BA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FA63B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u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0.3в€™2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=0.15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sz w:val="24"/>
              </w:rPr>
              <w:t>4моль(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 – 1моль(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0,3моль 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) –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39" type="#_x0000_t75" style="width:148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055A5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055A5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0.3в€™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=0.075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40" type="#_x0000_t75" style="width:148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055A5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055A5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0.3в€™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=0.075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640F9" w:rsidRPr="0084756D" w:rsidTr="0084756D"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8.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  <w:lang w:eastAsia="ru-RU"/>
              </w:rPr>
              <w:t>подставить рассчитанные величины в формулы для нахождения массы вещества и объема газа.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3" o:spid="_x0000_s1044" style="position:absolute;left:0;text-align:left;z-index:251649024;visibility:visible;mso-position-horizontal-relative:text;mso-position-vertical-relative:text" from="78.3pt,4.4pt" to="78.3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4" o:spid="_x0000_s1045" style="position:absolute;left:0;text-align:left;z-index:251650048;visibility:visible" from="-1.05pt,18.6pt" to="78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)=19,2г.     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=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•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;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41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0457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3B0457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42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0457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3B0457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- ?        М(Cu) = 64г/моль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- ?             М(О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= 16•2=32г/моль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М(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)=64•2+16=144г/моль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43" type="#_x0000_t75" style="width:137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165E0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165E0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Cu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9.2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64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 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44" type="#_x0000_t75" style="width:137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165E0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165E0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Cu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9.2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64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 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По уравнению реакции: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4моль(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 – 2моль(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0,3</w:t>
            </w:r>
            <w:r w:rsidRPr="0084756D">
              <w:rPr>
                <w:rFonts w:ascii="Times New Roman" w:hAnsi="Times New Roman"/>
                <w:sz w:val="24"/>
              </w:rPr>
              <w:t>моль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(Cu) – n(Cu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045" type="#_x0000_t75" style="width:15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179CD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4179C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u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0.3в€™2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=0.15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046" type="#_x0000_t75" style="width:15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179CD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4179C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u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0.3в€™2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/m:den&gt;&lt;/m:f&gt;&lt;m:r&gt;&lt;w:rPr&gt;&lt;w:rFonts w:ascii=&quot;Cambria Math&quot; w:h-ansi=&quot;Cambria Math&quot;/&gt;&lt;wx:font wx:val=&quot;Cambria Math&quot;/&gt;&lt;w:i/&gt;&lt;w:sz w:val=&quot;24&quot;/&gt;&lt;w:lang w:val=&quot;EN-US&quot;/&gt;&lt;/w:rPr&gt;&lt;m:t&gt;=0.15&lt;/m:t&gt;&lt;/m:r&gt;&lt;m:r&gt;&lt;w:rPr&gt;&lt;w:rFonts w:ascii=&quot;Cambria Math&quot; w:h-ansi=&quot;Cambria Math&quot;/&gt;&lt;wx:font wx:val=&quot;Cambria Math&quot;/&gt;&lt;w:i/&gt;&lt;w:sz w:val=&quot;24&quot;/&gt;&lt;/w:rPr&gt;&lt;m:t&gt;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sz w:val="24"/>
              </w:rPr>
              <w:t>4моль(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>) – 1моль(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0,3моль 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</w:rPr>
              <w:t xml:space="preserve">) –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47" type="#_x0000_t75" style="width:148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516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3E3516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0.3в€™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=0.075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48" type="#_x0000_t75" style="width:148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516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3E3516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0.3в€™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=0.075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)=0.15моль•144г/моль=21,6г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)=0.075моль•22,4л/моль=1,68л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lang w:eastAsia="ru-RU"/>
              </w:rPr>
            </w:pPr>
          </w:p>
        </w:tc>
      </w:tr>
      <w:tr w:rsidR="006640F9" w:rsidRPr="0084756D" w:rsidTr="0084756D">
        <w:tc>
          <w:tcPr>
            <w:tcW w:w="453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sz w:val="24"/>
                <w:lang w:eastAsia="ru-RU"/>
              </w:rPr>
              <w:t>9.записать ответ.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t>Ответ: 21,6г;  1,68л</w:t>
            </w:r>
          </w:p>
        </w:tc>
      </w:tr>
      <w:tr w:rsidR="006640F9" w:rsidRPr="0084756D" w:rsidTr="0084756D">
        <w:tc>
          <w:tcPr>
            <w:tcW w:w="9605" w:type="dxa"/>
            <w:gridSpan w:val="2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49" type="#_x0000_t75" style="width:180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75C71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875C71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РєРѕР»РёС‡РµСЃС‚РІРѕ РІРµС‰РµСЃС‚РІР° &lt;/m:t&gt;&lt;/m:r&gt;&lt;m:d&gt;&lt;m:dPr&gt;&lt;m:ctrlPr&gt;&lt;w:rPr&gt;&lt;w:rFonts w:ascii=&quot;Cambria Math&quot; w:h-ansi=&quot;Cambria Math&quot;/&gt;&lt;wx:font wx:val=&quot;Cambria Math&quot;/&gt;&lt;w:sz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РјРѕР»СЊ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50" type="#_x0000_t75" style="width:127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0F16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20F16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m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јР°СЃСЃР° РІРµС‰РµСЃС‚РІР° &lt;/m:t&gt;&lt;/m:r&gt;&lt;m:d&gt;&lt;m:dPr&gt;&lt;m:ctrlPr&gt;&lt;w:rPr&gt;&lt;w:rFonts w:ascii=&quot;Cambria Math&quot; w:fareast=&quot;Times New Roman&quot; w:h-ansi=&quot;Cambria Math&quot;/&gt;&lt;wx:font wx:val=&quot;Cambria Math&quot;/&gt;&lt;w:sz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і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51" type="#_x0000_t75" style="width:57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A33C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A33C5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M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-РјРѕР»СЏСЂРЅР°СЏ РјР°СЃСЃР° 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Рі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РјРѕР»СЊ&lt;/m:t&gt;&lt;/m:r&gt;&lt;/m:den&gt;&lt;/m:f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52" type="#_x0000_t75" style="width:1in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2109F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42109F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V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ѕР±СЉРј &lt;/m:t&gt;&lt;/m:r&gt;&lt;m:d&gt;&lt;m:dPr&gt;&lt;m:ctrlPr&gt;&lt;w:rPr&gt;&lt;w:rFonts w:ascii=&quot;Cambria Math&quot; w:fareast=&quot;Times New Roman&quot; w:h-ansi=&quot;Cambria Math&quot;/&gt;&lt;wx:font wx:val=&quot;Cambria Math&quot;/&gt;&lt;w:sz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»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53" type="#_x0000_t75" style="width:210.7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6F2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FB6F2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m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јРѕР»СЏСЂРЅС‹Р№ РѕР±СЉРµРј (22,4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Р»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РјРѕР»СЊ)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</w:p>
        </w:tc>
      </w:tr>
    </w:tbl>
    <w:p w:rsidR="006640F9" w:rsidRDefault="006640F9" w:rsidP="002D512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2D512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2D512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2D512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2D512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Рекомендуемая  литература:</w:t>
      </w:r>
      <w:r w:rsidRPr="009205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Кузнецова Н.</w:t>
      </w:r>
      <w:r w:rsidRPr="00F1765C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. Химия. 11 класс. Базовый уровень. – М.</w:t>
      </w:r>
      <w:r w:rsidRPr="00F1765C">
        <w:rPr>
          <w:rFonts w:ascii="Times New Roman" w:hAnsi="Times New Roman"/>
          <w:sz w:val="28"/>
        </w:rPr>
        <w:t xml:space="preserve"> Вентана-граф</w:t>
      </w:r>
      <w:r>
        <w:rPr>
          <w:rFonts w:ascii="Times New Roman" w:hAnsi="Times New Roman"/>
          <w:sz w:val="28"/>
        </w:rPr>
        <w:t xml:space="preserve">, 2016. С. </w:t>
      </w:r>
      <w:r w:rsidRPr="00871743">
        <w:rPr>
          <w:rFonts w:ascii="Times New Roman" w:hAnsi="Times New Roman"/>
          <w:color w:val="000000"/>
          <w:sz w:val="28"/>
        </w:rPr>
        <w:t>5-13</w:t>
      </w:r>
    </w:p>
    <w:p w:rsidR="006640F9" w:rsidRDefault="006640F9" w:rsidP="00710BDD">
      <w:pPr>
        <w:pStyle w:val="NoSpacing"/>
        <w:spacing w:line="360" w:lineRule="auto"/>
        <w:rPr>
          <w:rFonts w:ascii="Times New Roman" w:hAnsi="Times New Roman"/>
          <w:b/>
          <w:sz w:val="28"/>
        </w:rPr>
      </w:pPr>
      <w:r w:rsidRPr="00214702">
        <w:rPr>
          <w:rFonts w:ascii="Times New Roman" w:hAnsi="Times New Roman"/>
          <w:b/>
          <w:sz w:val="28"/>
        </w:rPr>
        <w:t>Рекомендуемые интернет-ресурсы:</w:t>
      </w:r>
    </w:p>
    <w:p w:rsidR="006640F9" w:rsidRDefault="006640F9" w:rsidP="00710BDD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18" w:history="1">
        <w:r w:rsidRPr="00317142">
          <w:rPr>
            <w:rStyle w:val="Hyperlink"/>
            <w:rFonts w:ascii="Times New Roman" w:hAnsi="Times New Roman"/>
            <w:sz w:val="28"/>
            <w:lang w:val="en-US"/>
          </w:rPr>
          <w:t>https</w:t>
        </w:r>
        <w:r w:rsidRPr="00317142">
          <w:rPr>
            <w:rStyle w:val="Hyperlink"/>
            <w:rFonts w:ascii="Times New Roman" w:hAnsi="Times New Roman"/>
            <w:sz w:val="28"/>
          </w:rPr>
          <w:t>://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studfiles</w:t>
        </w:r>
        <w:r w:rsidRPr="00317142">
          <w:rPr>
            <w:rStyle w:val="Hyperlink"/>
            <w:rFonts w:ascii="Times New Roman" w:hAnsi="Times New Roman"/>
            <w:sz w:val="28"/>
          </w:rPr>
          <w:t>/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net</w:t>
        </w:r>
        <w:r w:rsidRPr="00317142">
          <w:rPr>
            <w:rStyle w:val="Hyperlink"/>
            <w:rFonts w:ascii="Times New Roman" w:hAnsi="Times New Roman"/>
            <w:sz w:val="28"/>
          </w:rPr>
          <w:t>/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preview</w:t>
        </w:r>
        <w:r w:rsidRPr="00317142">
          <w:rPr>
            <w:rStyle w:val="Hyperlink"/>
            <w:rFonts w:ascii="Times New Roman" w:hAnsi="Times New Roman"/>
            <w:sz w:val="28"/>
          </w:rPr>
          <w:t>/5615809/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page</w:t>
        </w:r>
        <w:r w:rsidRPr="00317142">
          <w:rPr>
            <w:rStyle w:val="Hyperlink"/>
            <w:rFonts w:ascii="Times New Roman" w:hAnsi="Times New Roman"/>
            <w:sz w:val="28"/>
          </w:rPr>
          <w:t>:2/</w:t>
        </w:r>
      </w:hyperlink>
    </w:p>
    <w:p w:rsidR="006640F9" w:rsidRDefault="006640F9" w:rsidP="00710BDD">
      <w:pPr>
        <w:pStyle w:val="NoSpacing"/>
        <w:spacing w:line="360" w:lineRule="auto"/>
        <w:rPr>
          <w:rFonts w:ascii="Times New Roman" w:hAnsi="Times New Roman"/>
          <w:sz w:val="28"/>
        </w:rPr>
      </w:pPr>
      <w:r w:rsidRPr="009205BC">
        <w:rPr>
          <w:rFonts w:ascii="Times New Roman" w:hAnsi="Times New Roman"/>
          <w:sz w:val="28"/>
        </w:rPr>
        <w:t xml:space="preserve"> </w:t>
      </w:r>
      <w:hyperlink r:id="rId19" w:history="1">
        <w:r w:rsidRPr="00317142">
          <w:rPr>
            <w:rStyle w:val="Hyperlink"/>
            <w:rFonts w:ascii="Times New Roman" w:hAnsi="Times New Roman"/>
            <w:sz w:val="28"/>
          </w:rPr>
          <w:t>http://www.hemi.nsu.ru/ucheb155.htm</w:t>
        </w:r>
      </w:hyperlink>
    </w:p>
    <w:p w:rsidR="006640F9" w:rsidRDefault="006640F9" w:rsidP="00710BDD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20" w:history="1">
        <w:r w:rsidRPr="00317142">
          <w:rPr>
            <w:rStyle w:val="Hyperlink"/>
            <w:rFonts w:ascii="Times New Roman" w:hAnsi="Times New Roman"/>
            <w:sz w:val="28"/>
          </w:rPr>
          <w:t>http://cde.osu.ru/demoversion/course93/g1_1.html</w:t>
        </w:r>
      </w:hyperlink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Форма отчетности:</w:t>
      </w:r>
      <w:r w:rsidRPr="009205BC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письменное решение</w:t>
      </w:r>
      <w:r w:rsidRPr="009205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задач.</w:t>
      </w: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C52960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F50207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 w:rsidRPr="00214702">
        <w:rPr>
          <w:rFonts w:ascii="Times New Roman" w:hAnsi="Times New Roman"/>
          <w:b/>
          <w:sz w:val="28"/>
        </w:rPr>
        <w:t>Тема 2.</w:t>
      </w:r>
      <w:r w:rsidRPr="00214702">
        <w:rPr>
          <w:b/>
        </w:rPr>
        <w:t xml:space="preserve"> </w:t>
      </w:r>
      <w:r w:rsidRPr="00214702">
        <w:rPr>
          <w:rFonts w:ascii="Times New Roman" w:hAnsi="Times New Roman"/>
          <w:b/>
          <w:sz w:val="28"/>
        </w:rPr>
        <w:t>Периодический закон и Периодическая система химических элементов Д.И. Менделеева и строение атома</w:t>
      </w:r>
    </w:p>
    <w:p w:rsidR="006640F9" w:rsidRDefault="006640F9" w:rsidP="00214702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67198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Задание. </w:t>
      </w:r>
      <w:r w:rsidRPr="005B76B2">
        <w:rPr>
          <w:rFonts w:ascii="Times New Roman" w:hAnsi="Times New Roman"/>
          <w:sz w:val="28"/>
        </w:rPr>
        <w:t>Составление электронных и электронно-графических формул химических элементов.</w:t>
      </w:r>
    </w:p>
    <w:p w:rsidR="006640F9" w:rsidRDefault="006640F9" w:rsidP="0067198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Pr="0067198D" w:rsidRDefault="006640F9" w:rsidP="0067198D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построения</w:t>
      </w:r>
      <w:r w:rsidRPr="0067198D">
        <w:t xml:space="preserve"> </w:t>
      </w:r>
      <w:r w:rsidRPr="0067198D">
        <w:rPr>
          <w:rFonts w:ascii="Times New Roman" w:hAnsi="Times New Roman"/>
          <w:sz w:val="28"/>
        </w:rPr>
        <w:t>электронных и электронно-графических формул химических элементов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1"/>
        <w:gridCol w:w="4492"/>
      </w:tblGrid>
      <w:tr w:rsidR="006640F9" w:rsidRPr="0084756D" w:rsidTr="0084756D">
        <w:trPr>
          <w:trHeight w:val="2226"/>
        </w:trPr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«Периодический закон и Периодическая система химических элементов Д.И. Менделеева и строение атома».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rPr>
          <w:trHeight w:val="982"/>
        </w:trPr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2.прочитать текст задания.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Составьте электронную и электронно-графическую формулу фосфора</w:t>
            </w:r>
          </w:p>
        </w:tc>
      </w:tr>
      <w:tr w:rsidR="006640F9" w:rsidRPr="0084756D" w:rsidTr="0084756D">
        <w:trPr>
          <w:trHeight w:val="1833"/>
        </w:trPr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3.определить местоположение химического элемента в таблице «Периодическая система химических элементов Д.И. Менделеева»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Период 3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Группа 5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Подгруппа А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Порядковый номер 16</w:t>
            </w:r>
          </w:p>
        </w:tc>
      </w:tr>
      <w:tr w:rsidR="006640F9" w:rsidRPr="0084756D" w:rsidTr="0084756D">
        <w:trPr>
          <w:trHeight w:val="1831"/>
        </w:trPr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4.записать знак химического элемента и перед ним снизу указать общее число электронов, которое равно порядковому номеру.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</w:rPr>
              <w:t>15</w:t>
            </w:r>
            <w:r w:rsidRPr="0084756D">
              <w:rPr>
                <w:rFonts w:ascii="Times New Roman" w:hAnsi="Times New Roman"/>
                <w:sz w:val="24"/>
              </w:rPr>
              <w:t>Р</w:t>
            </w:r>
          </w:p>
        </w:tc>
      </w:tr>
      <w:tr w:rsidR="006640F9" w:rsidRPr="0084756D" w:rsidTr="0084756D">
        <w:trPr>
          <w:trHeight w:val="1971"/>
        </w:trPr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5.определить число энергетических уровней по периоду и записать их в виде круглых скобочек справа от элемента.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</w:rPr>
              <w:t>15</w:t>
            </w:r>
            <w:r w:rsidRPr="0084756D">
              <w:rPr>
                <w:rFonts w:ascii="Times New Roman" w:hAnsi="Times New Roman"/>
                <w:sz w:val="24"/>
              </w:rPr>
              <w:t>Р ) ) )</w:t>
            </w:r>
          </w:p>
        </w:tc>
      </w:tr>
      <w:tr w:rsidR="006640F9" w:rsidRPr="0084756D" w:rsidTr="0084756D"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6.определить число электронов на каждом энергетическом уровне и указать их число под каждой скобочкой.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</w:rPr>
              <w:t>15</w:t>
            </w:r>
            <w:r w:rsidRPr="0084756D">
              <w:rPr>
                <w:rFonts w:ascii="Times New Roman" w:hAnsi="Times New Roman"/>
                <w:sz w:val="24"/>
              </w:rPr>
              <w:t>Р ) ) )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     2 8 5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7.составить электроно-графическую схему строения атома данного химического элемента, т.е. 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 xml:space="preserve">распределить электроны на подуровнях. </w:t>
            </w:r>
            <w:r w:rsidRPr="0084756D">
              <w:rPr>
                <w:rFonts w:ascii="Times New Roman" w:hAnsi="Times New Roman"/>
                <w:sz w:val="24"/>
              </w:rPr>
              <w:tab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</w:rPr>
              <w:t>15</w:t>
            </w:r>
            <w:r w:rsidRPr="0084756D">
              <w:rPr>
                <w:rFonts w:ascii="Times New Roman" w:hAnsi="Times New Roman"/>
                <w:sz w:val="24"/>
              </w:rPr>
              <w:t>Р ) ) )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     2 8 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5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11" o:spid="_x0000_i1054" type="#_x0000_t75" style="width:129.75pt;height:93.75pt;visibility:visible">
                  <v:imagedata r:id="rId21" o:title=""/>
                </v:shape>
              </w:pict>
            </w:r>
          </w:p>
        </w:tc>
      </w:tr>
      <w:tr w:rsidR="006640F9" w:rsidRPr="0084756D" w:rsidTr="0084756D">
        <w:tc>
          <w:tcPr>
            <w:tcW w:w="497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8.составить электронную схему строения атома данного химического элемента.</w:t>
            </w:r>
          </w:p>
        </w:tc>
        <w:tc>
          <w:tcPr>
            <w:tcW w:w="4492" w:type="dxa"/>
          </w:tcPr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</w:rPr>
              <w:t>15</w:t>
            </w:r>
            <w:r w:rsidRPr="0084756D">
              <w:rPr>
                <w:rFonts w:ascii="Times New Roman" w:hAnsi="Times New Roman"/>
                <w:sz w:val="24"/>
              </w:rPr>
              <w:t>Р ) ) )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     2 8 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5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12" o:spid="_x0000_i1055" type="#_x0000_t75" style="width:129.75pt;height:93.75pt;visibility:visible">
                  <v:imagedata r:id="rId21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1s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2s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2p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6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3s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3p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640F9" w:rsidRDefault="006640F9" w:rsidP="009F1076">
      <w:pPr>
        <w:pStyle w:val="NoSpacing"/>
        <w:spacing w:line="360" w:lineRule="auto"/>
        <w:jc w:val="both"/>
        <w:rPr>
          <w:rFonts w:ascii="Times New Roman" w:hAnsi="Times New Roman"/>
          <w:sz w:val="28"/>
          <w:lang w:val="en-US"/>
        </w:rPr>
      </w:pPr>
    </w:p>
    <w:p w:rsidR="006640F9" w:rsidRPr="00C52960" w:rsidRDefault="006640F9" w:rsidP="009F1076">
      <w:pPr>
        <w:pStyle w:val="NoSpacing"/>
        <w:spacing w:line="360" w:lineRule="auto"/>
        <w:jc w:val="both"/>
        <w:rPr>
          <w:rFonts w:ascii="Times New Roman" w:hAnsi="Times New Roman"/>
          <w:color w:val="FF0000"/>
          <w:sz w:val="28"/>
        </w:rPr>
      </w:pPr>
      <w:r w:rsidRPr="00214702">
        <w:rPr>
          <w:rFonts w:ascii="Times New Roman" w:hAnsi="Times New Roman"/>
          <w:b/>
          <w:sz w:val="28"/>
        </w:rPr>
        <w:t>Рекомендуемая  литература:</w:t>
      </w:r>
      <w:r w:rsidRPr="009205BC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Рудзитис Г.Е. Химия. 11 класс. Базовый уровень – М.: Просвещение, 2014. С. 10-22 </w:t>
      </w:r>
    </w:p>
    <w:p w:rsidR="006640F9" w:rsidRDefault="006640F9" w:rsidP="009F1076">
      <w:pPr>
        <w:pStyle w:val="NoSpacing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Рекомендуемые </w:t>
      </w:r>
      <w:r w:rsidRPr="00214702">
        <w:rPr>
          <w:rFonts w:ascii="Times New Roman" w:hAnsi="Times New Roman"/>
          <w:b/>
          <w:sz w:val="28"/>
        </w:rPr>
        <w:t>интернет-ресурсы:</w:t>
      </w:r>
      <w:r>
        <w:rPr>
          <w:rFonts w:ascii="Times New Roman" w:hAnsi="Times New Roman"/>
          <w:b/>
          <w:sz w:val="28"/>
        </w:rPr>
        <w:t xml:space="preserve"> </w:t>
      </w:r>
      <w:hyperlink r:id="rId22" w:history="1">
        <w:r w:rsidRPr="00317142">
          <w:rPr>
            <w:rStyle w:val="Hyperlink"/>
            <w:rFonts w:ascii="Times New Roman" w:hAnsi="Times New Roman"/>
            <w:sz w:val="28"/>
            <w:lang w:val="en-US"/>
          </w:rPr>
          <w:t>http</w:t>
        </w:r>
        <w:r w:rsidRPr="00317142">
          <w:rPr>
            <w:rStyle w:val="Hyperlink"/>
            <w:rFonts w:ascii="Times New Roman" w:hAnsi="Times New Roman"/>
            <w:sz w:val="28"/>
          </w:rPr>
          <w:t>://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www</w:t>
        </w:r>
        <w:r w:rsidRPr="00317142">
          <w:rPr>
            <w:rStyle w:val="Hyperlink"/>
            <w:rFonts w:ascii="Times New Roman" w:hAnsi="Times New Roman"/>
            <w:sz w:val="28"/>
          </w:rPr>
          <w:t>.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yaklass</w:t>
        </w:r>
        <w:r w:rsidRPr="00317142">
          <w:rPr>
            <w:rStyle w:val="Hyperlink"/>
            <w:rFonts w:ascii="Times New Roman" w:hAnsi="Times New Roman"/>
            <w:sz w:val="28"/>
          </w:rPr>
          <w:t>.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ru</w:t>
        </w:r>
        <w:r w:rsidRPr="00317142">
          <w:rPr>
            <w:rStyle w:val="Hyperlink"/>
            <w:rFonts w:ascii="Times New Roman" w:hAnsi="Times New Roman"/>
            <w:sz w:val="28"/>
          </w:rPr>
          <w:t>/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materiali</w:t>
        </w:r>
        <w:r w:rsidRPr="00317142">
          <w:rPr>
            <w:rStyle w:val="Hyperlink"/>
            <w:rFonts w:ascii="Times New Roman" w:hAnsi="Times New Roman"/>
            <w:sz w:val="28"/>
          </w:rPr>
          <w:t>?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mode</w:t>
        </w:r>
        <w:r w:rsidRPr="00317142">
          <w:rPr>
            <w:rStyle w:val="Hyperlink"/>
            <w:rFonts w:ascii="Times New Roman" w:hAnsi="Times New Roman"/>
            <w:sz w:val="28"/>
          </w:rPr>
          <w:t>=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lsntheme</w:t>
        </w:r>
        <w:r w:rsidRPr="00317142">
          <w:rPr>
            <w:rStyle w:val="Hyperlink"/>
            <w:rFonts w:ascii="Times New Roman" w:hAnsi="Times New Roman"/>
            <w:sz w:val="28"/>
          </w:rPr>
          <w:t>&amp;</w:t>
        </w:r>
        <w:r w:rsidRPr="00317142">
          <w:rPr>
            <w:rStyle w:val="Hyperlink"/>
            <w:rFonts w:ascii="Times New Roman" w:hAnsi="Times New Roman"/>
            <w:sz w:val="28"/>
            <w:lang w:val="en-US"/>
          </w:rPr>
          <w:t>themeid</w:t>
        </w:r>
        <w:r w:rsidRPr="00317142">
          <w:rPr>
            <w:rStyle w:val="Hyperlink"/>
            <w:rFonts w:ascii="Times New Roman" w:hAnsi="Times New Roman"/>
            <w:sz w:val="28"/>
          </w:rPr>
          <w:t>=145</w:t>
        </w:r>
      </w:hyperlink>
    </w:p>
    <w:p w:rsidR="006640F9" w:rsidRDefault="006640F9" w:rsidP="009F107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23" w:history="1">
        <w:r w:rsidRPr="00317142">
          <w:rPr>
            <w:rStyle w:val="Hyperlink"/>
            <w:rFonts w:ascii="Times New Roman" w:hAnsi="Times New Roman"/>
            <w:sz w:val="28"/>
          </w:rPr>
          <w:t>http://www.himhelp.ru/section23/section2/</w:t>
        </w:r>
      </w:hyperlink>
    </w:p>
    <w:p w:rsidR="006640F9" w:rsidRPr="00EA67B4" w:rsidRDefault="006640F9" w:rsidP="009F107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Форма отчетности:</w:t>
      </w:r>
      <w:r>
        <w:rPr>
          <w:rFonts w:ascii="Times New Roman" w:hAnsi="Times New Roman"/>
          <w:sz w:val="28"/>
        </w:rPr>
        <w:t xml:space="preserve"> письменное выполнение заданий, сопровождаемое устным пояснением. </w:t>
      </w: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Pr="00156F7D" w:rsidRDefault="006640F9" w:rsidP="00156F7D">
      <w:pPr>
        <w:pStyle w:val="NoSpacing"/>
        <w:rPr>
          <w:rFonts w:ascii="Times New Roman" w:hAnsi="Times New Roman"/>
          <w:sz w:val="28"/>
        </w:rPr>
      </w:pPr>
    </w:p>
    <w:p w:rsidR="006640F9" w:rsidRPr="00442162" w:rsidRDefault="006640F9" w:rsidP="00442162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</w:rPr>
      </w:pPr>
      <w:r w:rsidRPr="00442162">
        <w:rPr>
          <w:rFonts w:ascii="Times New Roman" w:hAnsi="Times New Roman"/>
          <w:b/>
          <w:sz w:val="28"/>
        </w:rPr>
        <w:t>Тема 3. Строение вещества</w:t>
      </w:r>
    </w:p>
    <w:p w:rsidR="006640F9" w:rsidRPr="00442162" w:rsidRDefault="006640F9" w:rsidP="00BF6684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</w:p>
    <w:p w:rsidR="006640F9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3E3D73">
        <w:rPr>
          <w:rFonts w:ascii="Times New Roman" w:hAnsi="Times New Roman"/>
          <w:b/>
          <w:sz w:val="28"/>
        </w:rPr>
        <w:t>Задание.</w:t>
      </w:r>
      <w:r>
        <w:rPr>
          <w:rFonts w:ascii="Times New Roman" w:hAnsi="Times New Roman"/>
          <w:sz w:val="28"/>
        </w:rPr>
        <w:t xml:space="preserve"> Приготовление растворов с заданной молярной концентрацией</w:t>
      </w:r>
    </w:p>
    <w:p w:rsidR="006640F9" w:rsidRPr="00791DC3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Требования по выполнению </w:t>
      </w:r>
      <w:r>
        <w:rPr>
          <w:rFonts w:ascii="Times New Roman" w:hAnsi="Times New Roman"/>
          <w:sz w:val="28"/>
        </w:rPr>
        <w:t>лабораторной работы</w:t>
      </w:r>
      <w:r w:rsidRPr="00791DC3">
        <w:rPr>
          <w:rFonts w:ascii="Times New Roman" w:hAnsi="Times New Roman"/>
          <w:sz w:val="28"/>
        </w:rPr>
        <w:t>:</w:t>
      </w:r>
    </w:p>
    <w:p w:rsidR="006640F9" w:rsidRPr="00791DC3" w:rsidRDefault="006640F9" w:rsidP="003E3D73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ознакомиться с правилом техники безопасности при работе в химической лаборатории</w:t>
      </w:r>
      <w:r>
        <w:rPr>
          <w:rFonts w:ascii="Times New Roman" w:hAnsi="Times New Roman"/>
          <w:sz w:val="28"/>
        </w:rPr>
        <w:t xml:space="preserve"> </w:t>
      </w:r>
      <w:r w:rsidRPr="007D77D6">
        <w:rPr>
          <w:rFonts w:ascii="Times New Roman" w:hAnsi="Times New Roman"/>
          <w:sz w:val="28"/>
        </w:rPr>
        <w:t>(смотри стр.5);</w:t>
      </w:r>
    </w:p>
    <w:p w:rsidR="006640F9" w:rsidRPr="00791DC3" w:rsidRDefault="006640F9" w:rsidP="003E3D73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повторить полученные теоретические знания по теме «</w:t>
      </w:r>
      <w:r>
        <w:rPr>
          <w:rFonts w:ascii="Times New Roman" w:hAnsi="Times New Roman"/>
          <w:sz w:val="28"/>
        </w:rPr>
        <w:t>Дисперсные системы</w:t>
      </w:r>
      <w:r w:rsidRPr="00791DC3">
        <w:rPr>
          <w:rFonts w:ascii="Times New Roman" w:hAnsi="Times New Roman"/>
          <w:sz w:val="28"/>
        </w:rPr>
        <w:t>»;</w:t>
      </w:r>
    </w:p>
    <w:p w:rsidR="006640F9" w:rsidRPr="00791DC3" w:rsidRDefault="006640F9" w:rsidP="003E3D73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изучить инструкцию по выполнению лабораторной работы;</w:t>
      </w:r>
    </w:p>
    <w:p w:rsidR="006640F9" w:rsidRPr="00791DC3" w:rsidRDefault="006640F9" w:rsidP="003E3D73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проводить эксперимент, согласно инструкции;</w:t>
      </w:r>
    </w:p>
    <w:p w:rsidR="006640F9" w:rsidRDefault="006640F9" w:rsidP="003E3D73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результаты эксперимента внести в тетрадь для лаборат</w:t>
      </w:r>
      <w:r>
        <w:rPr>
          <w:rFonts w:ascii="Times New Roman" w:hAnsi="Times New Roman"/>
          <w:sz w:val="28"/>
        </w:rPr>
        <w:t>орных работ;</w:t>
      </w:r>
    </w:p>
    <w:p w:rsidR="006640F9" w:rsidRPr="00791DC3" w:rsidRDefault="006640F9" w:rsidP="003E3D73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ответить на вопросы в конце лабораторной работы.</w:t>
      </w:r>
    </w:p>
    <w:p w:rsidR="006640F9" w:rsidRPr="00791DC3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Оформление лабораторной работы:</w:t>
      </w:r>
    </w:p>
    <w:p w:rsidR="006640F9" w:rsidRPr="00791DC3" w:rsidRDefault="006640F9" w:rsidP="003E3D73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необходимо указать номер лабораторной работы, ее название и цель</w:t>
      </w:r>
      <w:r>
        <w:rPr>
          <w:rFonts w:ascii="Times New Roman" w:hAnsi="Times New Roman"/>
          <w:sz w:val="28"/>
        </w:rPr>
        <w:t>, оборудование и реактивы</w:t>
      </w:r>
      <w:r w:rsidRPr="00791DC3">
        <w:rPr>
          <w:rFonts w:ascii="Times New Roman" w:hAnsi="Times New Roman"/>
          <w:sz w:val="28"/>
        </w:rPr>
        <w:t>;</w:t>
      </w:r>
    </w:p>
    <w:p w:rsidR="006640F9" w:rsidRPr="00791DC3" w:rsidRDefault="006640F9" w:rsidP="003E3D73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записать номер опыта, его название, </w:t>
      </w:r>
      <w:r>
        <w:rPr>
          <w:rFonts w:ascii="Times New Roman" w:hAnsi="Times New Roman"/>
          <w:sz w:val="28"/>
        </w:rPr>
        <w:t xml:space="preserve">ход работы, </w:t>
      </w:r>
      <w:r w:rsidRPr="00791DC3">
        <w:rPr>
          <w:rFonts w:ascii="Times New Roman" w:hAnsi="Times New Roman"/>
          <w:sz w:val="28"/>
        </w:rPr>
        <w:t>результаты наблюдений и уравнения реакции в молекулярном и ионном виде;</w:t>
      </w:r>
    </w:p>
    <w:p w:rsidR="006640F9" w:rsidRDefault="006640F9" w:rsidP="003E3D73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сделать вывод о проделанной работе.</w:t>
      </w:r>
    </w:p>
    <w:p w:rsidR="006640F9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Pr="00C52960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color w:val="FF0000"/>
          <w:sz w:val="28"/>
        </w:rPr>
      </w:pPr>
      <w:r w:rsidRPr="00214702">
        <w:rPr>
          <w:rFonts w:ascii="Times New Roman" w:hAnsi="Times New Roman"/>
          <w:b/>
          <w:sz w:val="28"/>
        </w:rPr>
        <w:t>Рекомендуемая  литература:</w:t>
      </w:r>
      <w:r w:rsidRPr="009205BC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Рудзитис Г.Е. Химия. 11 класс. Базовый уровень – М.: Просвещение, 2014. С. 74-82</w:t>
      </w:r>
    </w:p>
    <w:p w:rsidR="006640F9" w:rsidRDefault="006640F9" w:rsidP="003E3D73">
      <w:pPr>
        <w:pStyle w:val="NoSpacing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Рекомендуемые </w:t>
      </w:r>
      <w:r w:rsidRPr="00214702">
        <w:rPr>
          <w:rFonts w:ascii="Times New Roman" w:hAnsi="Times New Roman"/>
          <w:b/>
          <w:sz w:val="28"/>
        </w:rPr>
        <w:t>интернет-ресурсы:</w:t>
      </w:r>
      <w:r>
        <w:rPr>
          <w:rFonts w:ascii="Times New Roman" w:hAnsi="Times New Roman"/>
          <w:b/>
          <w:sz w:val="28"/>
        </w:rPr>
        <w:t xml:space="preserve"> </w:t>
      </w:r>
    </w:p>
    <w:p w:rsidR="006640F9" w:rsidRDefault="006640F9" w:rsidP="003E3D73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24" w:history="1">
        <w:r w:rsidRPr="0051228B">
          <w:rPr>
            <w:rStyle w:val="Hyperlink"/>
            <w:rFonts w:ascii="Times New Roman" w:hAnsi="Times New Roman"/>
            <w:sz w:val="28"/>
          </w:rPr>
          <w:t>https://sites.google.com/site/himulacom/zvonok-na-urok/11-klass---cetveertyj-god-obucenia/urok-no11-dispersnye-sistemy</w:t>
        </w:r>
      </w:hyperlink>
    </w:p>
    <w:p w:rsidR="006640F9" w:rsidRPr="00EA67B4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Форма отчетности:</w:t>
      </w:r>
      <w:r>
        <w:rPr>
          <w:rFonts w:ascii="Times New Roman" w:hAnsi="Times New Roman"/>
          <w:sz w:val="28"/>
        </w:rPr>
        <w:t xml:space="preserve"> </w:t>
      </w:r>
      <w:r w:rsidRPr="003E3D73">
        <w:rPr>
          <w:rFonts w:ascii="Times New Roman" w:hAnsi="Times New Roman"/>
          <w:sz w:val="28"/>
        </w:rPr>
        <w:t>наличие результатов исследования в тетради для лабораторных работ</w:t>
      </w:r>
      <w:r>
        <w:rPr>
          <w:rFonts w:ascii="Times New Roman" w:hAnsi="Times New Roman"/>
          <w:sz w:val="28"/>
        </w:rPr>
        <w:t>,</w:t>
      </w:r>
      <w:r w:rsidRPr="003E3D7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защита лабораторной работы.</w:t>
      </w:r>
    </w:p>
    <w:p w:rsidR="006640F9" w:rsidRDefault="006640F9" w:rsidP="003E3D7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3E3D73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8"/>
        </w:rPr>
      </w:pPr>
    </w:p>
    <w:p w:rsidR="006640F9" w:rsidRDefault="006640F9" w:rsidP="00156F7D">
      <w:pPr>
        <w:pStyle w:val="NoSpacing"/>
      </w:pPr>
    </w:p>
    <w:p w:rsidR="006640F9" w:rsidRDefault="006640F9" w:rsidP="00156F7D">
      <w:pPr>
        <w:pStyle w:val="NoSpacing"/>
      </w:pPr>
    </w:p>
    <w:p w:rsidR="006640F9" w:rsidRDefault="006640F9" w:rsidP="00156F7D">
      <w:pPr>
        <w:pStyle w:val="NoSpacing"/>
      </w:pPr>
    </w:p>
    <w:p w:rsidR="006640F9" w:rsidRDefault="006640F9" w:rsidP="00156F7D">
      <w:pPr>
        <w:pStyle w:val="NoSpacing"/>
      </w:pPr>
    </w:p>
    <w:p w:rsidR="006640F9" w:rsidRDefault="006640F9" w:rsidP="000E484F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  <w:r w:rsidRPr="000E484F">
        <w:rPr>
          <w:rFonts w:ascii="Times New Roman" w:hAnsi="Times New Roman"/>
          <w:b/>
          <w:sz w:val="28"/>
        </w:rPr>
        <w:t>Тема 4. Вода. Растворы. Электролитическая диссоциация</w:t>
      </w:r>
    </w:p>
    <w:p w:rsidR="006640F9" w:rsidRPr="00BF6684" w:rsidRDefault="006640F9" w:rsidP="00BF6684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6E25B7">
        <w:rPr>
          <w:rFonts w:ascii="Times New Roman" w:hAnsi="Times New Roman"/>
          <w:b/>
          <w:sz w:val="28"/>
        </w:rPr>
        <w:t>Задание 1.</w:t>
      </w:r>
      <w:r w:rsidRPr="006E25B7">
        <w:rPr>
          <w:rFonts w:ascii="Times New Roman" w:hAnsi="Times New Roman"/>
          <w:sz w:val="28"/>
        </w:rPr>
        <w:t xml:space="preserve"> </w:t>
      </w:r>
      <w:r w:rsidRPr="00893199">
        <w:rPr>
          <w:rFonts w:ascii="Times New Roman" w:hAnsi="Times New Roman"/>
          <w:sz w:val="28"/>
        </w:rPr>
        <w:t>Решение задач на массовую долю растворенного вещества.</w:t>
      </w:r>
    </w:p>
    <w:p w:rsidR="006640F9" w:rsidRDefault="006640F9" w:rsidP="006E25B7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893199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 w:rsidRPr="00893199">
        <w:rPr>
          <w:rFonts w:ascii="Times New Roman" w:hAnsi="Times New Roman"/>
          <w:sz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927"/>
      </w:tblGrid>
      <w:tr w:rsidR="006640F9" w:rsidRPr="0084756D" w:rsidTr="0084756D">
        <w:tc>
          <w:tcPr>
            <w:tcW w:w="464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«Растворы».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64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2.внимательно прочитать текст задачи.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20г хлорида натрия растворили в 300мл воды, плотность которой равна 1г/см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>. Вычислите массовую долю (в %) хлорида натрия в растворе.</w:t>
            </w:r>
          </w:p>
        </w:tc>
      </w:tr>
      <w:tr w:rsidR="006640F9" w:rsidRPr="0084756D" w:rsidTr="0084756D">
        <w:tc>
          <w:tcPr>
            <w:tcW w:w="464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условия и требования задачи.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5" o:spid="_x0000_s1046" style="position:absolute;z-index:251651072;visibility:visible;mso-position-horizontal-relative:text;mso-position-vertical-relative:text" from="90.45pt,2.5pt" to="90.45pt,1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m(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NaCl</w:t>
            </w:r>
            <w:r w:rsidRPr="0084756D">
              <w:rPr>
                <w:rFonts w:ascii="Times New Roman" w:hAnsi="Times New Roman"/>
                <w:sz w:val="24"/>
              </w:rPr>
              <w:t xml:space="preserve">)=20г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V(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)=300мл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6" o:spid="_x0000_s1047" style="position:absolute;z-index:251652096;visibility:visible" from="-.3pt,18.8pt" to="90.4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"/>
              </w:pict>
            </w:r>
            <w:r w:rsidRPr="0084756D">
              <w:rPr>
                <w:rFonts w:ascii="Times New Roman" w:hAnsi="Times New Roman"/>
                <w:sz w:val="24"/>
              </w:rPr>
              <w:t>ρ(Н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О)=1г/см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3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NaCl</w:t>
            </w:r>
            <w:r w:rsidRPr="0084756D">
              <w:rPr>
                <w:rFonts w:ascii="Times New Roman" w:hAnsi="Times New Roman"/>
                <w:sz w:val="24"/>
              </w:rPr>
              <w:t xml:space="preserve">) - ?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64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записать формулы, необходимые для нахождения массовой доли растворенного вещества.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7" o:spid="_x0000_s1048" style="position:absolute;z-index:251653120;visibility:visible;mso-position-horizontal-relative:text;mso-position-vertical-relative:text" from="90.45pt,2.6pt" to="90.45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Решение:</w:t>
            </w:r>
          </w:p>
          <w:p w:rsidR="006640F9" w:rsidRPr="00D20A1F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m(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NaCl</w:t>
            </w:r>
            <w:r w:rsidRPr="0084756D">
              <w:rPr>
                <w:rFonts w:ascii="Times New Roman" w:hAnsi="Times New Roman"/>
                <w:sz w:val="24"/>
              </w:rPr>
              <w:t xml:space="preserve">)=20г          </w:t>
            </w:r>
          </w:p>
          <w:p w:rsidR="006640F9" w:rsidRPr="00D443A4" w:rsidRDefault="006640F9" w:rsidP="00E54FE6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E54FE6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V(H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O)=300</w:t>
            </w:r>
            <w:r w:rsidRPr="0084756D">
              <w:rPr>
                <w:rFonts w:ascii="Times New Roman" w:hAnsi="Times New Roman"/>
                <w:sz w:val="24"/>
              </w:rPr>
              <w:t>мл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</w:t>
            </w:r>
          </w:p>
          <w:p w:rsidR="006640F9" w:rsidRPr="00D443A4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8" o:spid="_x0000_s1049" style="position:absolute;z-index:251654144;visibility:visible" from="-.3pt,19.85pt" to="90.4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"/>
              </w:pict>
            </w:r>
            <w:r w:rsidRPr="0084756D">
              <w:rPr>
                <w:rFonts w:ascii="Times New Roman" w:hAnsi="Times New Roman"/>
                <w:sz w:val="24"/>
              </w:rPr>
              <w:t>ρ(Н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О)=1г/см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 xml:space="preserve">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i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NaCl</w:t>
            </w:r>
            <w:r w:rsidRPr="0084756D">
              <w:rPr>
                <w:rFonts w:ascii="Times New Roman" w:hAnsi="Times New Roman"/>
                <w:sz w:val="24"/>
              </w:rPr>
              <w:t xml:space="preserve">) - ?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64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5.осуществить математические вычисления, указав единицы измерения: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А)найти массу растворителя;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Б)рассчитать массу раствора;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В)вычислить массовую долю растворенного вещества.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1" o:spid="_x0000_s1050" style="position:absolute;z-index:251655168;visibility:visible;mso-position-horizontal-relative:text;mso-position-vertical-relative:text" from="86.7pt,2.6pt" to="86.7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Решение:</w:t>
            </w:r>
          </w:p>
          <w:p w:rsidR="006640F9" w:rsidRPr="00D20A1F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m(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NaCl</w:t>
            </w:r>
            <w:r w:rsidRPr="0084756D">
              <w:rPr>
                <w:rFonts w:ascii="Times New Roman" w:hAnsi="Times New Roman"/>
                <w:sz w:val="24"/>
              </w:rPr>
              <w:t xml:space="preserve">)=20г          </w:t>
            </w:r>
          </w:p>
          <w:p w:rsidR="006640F9" w:rsidRPr="00D443A4" w:rsidRDefault="006640F9" w:rsidP="00D443A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D443A4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V(H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O)=300</w:t>
            </w:r>
            <w:r w:rsidRPr="0084756D">
              <w:rPr>
                <w:rFonts w:ascii="Times New Roman" w:hAnsi="Times New Roman"/>
                <w:sz w:val="24"/>
              </w:rPr>
              <w:t>мл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</w:t>
            </w:r>
          </w:p>
          <w:p w:rsidR="006640F9" w:rsidRPr="00D443A4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" o:spid="_x0000_s1051" style="position:absolute;z-index:251656192;visibility:visible" from="0,20.2pt" to="87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"/>
              </w:pict>
            </w:r>
            <w:r w:rsidRPr="0084756D">
              <w:rPr>
                <w:rFonts w:ascii="Times New Roman" w:hAnsi="Times New Roman"/>
                <w:sz w:val="24"/>
              </w:rPr>
              <w:t>ρ(Н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О)=1г/см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 xml:space="preserve">        </w:t>
            </w:r>
          </w:p>
          <w:p w:rsidR="006640F9" w:rsidRPr="00D443A4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i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  А) </w:t>
            </w:r>
          </w:p>
          <w:p w:rsidR="006640F9" w:rsidRPr="00D43C5A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ω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(NaCl) - ?           </w:t>
            </w:r>
            <w:r w:rsidRPr="0084756D">
              <w:rPr>
                <w:rFonts w:ascii="Times New Roman" w:hAnsi="Times New Roman"/>
                <w:sz w:val="24"/>
              </w:rPr>
              <w:t>Б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sz w:val="24"/>
              </w:rPr>
              <w:t>В)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56" type="#_x0000_t75" style="width:132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0425A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70425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П‰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2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320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в€™100%=6,25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5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57" type="#_x0000_t75" style="width:132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0425A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70425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П‰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2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320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/w:rPr&gt;&lt;m:t&gt;в€™100%=6,25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5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6640F9" w:rsidRPr="0084756D" w:rsidTr="0084756D">
        <w:tc>
          <w:tcPr>
            <w:tcW w:w="464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6.записать ответ.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Ответ: 6,25%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 – массовая доля (%);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– масса раствора (г);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58" type="#_x0000_t75" style="width:26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E6D75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9E6D75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СЂ.РІ.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59" type="#_x0000_t75" style="width:26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E6D75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9E6D75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СЂ.РІ.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– масса растворенного вещества (г);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– масса растворителя (г);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V</w:t>
            </w:r>
            <w:r w:rsidRPr="0084756D">
              <w:rPr>
                <w:rFonts w:ascii="Times New Roman" w:hAnsi="Times New Roman"/>
                <w:sz w:val="24"/>
              </w:rPr>
              <w:t xml:space="preserve"> – объем (мл);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ρ- плотность (г/см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25811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6E25B7">
        <w:rPr>
          <w:rFonts w:ascii="Times New Roman" w:hAnsi="Times New Roman"/>
          <w:b/>
          <w:sz w:val="28"/>
        </w:rPr>
        <w:t>Задание 2.</w:t>
      </w:r>
      <w:r>
        <w:rPr>
          <w:rFonts w:ascii="Times New Roman" w:hAnsi="Times New Roman"/>
          <w:sz w:val="28"/>
        </w:rPr>
        <w:t xml:space="preserve"> Составление уравнения р</w:t>
      </w:r>
      <w:r w:rsidRPr="00893199">
        <w:rPr>
          <w:rFonts w:ascii="Times New Roman" w:hAnsi="Times New Roman"/>
          <w:sz w:val="28"/>
        </w:rPr>
        <w:t>еакций ионного обмена.</w:t>
      </w:r>
    </w:p>
    <w:p w:rsidR="006640F9" w:rsidRDefault="006640F9" w:rsidP="00725811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C48CD">
      <w:pPr>
        <w:pStyle w:val="ListParagraph"/>
        <w:tabs>
          <w:tab w:val="left" w:pos="213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составления уравнения реакций ионного обмена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4927"/>
      </w:tblGrid>
      <w:tr w:rsidR="006640F9" w:rsidRPr="0084756D" w:rsidTr="0084756D">
        <w:tc>
          <w:tcPr>
            <w:tcW w:w="467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«Электролитическая диссоциация».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678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2.записать молекулярное уравнение и расставить коэффициенты.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BaCl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2NaCl + BaSO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↓</w:t>
            </w:r>
          </w:p>
        </w:tc>
      </w:tr>
      <w:tr w:rsidR="006640F9" w:rsidRPr="0084756D" w:rsidTr="0084756D">
        <w:tc>
          <w:tcPr>
            <w:tcW w:w="4678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3.составить полное ионное уравнение, учитывая результат диссоциации как исходных веществ, так и продуктов реакции*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u w:val="single"/>
                <w:lang w:val="en-US"/>
              </w:rPr>
              <w:t>2Na</w:t>
            </w:r>
            <w:r w:rsidRPr="0084756D">
              <w:rPr>
                <w:rFonts w:ascii="Times New Roman" w:hAnsi="Times New Roman"/>
                <w:sz w:val="24"/>
                <w:u w:val="single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+SO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¯+Ba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u w:val="single"/>
                <w:lang w:val="en-US"/>
              </w:rPr>
              <w:t>2Cl¯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</w:t>
            </w:r>
            <w:r w:rsidRPr="0084756D">
              <w:rPr>
                <w:rFonts w:ascii="Times New Roman" w:hAnsi="Times New Roman"/>
                <w:sz w:val="24"/>
                <w:u w:val="single"/>
                <w:lang w:val="en-US"/>
              </w:rPr>
              <w:t>2Na</w:t>
            </w:r>
            <w:r w:rsidRPr="0084756D">
              <w:rPr>
                <w:rFonts w:ascii="Times New Roman" w:hAnsi="Times New Roman"/>
                <w:sz w:val="24"/>
                <w:u w:val="single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u w:val="single"/>
                <w:lang w:val="en-US"/>
              </w:rPr>
              <w:t>2Cl¯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+BaSO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↓</w:t>
            </w:r>
          </w:p>
        </w:tc>
      </w:tr>
      <w:tr w:rsidR="006640F9" w:rsidRPr="0084756D" w:rsidTr="0084756D">
        <w:tc>
          <w:tcPr>
            <w:tcW w:w="4678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сокращенное ионное уравнение, т.е. сократить одинаковые ионы, стоящие до и после знака равенства</w:t>
            </w:r>
          </w:p>
        </w:tc>
        <w:tc>
          <w:tcPr>
            <w:tcW w:w="4927" w:type="dxa"/>
          </w:tcPr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SO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¯+Ba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BaSO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↓</w:t>
            </w:r>
          </w:p>
        </w:tc>
      </w:tr>
      <w:tr w:rsidR="006640F9" w:rsidRPr="0084756D" w:rsidTr="0084756D">
        <w:tc>
          <w:tcPr>
            <w:tcW w:w="9605" w:type="dxa"/>
            <w:gridSpan w:val="2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*Важно помнить, что в ионном виде не записываются нерастворимые, малорастворимые соединения, за исключением гидроксида кальция, слабые электролиты, оксиды металлов и неметаллов, газообразные вещества, вода.</w:t>
            </w:r>
          </w:p>
          <w:p w:rsidR="006640F9" w:rsidRPr="0084756D" w:rsidRDefault="006640F9" w:rsidP="0084756D">
            <w:pPr>
              <w:pStyle w:val="ListParagraph"/>
              <w:tabs>
                <w:tab w:val="left" w:pos="213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</w:tr>
    </w:tbl>
    <w:p w:rsidR="006640F9" w:rsidRDefault="006640F9" w:rsidP="000E484F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</w:p>
    <w:p w:rsidR="006640F9" w:rsidRDefault="006640F9" w:rsidP="00FC074A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Рекомендуемая  литература:</w:t>
      </w:r>
      <w:r w:rsidRPr="009205BC">
        <w:rPr>
          <w:rFonts w:ascii="Times New Roman" w:hAnsi="Times New Roman"/>
          <w:sz w:val="28"/>
        </w:rPr>
        <w:t xml:space="preserve">  </w:t>
      </w:r>
      <w:r w:rsidRPr="009812EE">
        <w:rPr>
          <w:rFonts w:ascii="Times New Roman" w:hAnsi="Times New Roman"/>
          <w:sz w:val="28"/>
        </w:rPr>
        <w:t>Габриелян О.С. Химия. 11 класс</w:t>
      </w:r>
      <w:r>
        <w:rPr>
          <w:rFonts w:ascii="Times New Roman" w:hAnsi="Times New Roman"/>
          <w:sz w:val="28"/>
        </w:rPr>
        <w:t>. –</w:t>
      </w:r>
      <w:r w:rsidRPr="009812EE">
        <w:rPr>
          <w:rFonts w:ascii="Times New Roman" w:hAnsi="Times New Roman"/>
          <w:sz w:val="28"/>
        </w:rPr>
        <w:t xml:space="preserve"> М.: </w:t>
      </w:r>
      <w:r>
        <w:rPr>
          <w:rFonts w:ascii="Times New Roman" w:hAnsi="Times New Roman"/>
          <w:sz w:val="28"/>
        </w:rPr>
        <w:t xml:space="preserve">Дрофа, </w:t>
      </w:r>
      <w:r w:rsidRPr="009812EE">
        <w:rPr>
          <w:rFonts w:ascii="Times New Roman" w:hAnsi="Times New Roman"/>
          <w:sz w:val="28"/>
        </w:rPr>
        <w:t>2015. С.95-98</w:t>
      </w:r>
    </w:p>
    <w:p w:rsidR="006640F9" w:rsidRDefault="006640F9" w:rsidP="00FC074A">
      <w:pPr>
        <w:pStyle w:val="NoSpacing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Рекомендуемые </w:t>
      </w:r>
      <w:r w:rsidRPr="00214702">
        <w:rPr>
          <w:rFonts w:ascii="Times New Roman" w:hAnsi="Times New Roman"/>
          <w:b/>
          <w:sz w:val="28"/>
        </w:rPr>
        <w:t>интернет-ресурсы:</w:t>
      </w:r>
      <w:r>
        <w:rPr>
          <w:rFonts w:ascii="Times New Roman" w:hAnsi="Times New Roman"/>
          <w:b/>
          <w:sz w:val="28"/>
        </w:rPr>
        <w:t xml:space="preserve">  </w:t>
      </w:r>
    </w:p>
    <w:p w:rsidR="006640F9" w:rsidRDefault="006640F9" w:rsidP="009812EE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27" w:history="1">
        <w:r w:rsidRPr="00C142A0">
          <w:rPr>
            <w:rStyle w:val="Hyperlink"/>
            <w:rFonts w:ascii="Times New Roman" w:hAnsi="Times New Roman"/>
            <w:sz w:val="28"/>
          </w:rPr>
          <w:t>http://www.hemi.nsu.ru/ucheb177.htm</w:t>
        </w:r>
      </w:hyperlink>
    </w:p>
    <w:p w:rsidR="006640F9" w:rsidRPr="00CA3C45" w:rsidRDefault="006640F9" w:rsidP="00FC074A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28" w:history="1">
        <w:r w:rsidRPr="00CA3C45">
          <w:rPr>
            <w:rStyle w:val="Hyperlink"/>
            <w:rFonts w:ascii="Times New Roman" w:hAnsi="Times New Roman"/>
            <w:sz w:val="28"/>
          </w:rPr>
          <w:t>http://www.himhelp.ru/section23/section6/section41/49.html</w:t>
        </w:r>
      </w:hyperlink>
    </w:p>
    <w:p w:rsidR="006640F9" w:rsidRPr="00EA67B4" w:rsidRDefault="006640F9" w:rsidP="00FC074A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Форма отчетности:</w:t>
      </w:r>
      <w:r>
        <w:rPr>
          <w:rFonts w:ascii="Times New Roman" w:hAnsi="Times New Roman"/>
          <w:sz w:val="28"/>
        </w:rPr>
        <w:t xml:space="preserve"> активная работа на уроке, письменное решение задач и составление уравнений.</w:t>
      </w:r>
    </w:p>
    <w:p w:rsidR="006640F9" w:rsidRDefault="006640F9" w:rsidP="00FC074A">
      <w:pPr>
        <w:tabs>
          <w:tab w:val="left" w:pos="2130"/>
        </w:tabs>
        <w:jc w:val="both"/>
        <w:rPr>
          <w:rFonts w:ascii="Times New Roman" w:hAnsi="Times New Roman"/>
          <w:b/>
          <w:sz w:val="28"/>
        </w:rPr>
      </w:pPr>
    </w:p>
    <w:p w:rsidR="006640F9" w:rsidRDefault="006640F9" w:rsidP="00FC074A">
      <w:pPr>
        <w:tabs>
          <w:tab w:val="left" w:pos="2130"/>
        </w:tabs>
        <w:jc w:val="both"/>
        <w:rPr>
          <w:rFonts w:ascii="Times New Roman" w:hAnsi="Times New Roman"/>
          <w:b/>
          <w:sz w:val="28"/>
        </w:rPr>
      </w:pPr>
    </w:p>
    <w:p w:rsidR="006640F9" w:rsidRDefault="006640F9" w:rsidP="000E484F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  <w:r w:rsidRPr="000E484F">
        <w:rPr>
          <w:rFonts w:ascii="Times New Roman" w:hAnsi="Times New Roman"/>
          <w:b/>
          <w:sz w:val="28"/>
        </w:rPr>
        <w:t>Тема 5. Классификация неорганических соединений и их свойства</w:t>
      </w:r>
    </w:p>
    <w:p w:rsidR="006640F9" w:rsidRPr="00BF6684" w:rsidRDefault="006640F9" w:rsidP="00DD380D">
      <w:pPr>
        <w:pStyle w:val="NoSpacing"/>
        <w:jc w:val="both"/>
        <w:rPr>
          <w:rFonts w:ascii="Times New Roman" w:hAnsi="Times New Roman"/>
          <w:sz w:val="28"/>
        </w:rPr>
      </w:pPr>
    </w:p>
    <w:p w:rsidR="006640F9" w:rsidRPr="00791DC3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Задание 1</w:t>
      </w:r>
      <w:r w:rsidRPr="00791DC3">
        <w:rPr>
          <w:rFonts w:ascii="Times New Roman" w:hAnsi="Times New Roman"/>
          <w:b/>
          <w:sz w:val="28"/>
        </w:rPr>
        <w:t>.</w:t>
      </w:r>
      <w:r w:rsidRPr="00791DC3">
        <w:rPr>
          <w:rFonts w:ascii="Times New Roman" w:hAnsi="Times New Roman"/>
          <w:sz w:val="28"/>
        </w:rPr>
        <w:t xml:space="preserve"> Свойства кислот, оснований и солей в свете электролитической диссоциации.</w:t>
      </w:r>
    </w:p>
    <w:p w:rsidR="006640F9" w:rsidRPr="00791DC3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Требования по выполнению </w:t>
      </w:r>
      <w:r>
        <w:rPr>
          <w:rFonts w:ascii="Times New Roman" w:hAnsi="Times New Roman"/>
          <w:sz w:val="28"/>
        </w:rPr>
        <w:t>лабораторной работы</w:t>
      </w:r>
      <w:r w:rsidRPr="00791DC3">
        <w:rPr>
          <w:rFonts w:ascii="Times New Roman" w:hAnsi="Times New Roman"/>
          <w:sz w:val="28"/>
        </w:rPr>
        <w:t>:</w:t>
      </w:r>
    </w:p>
    <w:p w:rsidR="006640F9" w:rsidRPr="00791DC3" w:rsidRDefault="006640F9" w:rsidP="00A73E7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ознакомиться с правилом техники безопасности при работе в химической лаборатории</w:t>
      </w:r>
      <w:r>
        <w:rPr>
          <w:rFonts w:ascii="Times New Roman" w:hAnsi="Times New Roman"/>
          <w:sz w:val="28"/>
        </w:rPr>
        <w:t xml:space="preserve"> </w:t>
      </w:r>
      <w:r w:rsidRPr="007D77D6">
        <w:rPr>
          <w:rFonts w:ascii="Times New Roman" w:hAnsi="Times New Roman"/>
          <w:sz w:val="28"/>
        </w:rPr>
        <w:t>(смотри стр.5);</w:t>
      </w:r>
    </w:p>
    <w:p w:rsidR="006640F9" w:rsidRPr="00791DC3" w:rsidRDefault="006640F9" w:rsidP="00A73E7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повторить полученные теоретические знания по теме «Классификация неорганических соединений и их свойства»;</w:t>
      </w:r>
    </w:p>
    <w:p w:rsidR="006640F9" w:rsidRPr="00791DC3" w:rsidRDefault="006640F9" w:rsidP="00A73E7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изучить инструкцию по выполнению лабораторной работы;</w:t>
      </w:r>
    </w:p>
    <w:p w:rsidR="006640F9" w:rsidRPr="00791DC3" w:rsidRDefault="006640F9" w:rsidP="00A73E7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проводить эксперимент, согласно инструкции;</w:t>
      </w:r>
    </w:p>
    <w:p w:rsidR="006640F9" w:rsidRPr="00791DC3" w:rsidRDefault="006640F9" w:rsidP="00A73E7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результаты эксперимента внести в тетрадь для лабораторных работ.</w:t>
      </w:r>
    </w:p>
    <w:p w:rsidR="006640F9" w:rsidRPr="00791DC3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Оформление лабораторной работы:</w:t>
      </w:r>
    </w:p>
    <w:p w:rsidR="006640F9" w:rsidRPr="00791DC3" w:rsidRDefault="006640F9" w:rsidP="00A73E7A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необходимо указать номер лабораторной работы, ее название и цель</w:t>
      </w:r>
      <w:r>
        <w:rPr>
          <w:rFonts w:ascii="Times New Roman" w:hAnsi="Times New Roman"/>
          <w:sz w:val="28"/>
        </w:rPr>
        <w:t>, оборудование и реактивы</w:t>
      </w:r>
      <w:r w:rsidRPr="00791DC3">
        <w:rPr>
          <w:rFonts w:ascii="Times New Roman" w:hAnsi="Times New Roman"/>
          <w:sz w:val="28"/>
        </w:rPr>
        <w:t>;</w:t>
      </w:r>
    </w:p>
    <w:p w:rsidR="006640F9" w:rsidRPr="00791DC3" w:rsidRDefault="006640F9" w:rsidP="00A73E7A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записать номер опыта, его название, </w:t>
      </w:r>
      <w:r>
        <w:rPr>
          <w:rFonts w:ascii="Times New Roman" w:hAnsi="Times New Roman"/>
          <w:sz w:val="28"/>
        </w:rPr>
        <w:t xml:space="preserve">ход работы, </w:t>
      </w:r>
      <w:r w:rsidRPr="00791DC3">
        <w:rPr>
          <w:rFonts w:ascii="Times New Roman" w:hAnsi="Times New Roman"/>
          <w:sz w:val="28"/>
        </w:rPr>
        <w:t>результаты наблюдений и уравнения реакции в молекулярном и ионном виде;</w:t>
      </w:r>
    </w:p>
    <w:p w:rsidR="006640F9" w:rsidRDefault="006640F9" w:rsidP="00A73E7A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сделать вывод о проделанной работе.</w:t>
      </w:r>
    </w:p>
    <w:p w:rsidR="006640F9" w:rsidRPr="00791DC3" w:rsidRDefault="006640F9" w:rsidP="00156F7D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8"/>
        </w:rPr>
      </w:pPr>
    </w:p>
    <w:p w:rsidR="006640F9" w:rsidRPr="00791DC3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color w:val="FF0000"/>
          <w:sz w:val="28"/>
        </w:rPr>
      </w:pPr>
      <w:r w:rsidRPr="00DC50BE">
        <w:rPr>
          <w:rFonts w:ascii="Times New Roman" w:hAnsi="Times New Roman"/>
          <w:b/>
          <w:sz w:val="28"/>
        </w:rPr>
        <w:t>Рекомендуемая  литература:</w:t>
      </w:r>
      <w:r w:rsidRPr="00DC50BE">
        <w:rPr>
          <w:rFonts w:ascii="Times New Roman" w:hAnsi="Times New Roman"/>
          <w:sz w:val="28"/>
        </w:rPr>
        <w:t xml:space="preserve">  </w:t>
      </w:r>
      <w:r w:rsidRPr="009812EE">
        <w:rPr>
          <w:rFonts w:ascii="Times New Roman" w:hAnsi="Times New Roman"/>
          <w:sz w:val="28"/>
        </w:rPr>
        <w:t>Габриелян О.С. Химия. 11 класс</w:t>
      </w:r>
      <w:r>
        <w:rPr>
          <w:rFonts w:ascii="Times New Roman" w:hAnsi="Times New Roman"/>
          <w:sz w:val="28"/>
        </w:rPr>
        <w:t>. –</w:t>
      </w:r>
      <w:r w:rsidRPr="009812EE">
        <w:rPr>
          <w:rFonts w:ascii="Times New Roman" w:hAnsi="Times New Roman"/>
          <w:sz w:val="28"/>
        </w:rPr>
        <w:t xml:space="preserve"> М.: </w:t>
      </w:r>
      <w:r>
        <w:rPr>
          <w:rFonts w:ascii="Times New Roman" w:hAnsi="Times New Roman"/>
          <w:sz w:val="28"/>
        </w:rPr>
        <w:t xml:space="preserve">Дрофа, </w:t>
      </w:r>
      <w:r w:rsidRPr="009812EE">
        <w:rPr>
          <w:rFonts w:ascii="Times New Roman" w:hAnsi="Times New Roman"/>
          <w:sz w:val="28"/>
        </w:rPr>
        <w:t>2015</w:t>
      </w:r>
      <w:r w:rsidRPr="001D23D8">
        <w:rPr>
          <w:rFonts w:ascii="Times New Roman" w:hAnsi="Times New Roman"/>
          <w:sz w:val="28"/>
        </w:rPr>
        <w:t>. С. 279-293</w:t>
      </w: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DC50BE">
        <w:rPr>
          <w:rFonts w:ascii="Times New Roman" w:hAnsi="Times New Roman"/>
          <w:b/>
          <w:sz w:val="28"/>
        </w:rPr>
        <w:t>Рекомендуемые   интернет-ресурсы:</w:t>
      </w:r>
      <w:r w:rsidRPr="00DC50BE">
        <w:rPr>
          <w:rFonts w:ascii="Times New Roman" w:hAnsi="Times New Roman"/>
          <w:sz w:val="28"/>
        </w:rPr>
        <w:t xml:space="preserve">  </w:t>
      </w: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29" w:history="1">
        <w:r w:rsidRPr="00317142">
          <w:rPr>
            <w:rStyle w:val="Hyperlink"/>
            <w:rFonts w:ascii="Times New Roman" w:hAnsi="Times New Roman"/>
            <w:sz w:val="28"/>
          </w:rPr>
          <w:t>http://school-sector.relarn.ru/nsm/chemistry/Rus/Data/Text/Ch1_7.html</w:t>
        </w:r>
      </w:hyperlink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DC50BE">
        <w:rPr>
          <w:rFonts w:ascii="Times New Roman" w:hAnsi="Times New Roman"/>
          <w:b/>
          <w:sz w:val="28"/>
        </w:rPr>
        <w:t>Форма отчетности:</w:t>
      </w:r>
      <w:r w:rsidRPr="00DC50BE">
        <w:rPr>
          <w:rFonts w:ascii="Times New Roman" w:hAnsi="Times New Roman"/>
          <w:sz w:val="28"/>
        </w:rPr>
        <w:t xml:space="preserve">  наличие результатов исследования в тетради для лабораторных работ, защита лабораторной работы.</w:t>
      </w: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640F9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893199">
        <w:rPr>
          <w:rFonts w:ascii="Times New Roman" w:hAnsi="Times New Roman"/>
          <w:b/>
          <w:sz w:val="28"/>
        </w:rPr>
        <w:t>Задание 2.</w:t>
      </w:r>
      <w:r w:rsidRPr="00893199">
        <w:rPr>
          <w:rFonts w:ascii="Times New Roman" w:hAnsi="Times New Roman"/>
          <w:sz w:val="28"/>
        </w:rPr>
        <w:t xml:space="preserve"> Гидролиз солей. Определение рН растворов солей при гидролизе.</w:t>
      </w:r>
    </w:p>
    <w:p w:rsidR="006640F9" w:rsidRDefault="006640F9" w:rsidP="00AC5988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</w:p>
    <w:p w:rsidR="006640F9" w:rsidRDefault="006640F9" w:rsidP="00AC5988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составления уравнения гидролиза соли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«Гидролиз солей»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2.внимательно прочитать задание.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Составьте уравнение гидролиза соли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KNO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3.определить силу электролита – основания и кислоты, которыми образована соль.</w:t>
            </w:r>
            <w:r w:rsidRPr="0084756D">
              <w:t xml:space="preserve"> Если </w:t>
            </w:r>
            <w:r w:rsidRPr="0084756D">
              <w:rPr>
                <w:rFonts w:ascii="Times New Roman" w:hAnsi="Times New Roman"/>
                <w:sz w:val="24"/>
              </w:rPr>
              <w:t xml:space="preserve">написать уравнения диссоциации соли и воды: то катион соли будет притягиваться к отрицательно заряженному гидроксид-иону воды, а анион соли к положительно заряженному иону водорода воды.  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36" o:spid="_x0000_i1060" type="#_x0000_t75" style="width:166.5pt;height:50.25pt;visibility:visible">
                  <v:imagedata r:id="rId30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Следовательно, соль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KNO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образована сильным основанием КОН и слабой кислотой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4.записать молекулярное уравнение гидролиза.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KNO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= КОН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5.составить полное ионное уравнение гидролиза (слабые электролиты пишутся в молекулярном виде).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u w:val="single"/>
                <w:lang w:val="en-US"/>
              </w:rPr>
              <w:t>K</w:t>
            </w:r>
            <w:r w:rsidRPr="0084756D">
              <w:rPr>
                <w:rFonts w:ascii="Times New Roman" w:hAnsi="Times New Roman"/>
                <w:sz w:val="24"/>
                <w:u w:val="single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NO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 +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O = </w:t>
            </w:r>
            <w:r w:rsidRPr="0084756D">
              <w:rPr>
                <w:rFonts w:ascii="Times New Roman" w:hAnsi="Times New Roman"/>
                <w:sz w:val="24"/>
                <w:u w:val="single"/>
              </w:rPr>
              <w:t>К</w:t>
            </w:r>
            <w:r w:rsidRPr="0084756D">
              <w:rPr>
                <w:rFonts w:ascii="Times New Roman" w:hAnsi="Times New Roman"/>
                <w:sz w:val="24"/>
                <w:u w:val="single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+ </w:t>
            </w:r>
            <w:r w:rsidRPr="0084756D">
              <w:rPr>
                <w:rFonts w:ascii="Times New Roman" w:hAnsi="Times New Roman"/>
                <w:sz w:val="24"/>
              </w:rPr>
              <w:t>ОН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 + HNO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6.записать сокращенное ионное уравнение гидролиза.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¯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 = ОН¯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HNO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7.определить характер среды.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Т.к. ОН¯ в избытке, среда щелочная, рН&gt;7, гидролиз идет по аниону</w:t>
            </w:r>
          </w:p>
        </w:tc>
      </w:tr>
    </w:tbl>
    <w:p w:rsidR="006640F9" w:rsidRPr="00833B10" w:rsidRDefault="006640F9" w:rsidP="00DD380D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FC074A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214702">
        <w:rPr>
          <w:rFonts w:ascii="Times New Roman" w:hAnsi="Times New Roman"/>
          <w:b/>
          <w:sz w:val="28"/>
        </w:rPr>
        <w:t>Рекомендуемая  литература:</w:t>
      </w:r>
      <w:r w:rsidRPr="009205BC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Рудзитис Г.Е. Химия. 11 класс. Базовый уровень – М.: Просвещение, 2014. С. 93-97 </w:t>
      </w:r>
    </w:p>
    <w:p w:rsidR="006640F9" w:rsidRDefault="006640F9" w:rsidP="001D23D8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DC50BE">
        <w:rPr>
          <w:rFonts w:ascii="Times New Roman" w:hAnsi="Times New Roman"/>
          <w:b/>
          <w:sz w:val="28"/>
        </w:rPr>
        <w:t>Рекомендуемые   интернет-ресурсы:</w:t>
      </w:r>
      <w:r w:rsidRPr="00DC50BE">
        <w:rPr>
          <w:rFonts w:ascii="Times New Roman" w:hAnsi="Times New Roman"/>
          <w:sz w:val="28"/>
        </w:rPr>
        <w:t xml:space="preserve">  </w:t>
      </w:r>
    </w:p>
    <w:p w:rsidR="006640F9" w:rsidRDefault="006640F9" w:rsidP="001D23D8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31" w:history="1">
        <w:r w:rsidRPr="00C142A0">
          <w:rPr>
            <w:rStyle w:val="Hyperlink"/>
            <w:rFonts w:ascii="Times New Roman" w:hAnsi="Times New Roman"/>
            <w:sz w:val="28"/>
          </w:rPr>
          <w:t>http://prosto-o-slognom.ru/chimia/04_9_gidroliz_solej.html</w:t>
        </w:r>
      </w:hyperlink>
    </w:p>
    <w:p w:rsidR="006640F9" w:rsidRDefault="006640F9" w:rsidP="001D23D8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DC50BE">
        <w:rPr>
          <w:rFonts w:ascii="Times New Roman" w:hAnsi="Times New Roman"/>
          <w:b/>
          <w:sz w:val="28"/>
        </w:rPr>
        <w:t>Форма отчетности:</w:t>
      </w:r>
      <w:r w:rsidRPr="00DC50BE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активная работа на уроках, письменное составление уравнений гидролиза.</w:t>
      </w:r>
    </w:p>
    <w:p w:rsidR="006640F9" w:rsidRPr="00C52960" w:rsidRDefault="006640F9" w:rsidP="00FC074A">
      <w:pPr>
        <w:pStyle w:val="NoSpacing"/>
        <w:spacing w:line="360" w:lineRule="auto"/>
        <w:jc w:val="both"/>
        <w:rPr>
          <w:rFonts w:ascii="Times New Roman" w:hAnsi="Times New Roman"/>
          <w:color w:val="FF0000"/>
          <w:sz w:val="28"/>
        </w:rPr>
      </w:pPr>
    </w:p>
    <w:p w:rsidR="006640F9" w:rsidRDefault="006640F9" w:rsidP="00833B10">
      <w:pPr>
        <w:tabs>
          <w:tab w:val="left" w:pos="2130"/>
        </w:tabs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640F9" w:rsidRDefault="006640F9" w:rsidP="00833B10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  <w:r w:rsidRPr="00833B10">
        <w:rPr>
          <w:rFonts w:ascii="Times New Roman" w:hAnsi="Times New Roman"/>
          <w:b/>
          <w:sz w:val="28"/>
        </w:rPr>
        <w:t xml:space="preserve">Тема 6. </w:t>
      </w:r>
      <w:r>
        <w:rPr>
          <w:rFonts w:ascii="Times New Roman" w:hAnsi="Times New Roman"/>
          <w:b/>
          <w:sz w:val="28"/>
        </w:rPr>
        <w:t xml:space="preserve"> </w:t>
      </w:r>
      <w:r w:rsidRPr="00833B10">
        <w:rPr>
          <w:rFonts w:ascii="Times New Roman" w:hAnsi="Times New Roman"/>
          <w:b/>
          <w:sz w:val="28"/>
        </w:rPr>
        <w:t>Химические реакции</w:t>
      </w:r>
    </w:p>
    <w:p w:rsidR="006640F9" w:rsidRPr="00F50207" w:rsidRDefault="006640F9" w:rsidP="00F50207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</w:p>
    <w:p w:rsidR="006640F9" w:rsidRDefault="006640F9" w:rsidP="00725811">
      <w:pPr>
        <w:tabs>
          <w:tab w:val="left" w:pos="213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Задание 1.</w:t>
      </w:r>
      <w:r w:rsidRPr="00141E15">
        <w:t xml:space="preserve"> </w:t>
      </w:r>
      <w:r w:rsidRPr="00141E15">
        <w:rPr>
          <w:rFonts w:ascii="Times New Roman" w:hAnsi="Times New Roman"/>
          <w:b/>
          <w:sz w:val="28"/>
        </w:rPr>
        <w:t xml:space="preserve"> </w:t>
      </w:r>
      <w:r w:rsidRPr="00141E15">
        <w:rPr>
          <w:rFonts w:ascii="Times New Roman" w:hAnsi="Times New Roman"/>
          <w:sz w:val="28"/>
        </w:rPr>
        <w:t>Решение расчётных задач по термохимическим уравнениям.</w:t>
      </w:r>
    </w:p>
    <w:p w:rsidR="006640F9" w:rsidRDefault="006640F9" w:rsidP="00725811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640F9" w:rsidRPr="00725811" w:rsidRDefault="006640F9" w:rsidP="00725811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25811">
        <w:rPr>
          <w:rFonts w:ascii="Times New Roman" w:hAnsi="Times New Roman"/>
          <w:sz w:val="28"/>
          <w:szCs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«Тепловой эффект химических реакций. Термохимические уравнения».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2.внимательно прочитать текст задачи.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 сгорании 8,6г кальция выделилось 127,8кДж теплоты. Составьте термохимическое уравнение реакции.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условия задачи.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Дано: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>)=8,6г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Q</w:t>
            </w:r>
            <w:r w:rsidRPr="0084756D">
              <w:rPr>
                <w:rFonts w:ascii="Times New Roman" w:hAnsi="Times New Roman"/>
                <w:sz w:val="24"/>
              </w:rPr>
              <w:t>=127,8кДж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Решение: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4.составить уравнение реакции (не забудьте его уравнять) и подписать агрегатное состояние исходных веществ и продуктов.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Дано: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>)=8,6г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Q</w:t>
            </w:r>
            <w:r w:rsidRPr="0084756D">
              <w:rPr>
                <w:rFonts w:ascii="Times New Roman" w:hAnsi="Times New Roman"/>
                <w:sz w:val="24"/>
              </w:rPr>
              <w:t>=127,8кДж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Решение: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CaO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(тв)       (г)             (тв)</w: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5.вычислить количество вещества по формуле, масса или объем которого известны: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32"/>
              </w:rPr>
              <w:fldChar w:fldCharType="begin"/>
            </w:r>
            <w:r w:rsidRPr="0084756D">
              <w:rPr>
                <w:rFonts w:ascii="Times New Roman" w:hAnsi="Times New Roman"/>
                <w:sz w:val="32"/>
              </w:rPr>
              <w:instrText xml:space="preserve"> QUOTE </w:instrText>
            </w:r>
            <w:r w:rsidRPr="0084756D">
              <w:pict>
                <v:shape id="_x0000_i1061" type="#_x0000_t75" style="width:40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70EA9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70EA9&quot;&gt;&lt;m:oMathPara&gt;&lt;m:oMath&gt;&lt;m:r&gt;&lt;w:rPr&gt;&lt;w:rFonts w:ascii=&quot;Cambria Math&quot; w:fareast=&quot;Calibri&quot; w:h-ansi=&quot;Cambria Math&quot;/&gt;&lt;wx:font wx:val=&quot;Cambria Math&quot;/&gt;&lt;w:i/&gt;&lt;w:sz w:val=&quot;32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3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lang w:val=&quot;EN-US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84756D">
              <w:rPr>
                <w:rFonts w:ascii="Times New Roman" w:hAnsi="Times New Roman"/>
                <w:sz w:val="32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32"/>
              </w:rPr>
              <w:fldChar w:fldCharType="separate"/>
            </w:r>
            <w:r w:rsidRPr="0084756D">
              <w:pict>
                <v:shape id="_x0000_i1062" type="#_x0000_t75" style="width:40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70EA9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70EA9&quot;&gt;&lt;m:oMathPara&gt;&lt;m:oMath&gt;&lt;m:r&gt;&lt;w:rPr&gt;&lt;w:rFonts w:ascii=&quot;Cambria Math&quot; w:fareast=&quot;Calibri&quot; w:h-ansi=&quot;Cambria Math&quot;/&gt;&lt;wx:font wx:val=&quot;Cambria Math&quot;/&gt;&lt;w:i/&gt;&lt;w:sz w:val=&quot;32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3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lang w:val=&quot;EN-US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84756D">
              <w:rPr>
                <w:rFonts w:ascii="Times New Roman" w:hAnsi="Times New Roman"/>
                <w:sz w:val="32"/>
              </w:rPr>
              <w:fldChar w:fldCharType="end"/>
            </w:r>
            <w:r w:rsidRPr="0084756D">
              <w:rPr>
                <w:rFonts w:ascii="Times New Roman" w:hAnsi="Times New Roman"/>
                <w:sz w:val="32"/>
              </w:rPr>
              <w:t xml:space="preserve">     </w:t>
            </w:r>
            <w:r w:rsidRPr="0084756D">
              <w:rPr>
                <w:rFonts w:ascii="Times New Roman" w:hAnsi="Times New Roman"/>
                <w:sz w:val="24"/>
              </w:rPr>
              <w:t xml:space="preserve">или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63" type="#_x0000_t75" style="width:44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D380B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D380B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/w:rPr&gt;&lt;m:t&gt;n&lt;/m:t&gt;&lt;/m:r&gt;&lt;m:r&gt;&lt;w:rPr&gt;&lt;w:rFonts w:ascii=&quot;Cambria Math&quot; w:fareast=&quot;Times New Roman&quot; w:h-ansi=&quot;Cambria Math&quot;/&gt;&lt;wx:font wx:val=&quot;Cambria Math&quot;/&gt;&lt;w:i/&gt;&lt;w:sz w:val=&quot;32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/w:rPr&gt;&lt;m:t&gt;V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32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32&quot;/&gt;&lt;/w:rPr&gt;&lt;m:t&gt;m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3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64" type="#_x0000_t75" style="width:44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D380B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D380B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/w:rPr&gt;&lt;m:t&gt;n&lt;/m:t&gt;&lt;/m:r&gt;&lt;m:r&gt;&lt;w:rPr&gt;&lt;w:rFonts w:ascii=&quot;Cambria Math&quot; w:fareast=&quot;Times New Roman&quot; w:h-ansi=&quot;Cambria Math&quot;/&gt;&lt;wx:font wx:val=&quot;Cambria Math&quot;/&gt;&lt;w:i/&gt;&lt;w:sz w:val=&quot;32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/w:rPr&gt;&lt;m:t&gt;V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32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32&quot;/&gt;&lt;/w:rPr&gt;&lt;m:t&gt;m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3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Дано: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>)=8,6г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Q</w:t>
            </w:r>
            <w:r w:rsidRPr="0084756D">
              <w:rPr>
                <w:rFonts w:ascii="Times New Roman" w:hAnsi="Times New Roman"/>
                <w:sz w:val="24"/>
              </w:rPr>
              <w:t>=127,8кДж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Решение: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CaO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(тв)       (г)             (тв)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65" type="#_x0000_t75" style="width:141.7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B051D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B051D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Ca&lt;/m:t&gt;&lt;/m:r&gt;&lt;/m:e&gt;&lt;/m:d&gt;&lt;m:r&gt;&lt;w:rPr&gt;&lt;w:rFonts w:ascii=&quot;Cambria Math&quot; w:h-ansi=&quot;Cambria Math&quot;/&gt;&lt;wx:font wx:val=&quot;Cambria Math&quot;/&gt;&lt;w:i/&gt;&lt;w:sz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8,6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40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0,22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6.составить пропорцию по уравнению реакции, приняв неизвестную величину за Х  и вычислить ее.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Дано: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>)=8,6г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Q</w:t>
            </w:r>
            <w:r w:rsidRPr="0084756D">
              <w:rPr>
                <w:rFonts w:ascii="Times New Roman" w:hAnsi="Times New Roman"/>
                <w:sz w:val="24"/>
              </w:rPr>
              <w:t>=127,8кДж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Решение: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CaO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(тв)       (г)             (тв)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66" type="#_x0000_t75" style="width:141.7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5325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EA5325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Ca&lt;/m:t&gt;&lt;/m:r&gt;&lt;/m:e&gt;&lt;/m:d&gt;&lt;m:r&gt;&lt;w:rPr&gt;&lt;w:rFonts w:ascii=&quot;Cambria Math&quot; w:h-ansi=&quot;Cambria Math&quot;/&gt;&lt;wx:font wx:val=&quot;Cambria Math&quot;/&gt;&lt;w:i/&gt;&lt;w:sz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8,6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40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0,22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По уравнению реакции: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 2 молях кальция выделилось Х 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 0,22молях кальция выделилось 127,8кДж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67" type="#_x0000_t75" style="width:106.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C56E2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C56E2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2&lt;/m:t&gt;&lt;/m:r&gt;&lt;m:ctrlPr&gt;&lt;w:rPr&gt;&lt;w:rFonts w:ascii=&quot;Cambria Math&quot; w:h-ansi=&quot;Cambria Math&quot;/&gt;&lt;wx:font wx:val=&quot;Cambria Math&quot;/&gt;&lt;w:i/&gt;&lt;w:sz w:val=&quot;24&quot;/&gt;&lt;/w:rPr&gt;&lt;/m:ctrlPr&gt;&lt;/m:num&gt;&lt;m:den&gt;&lt;m:r&gt;&lt;w:rPr&gt;&lt;w:rFonts w:ascii=&quot;Cambria Math&quot; w:h-ansi=&quot;Cambria Math&quot;/&gt;&lt;wx:font wx:val=&quot;Cambria Math&quot;/&gt;&lt;w:i/&gt;&lt;w:sz w:val=&quot;24&quot;/&gt;&lt;/w:rPr&gt;&lt;m:t&gt;0,22&lt;/m:t&gt;&lt;/m:r&gt;&lt;m:ctrlPr&gt;&lt;w:rPr&gt;&lt;w:rFonts w:ascii=&quot;Cambria Math&quot; w:h-ansi=&quot;Cambria Math&quot;/&gt;&lt;wx:font wx:val=&quot;Cambria Math&quot;/&gt;&lt;w:i/&gt;&lt;w:sz w:val=&quot;24&quot;/&gt;&lt;/w:rPr&gt;&lt;/m:ctrlPr&gt;&lt;/m:den&gt;&lt;/m:f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РҐ&lt;/m:t&gt;&lt;/m:r&gt;&lt;/m:num&gt;&lt;m:den&gt;&lt;m:r&gt;&lt;w:rPr&gt;&lt;w:rFonts w:ascii=&quot;Cambria Math&quot; w:h-ansi=&quot;Cambria Math&quot;/&gt;&lt;wx:font wx:val=&quot;Cambria Math&quot;/&gt;&lt;w:i/&gt;&lt;w:sz w:val=&quot;24&quot;/&gt;&lt;/w:rPr&gt;&lt;m:t&gt;127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5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68" type="#_x0000_t75" style="width:90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1EF6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21EF6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РҐ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2в€™127,8&lt;/m:t&gt;&lt;/m:r&gt;&lt;/m:num&gt;&lt;m:den&gt;&lt;m:r&gt;&lt;w:rPr&gt;&lt;w:rFonts w:ascii=&quot;Cambria Math&quot; w:h-ansi=&quot;Cambria Math&quot;/&gt;&lt;wx:font wx:val=&quot;Cambria Math&quot;/&gt;&lt;w:i/&gt;&lt;w:sz w:val=&quot;24&quot;/&gt;&lt;/w:rPr&gt;&lt;m:t&gt;0,2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69" type="#_x0000_t75" style="width:1in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86F41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86F41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РҐ=1162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7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503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7.записать ответ.</w:t>
            </w:r>
          </w:p>
        </w:tc>
        <w:tc>
          <w:tcPr>
            <w:tcW w:w="5068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</w:t>
            </w:r>
            <w:r w:rsidRPr="0084756D">
              <w:rPr>
                <w:rFonts w:ascii="Times New Roman" w:hAnsi="Times New Roman"/>
                <w:sz w:val="24"/>
              </w:rPr>
              <w:t xml:space="preserve"> +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CaO</w:t>
            </w:r>
            <w:r w:rsidRPr="0084756D">
              <w:rPr>
                <w:rFonts w:ascii="Times New Roman" w:hAnsi="Times New Roman"/>
                <w:sz w:val="24"/>
              </w:rPr>
              <w:t xml:space="preserve"> + 1162кДж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(тв)       (г)             (тв)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70" type="#_x0000_t75" style="width:180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D3580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D3580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РєРѕР»РёС‡РµСЃС‚РІРѕ РІРµС‰РµСЃС‚РІР° &lt;/m:t&gt;&lt;/m:r&gt;&lt;m:d&gt;&lt;m:dPr&gt;&lt;m:ctrlPr&gt;&lt;w:rPr&gt;&lt;w:rFonts w:ascii=&quot;Cambria Math&quot; w:h-ansi=&quot;Cambria Math&quot;/&gt;&lt;wx:font wx:val=&quot;Cambria Math&quot;/&gt;&lt;w:sz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РјРѕР»СЊ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71" type="#_x0000_t75" style="width:127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3B06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F3B06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m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јР°СЃСЃР° РІРµС‰РµСЃС‚РІР° &lt;/m:t&gt;&lt;/m:r&gt;&lt;m:d&gt;&lt;m:dPr&gt;&lt;m:ctrlPr&gt;&lt;w:rPr&gt;&lt;w:rFonts w:ascii=&quot;Cambria Math&quot; w:fareast=&quot;Times New Roman&quot; w:h-ansi=&quot;Cambria Math&quot;/&gt;&lt;wx:font wx:val=&quot;Cambria Math&quot;/&gt;&lt;w:sz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і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72" type="#_x0000_t75" style="width:57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C235E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C235E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M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-РјРѕР»СЏСЂРЅР°СЏ РјР°СЃСЃР° 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Рі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РјРѕР»СЊ&lt;/m:t&gt;&lt;/m:r&gt;&lt;/m:den&gt;&lt;/m:f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73" type="#_x0000_t75" style="width:1in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54063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54063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V&lt;/m:t&gt;&lt;/m:r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ѕР±СЉРј &lt;/m:t&gt;&lt;/m:r&gt;&lt;m:d&gt;&lt;m:dPr&gt;&lt;m:ctrlPr&gt;&lt;w:rPr&gt;&lt;w:rFonts w:ascii=&quot;Cambria Math&quot; w:fareast=&quot;Times New Roman&quot; w:h-ansi=&quot;Cambria Math&quot;/&gt;&lt;wx:font wx:val=&quot;Cambria Math&quot;/&gt;&lt;w:sz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»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74" type="#_x0000_t75" style="width:205.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A5813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A581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m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јРѕР»СЏСЂРЅС‹Р№ РѕР±СЉРµРј (22,4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Р»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РјРѕР»СЊ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8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75" type="#_x0000_t75" style="width:205.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A5813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A581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m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/w:rPr&gt;&lt;m:t&gt;РјРѕР»СЏСЂРЅС‹Р№ РѕР±СЉРµРј (22,4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sz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/w:rPr&gt;&lt;m:t&gt;Р»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/w:rPr&gt;&lt;m:t&gt;РјРѕР»СЊ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8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>.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640F9" w:rsidRPr="007C5EEA" w:rsidRDefault="006640F9" w:rsidP="007C5EEA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</w:p>
    <w:p w:rsidR="006640F9" w:rsidRDefault="006640F9" w:rsidP="00141E15">
      <w:pPr>
        <w:tabs>
          <w:tab w:val="left" w:pos="213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Задание </w:t>
      </w:r>
      <w:r w:rsidRPr="00141E15">
        <w:rPr>
          <w:rFonts w:ascii="Times New Roman" w:hAnsi="Times New Roman"/>
          <w:b/>
          <w:sz w:val="28"/>
        </w:rPr>
        <w:t>2.</w:t>
      </w:r>
      <w:r>
        <w:rPr>
          <w:rFonts w:ascii="Times New Roman" w:hAnsi="Times New Roman"/>
          <w:b/>
          <w:sz w:val="28"/>
        </w:rPr>
        <w:t xml:space="preserve"> </w:t>
      </w:r>
      <w:r w:rsidRPr="00141E15">
        <w:rPr>
          <w:rFonts w:ascii="Times New Roman" w:hAnsi="Times New Roman"/>
          <w:sz w:val="28"/>
        </w:rPr>
        <w:t>Составление окислительно-восстановительных реакций методом электронного баланса.</w:t>
      </w:r>
    </w:p>
    <w:p w:rsidR="006640F9" w:rsidRDefault="006640F9" w:rsidP="00725811">
      <w:pPr>
        <w:pStyle w:val="NoSpacing"/>
      </w:pPr>
    </w:p>
    <w:p w:rsidR="006640F9" w:rsidRDefault="006640F9" w:rsidP="00F50207">
      <w:pPr>
        <w:tabs>
          <w:tab w:val="left" w:pos="213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составления ОВР методом электронного баланса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486"/>
      </w:tblGrid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«Окислительно-восстановительные реакции».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rPr>
          <w:trHeight w:val="725"/>
        </w:trPr>
        <w:tc>
          <w:tcPr>
            <w:tcW w:w="3085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2.записать уравнение реакции.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pict>
                <v:shape id="_x0000_i1076" type="#_x0000_t75" style="width:219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wsp:rsid wsp:val=&quot;00FF2580&quot;/&gt;&lt;/wsp:rsids&gt;&lt;/w:docPr&gt;&lt;w:body&gt;&lt;w:p wsp:rsidR=&quot;00000000&quot; wsp:rsidRDefault=&quot;00FF2580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KMn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+HCl=&lt;/m:t&gt;&lt;/m:r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Cl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+KCl+&lt;/m:t&gt;&lt;/m:r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9" o:title="" chromakey="white"/>
                </v:shape>
              </w:pict>
            </w:r>
          </w:p>
        </w:tc>
      </w:tr>
      <w:tr w:rsidR="006640F9" w:rsidRPr="0084756D" w:rsidTr="0084756D">
        <w:trPr>
          <w:trHeight w:val="2447"/>
        </w:trPr>
        <w:tc>
          <w:tcPr>
            <w:tcW w:w="3085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3.расставить степень окисления для каждого элемента и определить кто из элементов является восстановителем (повысил степень окисления), а кто – окислителем (понизил степень окисления).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pict>
                <v:shape id="_x0000_i1077" type="#_x0000_t75" style="width:299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2D5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22D5F&quot;&gt;&lt;m:oMathPara&gt;&lt;m:oMath&gt;&lt;m:sSup&gt;&lt;m:sSupPr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K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up&gt;&lt;/m:sSup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+7&lt;/m:t&gt;&lt;/m:r&gt;&lt;/m:sup&gt;&lt;/m:sSup&gt;&lt;m:sSubSup&gt;&lt;m:sSub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/m:sub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-2&lt;/m:t&gt;&lt;/m:r&gt;&lt;/m:sup&gt;&lt;/m:sSub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H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/m:sup&gt;&lt;/m:sSup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l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-&lt;/m:t&gt;&lt;/m:r&gt;&lt;/m:sup&gt;&lt;/m:sSup&gt;&lt;m:r&gt;&lt;w:rPr&gt;&lt;w:rFonts w:ascii=&quot;Cambria Math&quot; w:h-ansi=&quot;Cambria Math&quot;/&gt;&lt;wx:font wx:val=&quot;Cambria Math&quot;/&gt;&lt;w:i/&gt;&lt;w:sz w:val=&quot;24&quot;/&gt;&lt;w:lang w:val=&quot;EN-US&quot;/&gt;&lt;/w:rPr&gt;&lt;m:t&gt;=&lt;/m:t&gt;&lt;/m:r&gt;&lt;m:sSubSup&gt;&lt;m:sSub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0&lt;/m:t&gt;&lt;/m:r&gt;&lt;/m:sup&gt;&lt;/m:sSub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+2&lt;/m:t&gt;&lt;/m:r&gt;&lt;/m:sup&gt;&lt;/m:sSup&gt;&lt;m:sSubSup&gt;&lt;m:sSub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-&lt;/m:t&gt;&lt;/m:r&gt;&lt;/m:sup&gt;&lt;/m:sSub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K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/m:sup&gt;&lt;/m:sSup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l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-&lt;/m:t&gt;&lt;/m:r&gt;&lt;/m:sup&gt;&lt;/m:s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m:sSubSup&gt;&lt;m:sSub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+&lt;/m:t&gt;&lt;/m:r&gt;&lt;/m:sup&gt;&lt;/m:sSubSup&gt;&lt;m:sSup&gt;&lt;m:sSup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/m:e&gt;&lt;m:sup&gt;&lt;m:r&gt;&lt;w:rPr&gt;&lt;w:rFonts w:ascii=&quot;Cambria Math&quot; w:h-ansi=&quot;Cambria Math&quot;/&gt;&lt;wx:font wx:val=&quot;Cambria Math&quot;/&gt;&lt;w:i/&gt;&lt;w:sz w:val=&quot;24&quot;/&gt;&lt;w:lang w:val=&quot;EN-US&quot;/&gt;&lt;/w:rPr&gt;&lt;m:t&gt;-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0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  <w:vertAlign w:val="superscript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 xml:space="preserve">         ______                             ___          ____       ______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  <w:vertAlign w:val="superscript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        окислитель                 восст-ль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3.составить уравнения процессов окисления и восстановления, при этом необходимо подписать какое вещество является окислителем, а какое – восстановителем, и указать процессы.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78" type="#_x0000_t75" style="width:259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71958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71958&quot;&gt;&lt;m:oMathPara&gt;&lt;m:oMath&gt;&lt;m:sSup&gt;&lt;m:sSup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p&gt;&lt;m:r&gt;&lt;w:rPr&gt;&lt;w:rFonts w:ascii=&quot;Cambria Math&quot; w:h-ansi=&quot;Cambria Math&quot;/&gt;&lt;wx:font wx:val=&quot;Cambria Math&quot;/&gt;&lt;w:i/&gt;&lt;w:sz w:val=&quot;24&quot;/&gt;&lt;/w:rPr&gt;&lt;m:t&gt;+7&lt;/m:t&gt;&lt;/m:r&gt;&lt;m:ctrlPr&gt;&lt;w:rPr&gt;&lt;w:rFonts w:ascii=&quot;Cambria Math&quot; w:h-ansi=&quot;Cambria Math&quot;/&gt;&lt;wx:font wx:val=&quot;Cambria Math&quot;/&gt;&lt;w:i/&gt;&lt;w:sz w:val=&quot;24&quot;/&gt;&lt;/w:rPr&gt;&lt;/m:ctrlPr&gt;&lt;/m:sup&gt;&lt;/m:sSup&gt;&lt;m:r&gt;&lt;w:rPr&gt;&lt;w:rFonts w:ascii=&quot;Cambria Math&quot; w:h-ansi=&quot;Cambria Math&quot;/&gt;&lt;wx:font wx:val=&quot;Cambria Math&quot;/&gt;&lt;w:i/&gt;&lt;w:sz w:val=&quot;24&quot;/&gt;&lt;/w:rPr&gt;&lt;m:t&gt;+5&lt;/m:t&gt;&lt;/m:r&gt;&lt;m:acc&gt;&lt;m:accPr&gt;&lt;m:chr m:val=&quot;М…&quot;/&gt;&lt;m:ctrlPr&gt;&lt;w:rPr&gt;&lt;w:rFonts w:ascii=&quot;Cambria Math&quot; w:h-ansi=&quot;Cambria Math&quot;/&gt;&lt;wx:font wx:val=&quot;Cambria Math&quot;/&gt;&lt;w:i/&gt;&lt;w:sz w:val=&quot;24&quot;/&gt;&lt;/w:rPr&gt;&lt;/m:ctrlPr&gt;&lt;/m:accPr&gt;&lt;m:e&gt;&lt;m:r&gt;&lt;w:rPr&gt;&lt;w:rFonts w:ascii=&quot;Cambria Math&quot; w:h-ansi=&quot;Cambria Math&quot;/&gt;&lt;wx:font wx:val=&quot;Cambria Math&quot;/&gt;&lt;w:i/&gt;&lt;w:sz w:val=&quot;24&quot;/&gt;&lt;/w:rPr&gt;&lt;m:t&gt;e&lt;/m:t&gt;&lt;/m:r&gt;&lt;/m:e&gt;&lt;/m:acc&gt;&lt;m:r&gt;&lt;w:rPr&gt;&lt;w:rFonts w:ascii=&quot;Cambria Math&quot; w:h-ansi=&quot;Cambria Math&quot;/&gt;&lt;wx:font wx:val=&quot;Cambria Math&quot;/&gt;&lt;w:i/&gt;&lt;w:sz w:val=&quot;24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Mn&lt;/m:t&gt;&lt;/m:r&gt;&lt;/m:e&gt;&lt;m:sup&gt;&lt;m:r&gt;&lt;w:rPr&gt;&lt;w:rFonts w:ascii=&quot;Cambria Math&quot; w:h-ansi=&quot;Cambria Math&quot;/&gt;&lt;wx:font wx:val=&quot;Cambria Math&quot;/&gt;&lt;w:i/&gt;&lt;w:sz w:val=&quot;24&quot;/&gt;&lt;/w:rPr&gt;&lt;m:t&gt;+2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РѕРєРёСЃР»РёС‚РµР»СЊ, РІРѕСЃСЃС‚Р°РЅРѕРІР»РµРЅРёР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1" o:title="" chromakey="white"/>
                </v:shape>
              </w:pic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84756D">
              <w:pict>
                <v:shape id="_x0000_i1079" type="#_x0000_t75" style="width:230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3DF2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93DF2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Cl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/w:rPr&gt;&lt;m:t&gt;-2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e&lt;/m:t&gt;&lt;/m:r&gt;&lt;/m:e&gt;&lt;/m:acc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C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m:sup&gt;&lt;m:r&gt;&lt;w:rPr&gt;&lt;w:rFonts w:ascii=&quot;Cambria Math&quot; w:fareast=&quot;Times New Roman&quot; w:h-ansi=&quot;Cambria Math&quot;/&gt;&lt;wx:font wx:val=&quot;Cambria Math&quot;/&gt;&lt;w:i/&gt;&lt;w:sz w:val=&quot;24&quot;/&gt;&lt;/w:rPr&gt;&lt;m:t&gt;0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4&quot;/&gt;&lt;/w:rPr&gt;&lt;m:t&gt; РІРѕСЃСЃС‚Р°РЅРѕРІРёС‚РµР»СЊ, РѕРєРёСЃР»РµРЅРёР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2" o:title="" chromakey="white"/>
                </v:shape>
              </w:pic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4.найти множители для уравнений процессов окисления и восстановления.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0" o:spid="_x0000_s1052" style="position:absolute;z-index:251658240;visibility:visible;mso-position-horizontal-relative:text;mso-position-vertical-relative:text" from="286.45pt,1.85pt" to="286.4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"/>
              </w:pict>
            </w:r>
            <w:r>
              <w:rPr>
                <w:noProof/>
                <w:lang w:eastAsia="ru-RU"/>
              </w:rPr>
              <w:pict>
                <v:line id="Прямая соединительная линия 29" o:spid="_x0000_s1053" style="position:absolute;z-index:251657216;visibility:visible;mso-position-horizontal-relative:text;mso-position-vertical-relative:text" from="263.95pt,1.85pt" to="263.9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"/>
              </w:pict>
            </w:r>
            <w:r w:rsidRPr="0084756D">
              <w:rPr>
                <w:rFonts w:ascii="Times New Roman" w:hAnsi="Times New Roman"/>
                <w:noProof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noProof/>
                <w:sz w:val="24"/>
              </w:rPr>
              <w:instrText xml:space="preserve"> QUOTE </w:instrText>
            </w:r>
            <w:r w:rsidRPr="0084756D">
              <w:pict>
                <v:shape id="_x0000_i1080" type="#_x0000_t75" style="width:262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12F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72612F&quot;&gt;&lt;m:oMathPara&gt;&lt;m:oMath&gt;&lt;m:sSup&gt;&lt;m:sSup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p&gt;&lt;m:r&gt;&lt;w:rPr&gt;&lt;w:rFonts w:ascii=&quot;Cambria Math&quot; w:h-ansi=&quot;Cambria Math&quot;/&gt;&lt;wx:font wx:val=&quot;Cambria Math&quot;/&gt;&lt;w:i/&gt;&lt;w:sz w:val=&quot;24&quot;/&gt;&lt;/w:rPr&gt;&lt;m:t&gt;+7&lt;/m:t&gt;&lt;/m:r&gt;&lt;m:ctrlPr&gt;&lt;w:rPr&gt;&lt;w:rFonts w:ascii=&quot;Cambria Math&quot; w:h-ansi=&quot;Cambria Math&quot;/&gt;&lt;wx:font wx:val=&quot;Cambria Math&quot;/&gt;&lt;w:i/&gt;&lt;w:sz w:val=&quot;24&quot;/&gt;&lt;/w:rPr&gt;&lt;/m:ctrlPr&gt;&lt;/m:sup&gt;&lt;/m:sSup&gt;&lt;m:r&gt;&lt;w:rPr&gt;&lt;w:rFonts w:ascii=&quot;Cambria Math&quot; w:h-ansi=&quot;Cambria Math&quot;/&gt;&lt;wx:font wx:val=&quot;Cambria Math&quot;/&gt;&lt;w:i/&gt;&lt;w:sz w:val=&quot;24&quot;/&gt;&lt;/w:rPr&gt;&lt;m:t&gt;+5&lt;/m:t&gt;&lt;/m:r&gt;&lt;m:acc&gt;&lt;m:accPr&gt;&lt;m:chr m:val=&quot;М…&quot;/&gt;&lt;m:ctrlPr&gt;&lt;w:rPr&gt;&lt;w:rFonts w:ascii=&quot;Cambria Math&quot; w:h-ansi=&quot;Cambria Math&quot;/&gt;&lt;wx:font wx:val=&quot;Cambria Math&quot;/&gt;&lt;w:i/&gt;&lt;w:sz w:val=&quot;24&quot;/&gt;&lt;/w:rPr&gt;&lt;/m:ctrlPr&gt;&lt;/m:accPr&gt;&lt;m:e&gt;&lt;m:r&gt;&lt;w:rPr&gt;&lt;w:rFonts w:ascii=&quot;Cambria Math&quot; w:h-ansi=&quot;Cambria Math&quot;/&gt;&lt;wx:font wx:val=&quot;Cambria Math&quot;/&gt;&lt;w:i/&gt;&lt;w:sz w:val=&quot;24&quot;/&gt;&lt;/w:rPr&gt;&lt;m:t&gt;e&lt;/m:t&gt;&lt;/m:r&gt;&lt;/m:e&gt;&lt;/m:acc&gt;&lt;m:r&gt;&lt;w:rPr&gt;&lt;w:rFonts w:ascii=&quot;Cambria Math&quot; w:h-ansi=&quot;Cambria Math&quot;/&gt;&lt;wx:font wx:val=&quot;Cambria Math&quot;/&gt;&lt;w:i/&gt;&lt;w:sz w:val=&quot;24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Mn&lt;/m:t&gt;&lt;/m:r&gt;&lt;/m:e&gt;&lt;m:sup&gt;&lt;m:r&gt;&lt;w:rPr&gt;&lt;w:rFonts w:ascii=&quot;Cambria Math&quot; w:h-ansi=&quot;Cambria Math&quot;/&gt;&lt;wx:font wx:val=&quot;Cambria Math&quot;/&gt;&lt;w:i/&gt;&lt;w:sz w:val=&quot;24&quot;/&gt;&lt;/w:rPr&gt;&lt;m:t&gt;+2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РѕРєРёСЃР»РёС‚РµР»СЊ, РІРѕСЃСЃС‚Р°РЅРѕРІР»РµРЅРёР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3" o:title="" chromakey="white"/>
                </v:shape>
              </w:pict>
            </w:r>
            <w:r w:rsidRPr="0084756D">
              <w:rPr>
                <w:rFonts w:ascii="Times New Roman" w:hAnsi="Times New Roman"/>
                <w:noProof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 w:rsidRPr="0084756D">
              <w:pict>
                <v:shape id="_x0000_i1081" type="#_x0000_t75" style="width:262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12F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72612F&quot;&gt;&lt;m:oMathPara&gt;&lt;m:oMath&gt;&lt;m:sSup&gt;&lt;m:sSup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p&gt;&lt;m:r&gt;&lt;w:rPr&gt;&lt;w:rFonts w:ascii=&quot;Cambria Math&quot; w:h-ansi=&quot;Cambria Math&quot;/&gt;&lt;wx:font wx:val=&quot;Cambria Math&quot;/&gt;&lt;w:i/&gt;&lt;w:sz w:val=&quot;24&quot;/&gt;&lt;/w:rPr&gt;&lt;m:t&gt;+7&lt;/m:t&gt;&lt;/m:r&gt;&lt;m:ctrlPr&gt;&lt;w:rPr&gt;&lt;w:rFonts w:ascii=&quot;Cambria Math&quot; w:h-ansi=&quot;Cambria Math&quot;/&gt;&lt;wx:font wx:val=&quot;Cambria Math&quot;/&gt;&lt;w:i/&gt;&lt;w:sz w:val=&quot;24&quot;/&gt;&lt;/w:rPr&gt;&lt;/m:ctrlPr&gt;&lt;/m:sup&gt;&lt;/m:sSup&gt;&lt;m:r&gt;&lt;w:rPr&gt;&lt;w:rFonts w:ascii=&quot;Cambria Math&quot; w:h-ansi=&quot;Cambria Math&quot;/&gt;&lt;wx:font wx:val=&quot;Cambria Math&quot;/&gt;&lt;w:i/&gt;&lt;w:sz w:val=&quot;24&quot;/&gt;&lt;/w:rPr&gt;&lt;m:t&gt;+5&lt;/m:t&gt;&lt;/m:r&gt;&lt;m:acc&gt;&lt;m:accPr&gt;&lt;m:chr m:val=&quot;М…&quot;/&gt;&lt;m:ctrlPr&gt;&lt;w:rPr&gt;&lt;w:rFonts w:ascii=&quot;Cambria Math&quot; w:h-ansi=&quot;Cambria Math&quot;/&gt;&lt;wx:font wx:val=&quot;Cambria Math&quot;/&gt;&lt;w:i/&gt;&lt;w:sz w:val=&quot;24&quot;/&gt;&lt;/w:rPr&gt;&lt;/m:ctrlPr&gt;&lt;/m:accPr&gt;&lt;m:e&gt;&lt;m:r&gt;&lt;w:rPr&gt;&lt;w:rFonts w:ascii=&quot;Cambria Math&quot; w:h-ansi=&quot;Cambria Math&quot;/&gt;&lt;wx:font wx:val=&quot;Cambria Math&quot;/&gt;&lt;w:i/&gt;&lt;w:sz w:val=&quot;24&quot;/&gt;&lt;/w:rPr&gt;&lt;m:t&gt;e&lt;/m:t&gt;&lt;/m:r&gt;&lt;/m:e&gt;&lt;/m:acc&gt;&lt;m:r&gt;&lt;w:rPr&gt;&lt;w:rFonts w:ascii=&quot;Cambria Math&quot; w:h-ansi=&quot;Cambria Math&quot;/&gt;&lt;wx:font wx:val=&quot;Cambria Math&quot;/&gt;&lt;w:i/&gt;&lt;w:sz w:val=&quot;24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Mn&lt;/m:t&gt;&lt;/m:r&gt;&lt;/m:e&gt;&lt;m:sup&gt;&lt;m:r&gt;&lt;w:rPr&gt;&lt;w:rFonts w:ascii=&quot;Cambria Math&quot; w:h-ansi=&quot;Cambria Math&quot;/&gt;&lt;wx:font wx:val=&quot;Cambria Math&quot;/&gt;&lt;w:i/&gt;&lt;w:sz w:val=&quot;24&quot;/&gt;&lt;/w:rPr&gt;&lt;m:t&gt;+2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РѕРєРёСЃР»РёС‚РµР»СЊ, РІРѕСЃСЃС‚Р°РЅРѕРІР»РµРЅРёР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3" o:title="" chromakey="white"/>
                </v:shape>
              </w:pict>
            </w:r>
            <w:r w:rsidRPr="0084756D"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noProof/>
                <w:sz w:val="24"/>
              </w:rPr>
              <w:t xml:space="preserve">            2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10</w:t>
            </w: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82" type="#_x0000_t75" style="width:233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778F1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778F1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Cl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/w:rPr&gt;&lt;m:t&gt;-2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e&lt;/m:t&gt;&lt;/m:r&gt;&lt;/m:e&gt;&lt;/m:acc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C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m:sup&gt;&lt;m:r&gt;&lt;w:rPr&gt;&lt;w:rFonts w:ascii=&quot;Cambria Math&quot; w:fareast=&quot;Times New Roman&quot; w:h-ansi=&quot;Cambria Math&quot;/&gt;&lt;wx:font wx:val=&quot;Cambria Math&quot;/&gt;&lt;w:i/&gt;&lt;w:sz w:val=&quot;24&quot;/&gt;&lt;/w:rPr&gt;&lt;m:t&gt;0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4&quot;/&gt;&lt;/w:rPr&gt;&lt;m:t&gt; РІРѕСЃСЃС‚Р°РЅРѕРІРёС‚РµР»СЊ, РѕРєРёСЃР»РµРЅРёР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4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83" type="#_x0000_t75" style="width:233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778F1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778F1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Cl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/w:rPr&gt;&lt;m:t&gt;-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/w:rPr&gt;&lt;m:t&gt;-2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e&lt;/m:t&gt;&lt;/m:r&gt;&lt;/m:e&gt;&lt;/m:acc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C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/w:rPr&gt;&lt;m:t&gt;2&lt;/m:t&gt;&lt;/m:r&gt;&lt;/m:sub&gt;&lt;m:sup&gt;&lt;m:r&gt;&lt;w:rPr&gt;&lt;w:rFonts w:ascii=&quot;Cambria Math&quot; w:fareast=&quot;Times New Roman&quot; w:h-ansi=&quot;Cambria Math&quot;/&gt;&lt;wx:font wx:val=&quot;Cambria Math&quot;/&gt;&lt;w:i/&gt;&lt;w:sz w:val=&quot;24&quot;/&gt;&lt;/w:rPr&gt;&lt;m:t&gt;0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4&quot;/&gt;&lt;/w:rPr&gt;&lt;m:t&gt; РІРѕСЃСЃС‚Р°РЅРѕРІРёС‚РµР»СЊ, РѕРєРёСЃР»РµРЅРёР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4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                5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5.расставить в уравнении реакции множители в виде коэффициентов перед формулами веществ, которые содержат элементы, участвующие в процессах окисления и восстановления, а после уравнять оставшиеся атомы.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756D">
              <w:pict>
                <v:shape id="_x0000_i1084" type="#_x0000_t75" style="width:267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56E7C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956E7C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2KMn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4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+16HCl=5&lt;/m:t&gt;&lt;/m:r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+2&lt;/m:t&gt;&lt;/m:r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MnCl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+2KCl+&lt;/m:t&gt;&lt;/m:r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8H&lt;/m:t&gt;&lt;/m:r&gt;&lt;/m:e&gt;&lt;m:sub&gt;&lt;m:r&gt;&lt;w:rPr&gt;&lt;w:rFonts w:ascii=&quot;Cambria Math&quot; w:h-ansi=&quot;Cambria Math&quot;/&gt;&lt;wx:font wx:val=&quot;Cambria Math&quot;/&gt;&lt;w:i/&gt;&lt;w:sz w:val=&quot;24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" o:title="" chromakey="white"/>
                </v:shape>
              </w:pict>
            </w:r>
          </w:p>
        </w:tc>
      </w:tr>
    </w:tbl>
    <w:p w:rsidR="006640F9" w:rsidRDefault="006640F9" w:rsidP="0088472B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Pr="007C5EEA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C5EEA">
        <w:rPr>
          <w:rFonts w:ascii="Times New Roman" w:hAnsi="Times New Roman"/>
          <w:b/>
          <w:sz w:val="28"/>
          <w:szCs w:val="28"/>
        </w:rPr>
        <w:t>Рекомендуемая  литература:</w:t>
      </w:r>
      <w:r w:rsidRPr="007C5EEA">
        <w:rPr>
          <w:rFonts w:ascii="Times New Roman" w:hAnsi="Times New Roman"/>
          <w:sz w:val="28"/>
          <w:szCs w:val="28"/>
        </w:rPr>
        <w:t xml:space="preserve">  </w:t>
      </w:r>
      <w:r w:rsidRPr="009812EE">
        <w:rPr>
          <w:rFonts w:ascii="Times New Roman" w:hAnsi="Times New Roman"/>
          <w:sz w:val="28"/>
        </w:rPr>
        <w:t>Габриелян О.С. Химия. 11 класс</w:t>
      </w:r>
      <w:r>
        <w:rPr>
          <w:rFonts w:ascii="Times New Roman" w:hAnsi="Times New Roman"/>
          <w:sz w:val="28"/>
        </w:rPr>
        <w:t>. –</w:t>
      </w:r>
      <w:r w:rsidRPr="009812EE">
        <w:rPr>
          <w:rFonts w:ascii="Times New Roman" w:hAnsi="Times New Roman"/>
          <w:sz w:val="28"/>
        </w:rPr>
        <w:t xml:space="preserve"> М.: </w:t>
      </w:r>
      <w:r>
        <w:rPr>
          <w:rFonts w:ascii="Times New Roman" w:hAnsi="Times New Roman"/>
          <w:sz w:val="28"/>
        </w:rPr>
        <w:t xml:space="preserve">Дрофа, </w:t>
      </w:r>
      <w:r w:rsidRPr="009812EE">
        <w:rPr>
          <w:rFonts w:ascii="Times New Roman" w:hAnsi="Times New Roman"/>
          <w:sz w:val="28"/>
        </w:rPr>
        <w:t>2015</w:t>
      </w:r>
      <w:r w:rsidRPr="001D23D8">
        <w:rPr>
          <w:rFonts w:ascii="Times New Roman" w:hAnsi="Times New Roman"/>
          <w:sz w:val="28"/>
        </w:rPr>
        <w:t xml:space="preserve">. </w:t>
      </w:r>
      <w:r w:rsidRPr="00924434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 xml:space="preserve">107-110, </w:t>
      </w:r>
      <w:r w:rsidRPr="001B1DA3">
        <w:rPr>
          <w:rFonts w:ascii="Times New Roman" w:hAnsi="Times New Roman"/>
          <w:sz w:val="28"/>
          <w:szCs w:val="28"/>
        </w:rPr>
        <w:t>118-129</w:t>
      </w:r>
    </w:p>
    <w:p w:rsidR="006640F9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C5EEA">
        <w:rPr>
          <w:rFonts w:ascii="Times New Roman" w:hAnsi="Times New Roman"/>
          <w:b/>
          <w:sz w:val="28"/>
          <w:szCs w:val="28"/>
        </w:rPr>
        <w:t xml:space="preserve">Рекомендуемые   интернет-ресурсы:  </w:t>
      </w:r>
    </w:p>
    <w:p w:rsidR="006640F9" w:rsidRPr="001B1DA3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46" w:history="1">
        <w:r w:rsidRPr="00347F97">
          <w:rPr>
            <w:rStyle w:val="Hyperlink"/>
            <w:rFonts w:ascii="Times New Roman" w:hAnsi="Times New Roman"/>
            <w:sz w:val="28"/>
            <w:szCs w:val="28"/>
          </w:rPr>
          <w:t>https://scienceforyou.ru/teorija-dlja-podgotovki-k-egje/teplovoj-jeffekt-himicheskoj-reakcii-termohimicheskie-uravnenija</w:t>
        </w:r>
      </w:hyperlink>
    </w:p>
    <w:p w:rsidR="006640F9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47" w:history="1">
        <w:r w:rsidRPr="00347F97">
          <w:rPr>
            <w:rStyle w:val="Hyperlink"/>
            <w:rFonts w:ascii="Times New Roman" w:hAnsi="Times New Roman"/>
            <w:sz w:val="28"/>
            <w:szCs w:val="28"/>
          </w:rPr>
          <w:t>http://www.compendium.su/chemistry/11klas/23.html</w:t>
        </w:r>
      </w:hyperlink>
    </w:p>
    <w:p w:rsidR="006640F9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472B">
        <w:rPr>
          <w:rFonts w:ascii="Times New Roman" w:hAnsi="Times New Roman"/>
          <w:b/>
          <w:sz w:val="28"/>
          <w:szCs w:val="28"/>
        </w:rPr>
        <w:t>Форма отчетности:</w:t>
      </w:r>
      <w:r w:rsidRPr="007C5EEA">
        <w:rPr>
          <w:rFonts w:ascii="Times New Roman" w:hAnsi="Times New Roman"/>
          <w:sz w:val="28"/>
          <w:szCs w:val="28"/>
        </w:rPr>
        <w:t xml:space="preserve">  активная работа на уроках, письменное </w:t>
      </w:r>
      <w:r>
        <w:rPr>
          <w:rFonts w:ascii="Times New Roman" w:hAnsi="Times New Roman"/>
          <w:sz w:val="28"/>
          <w:szCs w:val="28"/>
        </w:rPr>
        <w:t>выполнение заданий</w:t>
      </w:r>
      <w:r w:rsidRPr="007C5EEA">
        <w:rPr>
          <w:rFonts w:ascii="Times New Roman" w:hAnsi="Times New Roman"/>
          <w:sz w:val="28"/>
          <w:szCs w:val="28"/>
        </w:rPr>
        <w:t>.</w:t>
      </w:r>
    </w:p>
    <w:p w:rsidR="006640F9" w:rsidRPr="0088472B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88472B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88472B">
        <w:rPr>
          <w:rFonts w:ascii="Times New Roman" w:hAnsi="Times New Roman"/>
          <w:b/>
          <w:sz w:val="28"/>
        </w:rPr>
        <w:t xml:space="preserve">Задание 3. </w:t>
      </w:r>
      <w:r w:rsidRPr="0088472B">
        <w:rPr>
          <w:rFonts w:ascii="Times New Roman" w:hAnsi="Times New Roman"/>
          <w:sz w:val="28"/>
        </w:rPr>
        <w:t>Влияние различных факторов на скорость химической реакции.</w:t>
      </w:r>
    </w:p>
    <w:p w:rsidR="006640F9" w:rsidRPr="00791DC3" w:rsidRDefault="006640F9" w:rsidP="0087174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Требования по выполнению </w:t>
      </w:r>
      <w:r>
        <w:rPr>
          <w:rFonts w:ascii="Times New Roman" w:hAnsi="Times New Roman"/>
          <w:sz w:val="28"/>
        </w:rPr>
        <w:t>лабораторной работы</w:t>
      </w:r>
      <w:r w:rsidRPr="00791DC3">
        <w:rPr>
          <w:rFonts w:ascii="Times New Roman" w:hAnsi="Times New Roman"/>
          <w:sz w:val="28"/>
        </w:rPr>
        <w:t>:</w:t>
      </w:r>
    </w:p>
    <w:p w:rsidR="006640F9" w:rsidRPr="00791DC3" w:rsidRDefault="006640F9" w:rsidP="00EF2922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ознакомиться с правилом техники безопасности при работе в химической лаборатории</w:t>
      </w:r>
      <w:r>
        <w:rPr>
          <w:rFonts w:ascii="Times New Roman" w:hAnsi="Times New Roman"/>
          <w:sz w:val="28"/>
        </w:rPr>
        <w:t xml:space="preserve"> </w:t>
      </w:r>
      <w:r w:rsidRPr="007D77D6">
        <w:rPr>
          <w:rFonts w:ascii="Times New Roman" w:hAnsi="Times New Roman"/>
          <w:sz w:val="28"/>
        </w:rPr>
        <w:t>(смотри стр.5);</w:t>
      </w:r>
    </w:p>
    <w:p w:rsidR="006640F9" w:rsidRPr="00791DC3" w:rsidRDefault="006640F9" w:rsidP="00EF2922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повторить полученные теоретические знания по теме «</w:t>
      </w:r>
      <w:r>
        <w:rPr>
          <w:rFonts w:ascii="Times New Roman" w:hAnsi="Times New Roman"/>
          <w:sz w:val="28"/>
        </w:rPr>
        <w:t>Скорость химических реакций</w:t>
      </w:r>
      <w:r w:rsidRPr="00791DC3">
        <w:rPr>
          <w:rFonts w:ascii="Times New Roman" w:hAnsi="Times New Roman"/>
          <w:sz w:val="28"/>
        </w:rPr>
        <w:t>»;</w:t>
      </w:r>
    </w:p>
    <w:p w:rsidR="006640F9" w:rsidRPr="00791DC3" w:rsidRDefault="006640F9" w:rsidP="00EF2922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изучить инструкцию по выполнению лабораторной работы;</w:t>
      </w:r>
    </w:p>
    <w:p w:rsidR="006640F9" w:rsidRPr="00791DC3" w:rsidRDefault="006640F9" w:rsidP="00EF2922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проводить эксперимент, согласно инструкции;</w:t>
      </w:r>
    </w:p>
    <w:p w:rsidR="006640F9" w:rsidRPr="00791DC3" w:rsidRDefault="006640F9" w:rsidP="00EF2922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результаты эксперимента внести в тетрадь для лабораторных работ.</w:t>
      </w:r>
    </w:p>
    <w:p w:rsidR="006640F9" w:rsidRPr="00791DC3" w:rsidRDefault="006640F9" w:rsidP="0087174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Оформление лабораторной работы:</w:t>
      </w:r>
    </w:p>
    <w:p w:rsidR="006640F9" w:rsidRPr="00791DC3" w:rsidRDefault="006640F9" w:rsidP="00EF2922">
      <w:pPr>
        <w:pStyle w:val="NoSpacing"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необходимо указать номер лабораторной работы, ее название и цель</w:t>
      </w:r>
      <w:r>
        <w:rPr>
          <w:rFonts w:ascii="Times New Roman" w:hAnsi="Times New Roman"/>
          <w:sz w:val="28"/>
        </w:rPr>
        <w:t>, оборудование и реактивы</w:t>
      </w:r>
      <w:r w:rsidRPr="00791DC3">
        <w:rPr>
          <w:rFonts w:ascii="Times New Roman" w:hAnsi="Times New Roman"/>
          <w:sz w:val="28"/>
        </w:rPr>
        <w:t>;</w:t>
      </w:r>
    </w:p>
    <w:p w:rsidR="006640F9" w:rsidRPr="00791DC3" w:rsidRDefault="006640F9" w:rsidP="00EF2922">
      <w:pPr>
        <w:pStyle w:val="NoSpacing"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записать номер опыта, его название, </w:t>
      </w:r>
      <w:r>
        <w:rPr>
          <w:rFonts w:ascii="Times New Roman" w:hAnsi="Times New Roman"/>
          <w:sz w:val="28"/>
        </w:rPr>
        <w:t xml:space="preserve">ход работы, </w:t>
      </w:r>
      <w:r w:rsidRPr="00791DC3">
        <w:rPr>
          <w:rFonts w:ascii="Times New Roman" w:hAnsi="Times New Roman"/>
          <w:sz w:val="28"/>
        </w:rPr>
        <w:t>результаты наблюдений и уравнения реакции в молекулярном и ионном виде;</w:t>
      </w:r>
    </w:p>
    <w:p w:rsidR="006640F9" w:rsidRDefault="006640F9" w:rsidP="00EF2922">
      <w:pPr>
        <w:pStyle w:val="NoSpacing"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сделать вывод о проделанной работе.</w:t>
      </w:r>
    </w:p>
    <w:p w:rsidR="006640F9" w:rsidRDefault="006640F9" w:rsidP="001B1DA3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8"/>
        </w:rPr>
      </w:pPr>
    </w:p>
    <w:p w:rsidR="006640F9" w:rsidRPr="001B1DA3" w:rsidRDefault="006640F9" w:rsidP="001B1DA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1B1DA3">
        <w:rPr>
          <w:rFonts w:ascii="Times New Roman" w:hAnsi="Times New Roman"/>
          <w:b/>
          <w:sz w:val="28"/>
        </w:rPr>
        <w:t>Рекомендуемая  литература:</w:t>
      </w:r>
      <w:r w:rsidRPr="001B1DA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Рудзитис Г.Е. Химия. 11 класс. Базовый уровень – М.: Просвещение, 2014. С. 60-64</w:t>
      </w:r>
    </w:p>
    <w:p w:rsidR="006640F9" w:rsidRDefault="006640F9" w:rsidP="001B1DA3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 w:rsidRPr="001B1DA3">
        <w:rPr>
          <w:rFonts w:ascii="Times New Roman" w:hAnsi="Times New Roman"/>
          <w:b/>
          <w:sz w:val="28"/>
        </w:rPr>
        <w:t xml:space="preserve">Рекомендуемые   интернет-ресурсы: </w:t>
      </w:r>
    </w:p>
    <w:p w:rsidR="006640F9" w:rsidRPr="001B1DA3" w:rsidRDefault="006640F9" w:rsidP="001B1DA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1B1DA3">
        <w:rPr>
          <w:rFonts w:ascii="Times New Roman" w:hAnsi="Times New Roman"/>
          <w:b/>
          <w:sz w:val="28"/>
        </w:rPr>
        <w:t xml:space="preserve"> </w:t>
      </w:r>
      <w:hyperlink r:id="rId48" w:history="1">
        <w:r w:rsidRPr="001B1DA3">
          <w:rPr>
            <w:rStyle w:val="Hyperlink"/>
            <w:rFonts w:ascii="Times New Roman" w:hAnsi="Times New Roman"/>
            <w:sz w:val="28"/>
          </w:rPr>
          <w:t>http://himege.ru/skorost-reakcii/</w:t>
        </w:r>
      </w:hyperlink>
    </w:p>
    <w:p w:rsidR="006640F9" w:rsidRDefault="006640F9" w:rsidP="001B1DA3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1B1DA3">
        <w:rPr>
          <w:rFonts w:ascii="Times New Roman" w:hAnsi="Times New Roman"/>
          <w:b/>
          <w:sz w:val="28"/>
        </w:rPr>
        <w:t>Форма отчетности:</w:t>
      </w:r>
      <w:r w:rsidRPr="001B1DA3">
        <w:rPr>
          <w:rFonts w:ascii="Times New Roman" w:hAnsi="Times New Roman"/>
          <w:sz w:val="28"/>
        </w:rPr>
        <w:t xml:space="preserve">  </w:t>
      </w:r>
      <w:r w:rsidRPr="00DC50BE">
        <w:rPr>
          <w:rFonts w:ascii="Times New Roman" w:hAnsi="Times New Roman"/>
          <w:sz w:val="28"/>
        </w:rPr>
        <w:t>наличие результатов исследования в тетради для лабораторных работ, защита лабораторной работы.</w:t>
      </w:r>
    </w:p>
    <w:p w:rsidR="006640F9" w:rsidRPr="0072130C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2130C">
        <w:rPr>
          <w:rFonts w:ascii="Times New Roman" w:hAnsi="Times New Roman"/>
          <w:b/>
          <w:sz w:val="28"/>
        </w:rPr>
        <w:t>Задание 4.</w:t>
      </w:r>
      <w:r w:rsidRPr="0072130C">
        <w:rPr>
          <w:rFonts w:ascii="Times New Roman" w:hAnsi="Times New Roman"/>
          <w:sz w:val="28"/>
        </w:rPr>
        <w:t xml:space="preserve"> Химическое равновесие и его смещение.</w:t>
      </w: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911167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486"/>
      </w:tblGrid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полученные теоретические знания по теме «Химическое равновесие».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2.внимательно прочитать текст задачи. 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Константа равновесия системы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CuO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(тв) </w:t>
            </w:r>
            <w:r w:rsidRPr="0084756D">
              <w:rPr>
                <w:rFonts w:ascii="Times New Roman" w:hAnsi="Times New Roman"/>
                <w:sz w:val="24"/>
              </w:rPr>
              <w:t>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(г) </w:t>
            </w:r>
            <w:r w:rsidRPr="0084756D">
              <w:rPr>
                <w:rFonts w:ascii="Times New Roman" w:hAnsi="Times New Roman"/>
                <w:sz w:val="24"/>
              </w:rPr>
              <w:t>= 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(тв)</w:t>
            </w:r>
            <w:r w:rsidRPr="0084756D">
              <w:rPr>
                <w:rFonts w:ascii="Times New Roman" w:hAnsi="Times New Roman"/>
                <w:sz w:val="24"/>
              </w:rPr>
              <w:t xml:space="preserve"> 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2(г)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 некоторой температуре равна 0,6. Найти равновесные концентрации этих веществ, если [CO]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0,5 моль/л,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0,2 моль/л.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условия и требования задачи.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9" o:spid="_x0000_s1054" style="position:absolute;left:0;text-align:left;z-index:251659264;visibility:visible;mso-position-horizontal-relative:text;mso-position-vertical-relative:text" from="117.7pt,2.6pt" to="117.7pt,1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0,5 моль/л           CuO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(тв) </w:t>
            </w:r>
            <w:r w:rsidRPr="0084756D">
              <w:rPr>
                <w:rFonts w:ascii="Times New Roman" w:hAnsi="Times New Roman"/>
                <w:sz w:val="24"/>
              </w:rPr>
              <w:t>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(г) </w:t>
            </w:r>
            <w:r w:rsidRPr="0084756D">
              <w:rPr>
                <w:rFonts w:ascii="Times New Roman" w:hAnsi="Times New Roman"/>
                <w:sz w:val="24"/>
              </w:rPr>
              <w:t>= 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(тв)</w:t>
            </w:r>
            <w:r w:rsidRPr="0084756D">
              <w:rPr>
                <w:rFonts w:ascii="Times New Roman" w:hAnsi="Times New Roman"/>
                <w:sz w:val="24"/>
              </w:rPr>
              <w:t xml:space="preserve"> 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2(г)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0,2 моль/л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0" o:spid="_x0000_s1055" style="position:absolute;left:0;text-align:left;z-index:251660288;visibility:visible" from="-3.8pt,17.75pt" to="117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"/>
              </w:pict>
            </w:r>
            <w:r w:rsidRPr="0084756D">
              <w:rPr>
                <w:rFonts w:ascii="Times New Roman" w:hAnsi="Times New Roman"/>
                <w:sz w:val="24"/>
              </w:rPr>
              <w:t>Кр = 0,6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 - ?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4.в решении записать формулу константы равновесия.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3" o:spid="_x0000_s1056" style="position:absolute;left:0;text-align:left;z-index:251661312;visibility:visible;mso-position-horizontal-relative:text;mso-position-vertical-relative:text" from="117.7pt,2.6pt" to="117.7pt,1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0,5 моль/л           CuO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(тв) </w:t>
            </w:r>
            <w:r w:rsidRPr="0084756D">
              <w:rPr>
                <w:rFonts w:ascii="Times New Roman" w:hAnsi="Times New Roman"/>
                <w:sz w:val="24"/>
              </w:rPr>
              <w:t>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(г) </w:t>
            </w:r>
            <w:r w:rsidRPr="0084756D">
              <w:rPr>
                <w:rFonts w:ascii="Times New Roman" w:hAnsi="Times New Roman"/>
                <w:sz w:val="24"/>
              </w:rPr>
              <w:t>= 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(тв)</w:t>
            </w:r>
            <w:r w:rsidRPr="0084756D">
              <w:rPr>
                <w:rFonts w:ascii="Times New Roman" w:hAnsi="Times New Roman"/>
                <w:sz w:val="24"/>
              </w:rPr>
              <w:t xml:space="preserve"> 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2(г)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0,2 моль/л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85" type="#_x0000_t75" style="width:11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71E0C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471E0C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љ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Р 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86" type="#_x0000_t75" style="width:11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71E0C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471E0C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љ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Р 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4" o:spid="_x0000_s1057" style="position:absolute;left:0;text-align:left;z-index:251662336;visibility:visible" from="-3.8pt,17.75pt" to="117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Кр = 0,6                   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 - ?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 - ?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5.принять за Х какую-либо неизвестную величину: в ходе протекания реакции концентрация исходных веществ уменьшается, а концентрация продуктов возрастает.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 xml:space="preserve">Концентрация изменяется в соответствии со стехиометрическими соотношениями, взятыми из уравнения реакции.  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5" o:spid="_x0000_s1058" style="position:absolute;z-index:251663360;visibility:visible;mso-position-horizontal-relative:text;mso-position-vertical-relative:text" from="107.95pt,2.55pt" to="107.9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0,5 моль/л           CuO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(тв) </w:t>
            </w:r>
            <w:r w:rsidRPr="0084756D">
              <w:rPr>
                <w:rFonts w:ascii="Times New Roman" w:hAnsi="Times New Roman"/>
                <w:sz w:val="24"/>
              </w:rPr>
              <w:t>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(г) </w:t>
            </w:r>
            <w:r w:rsidRPr="0084756D">
              <w:rPr>
                <w:rFonts w:ascii="Times New Roman" w:hAnsi="Times New Roman"/>
                <w:sz w:val="24"/>
              </w:rPr>
              <w:t>= 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(тв)</w:t>
            </w:r>
            <w:r w:rsidRPr="0084756D">
              <w:rPr>
                <w:rFonts w:ascii="Times New Roman" w:hAnsi="Times New Roman"/>
                <w:sz w:val="24"/>
              </w:rPr>
              <w:t xml:space="preserve"> 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2(г)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0,2 моль/л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87" type="#_x0000_t75" style="width:11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D5A75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D5A75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љ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Р 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88" type="#_x0000_t75" style="width:11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D5A75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D5A75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љ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Р 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7" o:spid="_x0000_s1059" style="position:absolute;z-index:251664384;visibility:visible" from="-3.8pt,17.9pt" to="107.9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Кр = 0,6                       Пусть до равновесия [CO]=Х моль/л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                          тогда в момент равновесия (0,5-Х), а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 - ?                         [СО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] увеличится на (0,2+Х) моль/л.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 - ?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6.подставить полученные данные в формулу и с помощью математических расчетов вычислить неизвестную величину.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8" o:spid="_x0000_s1060" style="position:absolute;z-index:251665408;visibility:visible;mso-position-horizontal-relative:text;mso-position-vertical-relative:text" from="107.95pt,2.55pt" to="107.9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0,5 моль/л           CuO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(тв) </w:t>
            </w:r>
            <w:r w:rsidRPr="0084756D">
              <w:rPr>
                <w:rFonts w:ascii="Times New Roman" w:hAnsi="Times New Roman"/>
                <w:sz w:val="24"/>
              </w:rPr>
              <w:t>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(г) </w:t>
            </w:r>
            <w:r w:rsidRPr="0084756D">
              <w:rPr>
                <w:rFonts w:ascii="Times New Roman" w:hAnsi="Times New Roman"/>
                <w:sz w:val="24"/>
              </w:rPr>
              <w:t>= Cu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(тв)</w:t>
            </w:r>
            <w:r w:rsidRPr="0084756D">
              <w:rPr>
                <w:rFonts w:ascii="Times New Roman" w:hAnsi="Times New Roman"/>
                <w:sz w:val="24"/>
              </w:rPr>
              <w:t xml:space="preserve"> +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2(г)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исх</w:t>
            </w:r>
            <w:r w:rsidRPr="0084756D">
              <w:rPr>
                <w:rFonts w:ascii="Times New Roman" w:hAnsi="Times New Roman"/>
                <w:sz w:val="24"/>
              </w:rPr>
              <w:t xml:space="preserve"> = 0,2 моль/л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89" type="#_x0000_t75" style="width:11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02A8B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02A8B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љ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Р 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90" type="#_x0000_t75" style="width:11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02A8B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02A8B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љ&lt;/m:t&gt;&lt;/m:r&gt;&lt;m:ctrlPr&gt;&lt;w:rPr&gt;&lt;w:rFonts w:ascii=&quot;Cambria Math&quot; w:h-ansi=&quot;Cambria Math&quot;/&gt;&lt;wx:font wx:val=&quot;Cambria Math&quot;/&gt;&lt;w:i/&gt;&lt;w:sz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/w:rPr&gt;&lt;m:t&gt;Р &lt;/m:t&gt;&lt;/m:r&gt;&lt;m:ctrlPr&gt;&lt;w:rPr&gt;&lt;w:rFonts w:ascii=&quot;Cambria Math&quot; w:h-ansi=&quot;Cambria Math&quot;/&gt;&lt;wx:font wx:val=&quot;Cambria Math&quot;/&gt;&lt;w:i/&gt;&lt;w:sz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Рћ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9" o:spid="_x0000_s1061" style="position:absolute;z-index:251666432;visibility:visible" from="-3.8pt,17.9pt" to="107.9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 xml:space="preserve">Кр = 0,6                       Пусть до равновесия [CO]=Х моль/л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                          тогда в момент равновесия (0,5-Х), а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[CO] - ?                         [СО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] увеличится на (0,2+Х) моль/л.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] - ?              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91" type="#_x0000_t75" style="width:66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54226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54226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0,6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,2+РҐ&lt;/m:t&gt;&lt;/m:r&gt;&lt;/m:num&gt;&lt;m:den&gt;&lt;m:r&gt;&lt;w:rPr&gt;&lt;w:rFonts w:ascii=&quot;Cambria Math&quot; w:h-ansi=&quot;Cambria Math&quot;/&gt;&lt;wx:font wx:val=&quot;Cambria Math&quot;/&gt;&lt;w:i/&gt;&lt;w:sz w:val=&quot;24&quot;/&gt;&lt;/w:rPr&gt;&lt;m:t&gt;0,5-Р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92" type="#_x0000_t75" style="width:66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54226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54226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0,6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,2+РҐ&lt;/m:t&gt;&lt;/m:r&gt;&lt;/m:num&gt;&lt;m:den&gt;&lt;m:r&gt;&lt;w:rPr&gt;&lt;w:rFonts w:ascii=&quot;Cambria Math&quot; w:h-ansi=&quot;Cambria Math&quot;/&gt;&lt;wx:font wx:val=&quot;Cambria Math&quot;/&gt;&lt;w:i/&gt;&lt;w:sz w:val=&quot;24&quot;/&gt;&lt;/w:rPr&gt;&lt;m:t&gt;0,5-РҐ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       0,6•(0,5 – Х) = 0,2 + Х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       0,3 – 0,6Х = 0,2 + Х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        0,3 – 0,2 = Х + 0,6Х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                   0,1 = 1,6Х</w:t>
            </w:r>
          </w:p>
          <w:p w:rsidR="006640F9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               </w:t>
            </w:r>
          </w:p>
          <w:p w:rsidR="006640F9" w:rsidRPr="0084756D" w:rsidRDefault="006640F9" w:rsidP="00945BC6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[CO] = 0,5 – 0,0625 = 0,4375моль/л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   [CO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] = 0,2 + 0,0125 = 0,2125 моль/л</w:t>
            </w:r>
          </w:p>
        </w:tc>
      </w:tr>
      <w:tr w:rsidR="006640F9" w:rsidRPr="0084756D" w:rsidTr="0084756D">
        <w:tc>
          <w:tcPr>
            <w:tcW w:w="30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7.записать ответ.</w:t>
            </w:r>
          </w:p>
        </w:tc>
        <w:tc>
          <w:tcPr>
            <w:tcW w:w="64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noProof/>
                <w:sz w:val="24"/>
                <w:lang w:eastAsia="ru-RU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t>Ответ: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0,4375моль/л</w:t>
            </w: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t xml:space="preserve">; </w:t>
            </w:r>
            <w:r w:rsidRPr="0084756D">
              <w:rPr>
                <w:rFonts w:ascii="Times New Roman" w:hAnsi="Times New Roman"/>
                <w:sz w:val="24"/>
              </w:rPr>
              <w:t>0,2125 моль/л</w:t>
            </w:r>
          </w:p>
        </w:tc>
      </w:tr>
    </w:tbl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Pr="0072130C" w:rsidRDefault="006640F9" w:rsidP="00914E41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1.выучисть влияние факторов на смещение химического равновесия.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2.прочитать текст задания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 какую сторону сместится равновесие в системе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4НСl+O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O+2Cl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, ΔН &lt; 0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при: а) увеличении давления;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б) уменьшении концентрации Cl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в) уменьшении температуры.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3.выписать уравнение реакции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4НСl+O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2H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O+2Cl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, ΔН &lt; 0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4.письменно и устно ответь на поставленные вопросы в задании.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а) ↑р→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 ↓С(Cl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)→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в) ↓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t→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↑ - увеличение того или иного фактора;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↓ - уменьшение того или иного фактора;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→ смещение реакции вправо;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← смещение реакции влево;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t</w:t>
            </w:r>
            <w:r w:rsidRPr="0084756D">
              <w:rPr>
                <w:rFonts w:ascii="Times New Roman" w:hAnsi="Times New Roman"/>
                <w:sz w:val="24"/>
              </w:rPr>
              <w:t xml:space="preserve"> – температура;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p</w:t>
            </w:r>
            <w:r w:rsidRPr="0084756D">
              <w:rPr>
                <w:rFonts w:ascii="Times New Roman" w:hAnsi="Times New Roman"/>
                <w:sz w:val="24"/>
              </w:rPr>
              <w:t xml:space="preserve"> – давление;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</w:rPr>
              <w:t xml:space="preserve"> – концентрация.</w:t>
            </w:r>
          </w:p>
        </w:tc>
      </w:tr>
    </w:tbl>
    <w:p w:rsidR="006640F9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Pr="001B1DA3" w:rsidRDefault="006640F9" w:rsidP="00C11C0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1B1DA3">
        <w:rPr>
          <w:rFonts w:ascii="Times New Roman" w:hAnsi="Times New Roman"/>
          <w:b/>
          <w:sz w:val="28"/>
        </w:rPr>
        <w:t>Рекомендуемая  литература:</w:t>
      </w:r>
      <w:r w:rsidRPr="001B1DA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Рудзитис Г.Е. Химия. 11 класс. – М.: Просвещение, 2014. С. 71-73</w:t>
      </w:r>
    </w:p>
    <w:p w:rsidR="006640F9" w:rsidRDefault="006640F9" w:rsidP="00C11C05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 w:rsidRPr="001B1DA3">
        <w:rPr>
          <w:rFonts w:ascii="Times New Roman" w:hAnsi="Times New Roman"/>
          <w:b/>
          <w:sz w:val="28"/>
        </w:rPr>
        <w:t xml:space="preserve">Рекомендуемые   интернет-ресурсы: </w:t>
      </w:r>
    </w:p>
    <w:p w:rsidR="006640F9" w:rsidRDefault="006640F9" w:rsidP="00C11C05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51" w:history="1">
        <w:r w:rsidRPr="00B0458B">
          <w:rPr>
            <w:rStyle w:val="Hyperlink"/>
            <w:rFonts w:ascii="Times New Roman" w:hAnsi="Times New Roman"/>
            <w:sz w:val="28"/>
          </w:rPr>
          <w:t>https://studfiles.net/preview/5615444/page:9/</w:t>
        </w:r>
      </w:hyperlink>
    </w:p>
    <w:p w:rsidR="006640F9" w:rsidRDefault="006640F9" w:rsidP="00C11C05">
      <w:pPr>
        <w:pStyle w:val="NoSpacing"/>
        <w:spacing w:line="360" w:lineRule="auto"/>
        <w:rPr>
          <w:rFonts w:ascii="Times New Roman" w:hAnsi="Times New Roman"/>
          <w:sz w:val="28"/>
        </w:rPr>
      </w:pPr>
      <w:r w:rsidRPr="001B1DA3">
        <w:rPr>
          <w:rFonts w:ascii="Times New Roman" w:hAnsi="Times New Roman"/>
          <w:b/>
          <w:sz w:val="28"/>
        </w:rPr>
        <w:t>Форма отчетности:</w:t>
      </w:r>
      <w:r w:rsidRPr="001B1DA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активная работа на уроке, письменное и устное выполнение работ.</w:t>
      </w:r>
    </w:p>
    <w:p w:rsidR="006640F9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Pr="0072130C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Pr="0072130C" w:rsidRDefault="006640F9" w:rsidP="0072130C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2130C">
        <w:rPr>
          <w:rFonts w:ascii="Times New Roman" w:hAnsi="Times New Roman"/>
          <w:b/>
          <w:color w:val="000000"/>
          <w:sz w:val="28"/>
        </w:rPr>
        <w:t>Тема 7. Металлы и неметаллы</w:t>
      </w:r>
    </w:p>
    <w:p w:rsidR="006640F9" w:rsidRPr="0072130C" w:rsidRDefault="006640F9" w:rsidP="0072130C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9426CF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Задание</w:t>
      </w:r>
      <w:r w:rsidRPr="0072130C">
        <w:rPr>
          <w:rFonts w:ascii="Times New Roman" w:hAnsi="Times New Roman"/>
          <w:b/>
          <w:sz w:val="28"/>
        </w:rPr>
        <w:t>.</w:t>
      </w:r>
      <w:r w:rsidRPr="0072130C">
        <w:rPr>
          <w:rFonts w:ascii="Times New Roman" w:hAnsi="Times New Roman"/>
          <w:sz w:val="28"/>
        </w:rPr>
        <w:t xml:space="preserve"> Составление уравнения электролиза.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повторить полученные теоретические знания по теме «Электролиз».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2.внимательно прочитать текст задания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Составьте уравнения катодного и анодного процессов и уравнение электролиза раствора сульфида натрия.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3.составьте уравнение электролитической диссоциации исходного вещества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 = 2Na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4.составить схему катодного процесса: используя электрохимический ряд напряжений металлов, определить, что будет восстанавливаться на катоде.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 = 2Na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u w:val="single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К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(-)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+ 2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093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0320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03202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094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0320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03202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+ 2OH¯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составить схему анодного процесса, т.е. составить схему процесса окисления на аноде.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 = 2Na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К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(-)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+ 2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095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55E9B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55E9B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096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55E9B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55E9B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+ 2OH¯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vertAlign w:val="superscript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А(+)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¯ – 2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097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C62F7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C62F7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e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098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C62F7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C62F7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e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0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6.найти множители для уравнений процессов окисления и восстановления.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1" o:spid="_x0000_s1062" style="position:absolute;z-index:251668480;visibility:visible;mso-position-horizontal-relative:text;mso-position-vertical-relative:text" from="184.2pt,18.1pt" to="184.2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"/>
              </w:pict>
            </w:r>
            <w:r>
              <w:rPr>
                <w:noProof/>
                <w:lang w:eastAsia="ru-RU"/>
              </w:rPr>
              <w:pict>
                <v:line id="Прямая соединительная линия 40" o:spid="_x0000_s1063" style="position:absolute;z-index:251667456;visibility:visible;mso-position-horizontal-relative:text;mso-position-vertical-relative:text" from="160.95pt,18.1pt" to="160.95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"/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 = 2Na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К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(-)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+ 2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099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A1A9D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A1A9D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100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A1A9D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6A1A9D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+ 2OH¯                1      </w:t>
            </w: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        </w:t>
            </w:r>
            <w:r w:rsidRPr="0084756D">
              <w:rPr>
                <w:rFonts w:ascii="Times New Roman" w:hAnsi="Times New Roman"/>
                <w:sz w:val="24"/>
              </w:rPr>
              <w:t>2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А(+)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¯ – 2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01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9E2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719E2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e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02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9E2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719E2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e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 xml:space="preserve">0 </w:t>
            </w:r>
            <w:r w:rsidRPr="0084756D">
              <w:rPr>
                <w:rFonts w:ascii="Times New Roman" w:hAnsi="Times New Roman"/>
                <w:sz w:val="24"/>
              </w:rPr>
              <w:t xml:space="preserve">                                 1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7.составить уравнение электролиза: в левой  части уравнения к исходному веществу прибавить воду, а в правой части уравнения  после знака  равенства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записать формулы веществ, которые образовались на катоде и аноде. Из оставшихся на катоде и аноде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ионов составить молекулы, расставить коэффициенты.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Если до и после знака равенства есть одинаковые вещества, то их следует сократить.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2" o:spid="_x0000_s1064" style="position:absolute;z-index:251670528;visibility:visible;mso-position-horizontal-relative:text;mso-position-vertical-relative:text" from="184.2pt,18.1pt" to="184.2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"/>
              </w:pict>
            </w:r>
            <w:r>
              <w:rPr>
                <w:noProof/>
                <w:lang w:eastAsia="ru-RU"/>
              </w:rPr>
              <w:pict>
                <v:line id="Прямая соединительная линия 43" o:spid="_x0000_s1065" style="position:absolute;z-index:251669504;visibility:visible;mso-position-horizontal-relative:text;mso-position-vertical-relative:text" from="160.95pt,18.1pt" to="160.95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 = 2Na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+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К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(-)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+ 2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103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3331D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3331D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104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3331D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3331D&quot;&gt;&lt;m:oMathPara&gt;&lt;m:oMath&gt;&lt;m:acc&gt;&lt;m:accPr&gt;&lt;m:chr m:val=&quot;М…&quot;/&gt;&lt;m:ctrlP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e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+ 2OH¯                1      </w:t>
            </w:r>
          </w:p>
          <w:p w:rsidR="006640F9" w:rsidRPr="0084756D" w:rsidRDefault="006640F9" w:rsidP="0084756D">
            <w:pPr>
              <w:pStyle w:val="NoSpacing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        2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А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(+)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¯ –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105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5F5C4E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F5C4E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e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106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5F5C4E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F5C4E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e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S</w:t>
            </w: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 xml:space="preserve">0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   1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Na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S + 2H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=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+ 2NaOH + S</w:t>
            </w:r>
          </w:p>
        </w:tc>
      </w:tr>
    </w:tbl>
    <w:p w:rsidR="006640F9" w:rsidRPr="00A73E7A" w:rsidRDefault="006640F9" w:rsidP="0072130C">
      <w:pPr>
        <w:pStyle w:val="NoSpacing"/>
        <w:spacing w:line="360" w:lineRule="auto"/>
        <w:rPr>
          <w:rFonts w:ascii="Times New Roman" w:hAnsi="Times New Roman"/>
          <w:b/>
          <w:sz w:val="28"/>
          <w:lang w:val="en-US"/>
        </w:rPr>
      </w:pPr>
    </w:p>
    <w:p w:rsidR="006640F9" w:rsidRPr="009426CF" w:rsidRDefault="006640F9" w:rsidP="009426CF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9426CF">
        <w:rPr>
          <w:rFonts w:ascii="Times New Roman" w:hAnsi="Times New Roman"/>
          <w:b/>
          <w:sz w:val="28"/>
        </w:rPr>
        <w:t>Рекомендуемая литература:</w:t>
      </w:r>
      <w:r>
        <w:rPr>
          <w:rFonts w:ascii="Times New Roman" w:hAnsi="Times New Roman"/>
          <w:sz w:val="28"/>
        </w:rPr>
        <w:t xml:space="preserve"> </w:t>
      </w:r>
      <w:r w:rsidRPr="009426CF">
        <w:rPr>
          <w:rFonts w:ascii="Times New Roman" w:hAnsi="Times New Roman"/>
          <w:sz w:val="28"/>
        </w:rPr>
        <w:t>Кузнецова Н.Е. Химия. 11 класс.</w:t>
      </w:r>
      <w:r>
        <w:rPr>
          <w:rFonts w:ascii="Times New Roman" w:hAnsi="Times New Roman"/>
          <w:sz w:val="28"/>
        </w:rPr>
        <w:t xml:space="preserve"> Базовый уровень.</w:t>
      </w:r>
      <w:r w:rsidRPr="009426C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М. Вентана-граф, 2016. С. 100-103</w:t>
      </w:r>
    </w:p>
    <w:p w:rsidR="006640F9" w:rsidRDefault="006640F9" w:rsidP="009426CF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 w:rsidRPr="009426CF">
        <w:rPr>
          <w:rFonts w:ascii="Times New Roman" w:hAnsi="Times New Roman"/>
          <w:b/>
          <w:sz w:val="28"/>
        </w:rPr>
        <w:t>Рекомендуемые интернет-ресурсы:</w:t>
      </w:r>
    </w:p>
    <w:p w:rsidR="006640F9" w:rsidRPr="009426CF" w:rsidRDefault="006640F9" w:rsidP="009426CF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53" w:history="1">
        <w:r w:rsidRPr="0051228B">
          <w:rPr>
            <w:rStyle w:val="Hyperlink"/>
            <w:rFonts w:ascii="Times New Roman" w:hAnsi="Times New Roman"/>
            <w:sz w:val="28"/>
            <w:lang w:val="en-US"/>
          </w:rPr>
          <w:t>h</w:t>
        </w:r>
        <w:r w:rsidRPr="0051228B">
          <w:rPr>
            <w:rStyle w:val="Hyperlink"/>
            <w:rFonts w:ascii="Times New Roman" w:hAnsi="Times New Roman"/>
            <w:sz w:val="28"/>
          </w:rPr>
          <w:t>ttps://www.google.ru/search?q=электрохимический+ряд+напряжений+металлов</w:t>
        </w:r>
      </w:hyperlink>
    </w:p>
    <w:p w:rsidR="006640F9" w:rsidRDefault="006640F9" w:rsidP="009426CF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54" w:history="1">
        <w:r w:rsidRPr="0051228B">
          <w:rPr>
            <w:rStyle w:val="Hyperlink"/>
            <w:rFonts w:ascii="Times New Roman" w:hAnsi="Times New Roman"/>
            <w:sz w:val="28"/>
            <w:lang w:val="en-US"/>
          </w:rPr>
          <w:t>http</w:t>
        </w:r>
        <w:r w:rsidRPr="0051228B">
          <w:rPr>
            <w:rStyle w:val="Hyperlink"/>
            <w:rFonts w:ascii="Times New Roman" w:hAnsi="Times New Roman"/>
            <w:sz w:val="28"/>
          </w:rPr>
          <w:t>://</w:t>
        </w:r>
        <w:r w:rsidRPr="0051228B">
          <w:rPr>
            <w:rStyle w:val="Hyperlink"/>
            <w:rFonts w:ascii="Times New Roman" w:hAnsi="Times New Roman"/>
            <w:sz w:val="28"/>
            <w:lang w:val="en-US"/>
          </w:rPr>
          <w:t>himege</w:t>
        </w:r>
        <w:r w:rsidRPr="0051228B">
          <w:rPr>
            <w:rStyle w:val="Hyperlink"/>
            <w:rFonts w:ascii="Times New Roman" w:hAnsi="Times New Roman"/>
            <w:sz w:val="28"/>
          </w:rPr>
          <w:t>.</w:t>
        </w:r>
        <w:r w:rsidRPr="0051228B">
          <w:rPr>
            <w:rStyle w:val="Hyperlink"/>
            <w:rFonts w:ascii="Times New Roman" w:hAnsi="Times New Roman"/>
            <w:sz w:val="28"/>
            <w:lang w:val="en-US"/>
          </w:rPr>
          <w:t>ru</w:t>
        </w:r>
        <w:r w:rsidRPr="0051228B">
          <w:rPr>
            <w:rStyle w:val="Hyperlink"/>
            <w:rFonts w:ascii="Times New Roman" w:hAnsi="Times New Roman"/>
            <w:sz w:val="28"/>
          </w:rPr>
          <w:t>/</w:t>
        </w:r>
        <w:r w:rsidRPr="0051228B">
          <w:rPr>
            <w:rStyle w:val="Hyperlink"/>
            <w:rFonts w:ascii="Times New Roman" w:hAnsi="Times New Roman"/>
            <w:sz w:val="28"/>
            <w:lang w:val="en-US"/>
          </w:rPr>
          <w:t>elektroliz</w:t>
        </w:r>
        <w:r w:rsidRPr="0051228B">
          <w:rPr>
            <w:rStyle w:val="Hyperlink"/>
            <w:rFonts w:ascii="Times New Roman" w:hAnsi="Times New Roman"/>
            <w:sz w:val="28"/>
          </w:rPr>
          <w:t>-</w:t>
        </w:r>
        <w:r w:rsidRPr="0051228B">
          <w:rPr>
            <w:rStyle w:val="Hyperlink"/>
            <w:rFonts w:ascii="Times New Roman" w:hAnsi="Times New Roman"/>
            <w:sz w:val="28"/>
            <w:lang w:val="en-US"/>
          </w:rPr>
          <w:t>rasplavov</w:t>
        </w:r>
        <w:r w:rsidRPr="0051228B">
          <w:rPr>
            <w:rStyle w:val="Hyperlink"/>
            <w:rFonts w:ascii="Times New Roman" w:hAnsi="Times New Roman"/>
            <w:sz w:val="28"/>
          </w:rPr>
          <w:t>-</w:t>
        </w:r>
        <w:r w:rsidRPr="0051228B">
          <w:rPr>
            <w:rStyle w:val="Hyperlink"/>
            <w:rFonts w:ascii="Times New Roman" w:hAnsi="Times New Roman"/>
            <w:sz w:val="28"/>
            <w:lang w:val="en-US"/>
          </w:rPr>
          <w:t>i</w:t>
        </w:r>
        <w:r w:rsidRPr="0051228B">
          <w:rPr>
            <w:rStyle w:val="Hyperlink"/>
            <w:rFonts w:ascii="Times New Roman" w:hAnsi="Times New Roman"/>
            <w:sz w:val="28"/>
          </w:rPr>
          <w:t>-</w:t>
        </w:r>
        <w:r w:rsidRPr="0051228B">
          <w:rPr>
            <w:rStyle w:val="Hyperlink"/>
            <w:rFonts w:ascii="Times New Roman" w:hAnsi="Times New Roman"/>
            <w:sz w:val="28"/>
            <w:lang w:val="en-US"/>
          </w:rPr>
          <w:t>rastvorov</w:t>
        </w:r>
        <w:r w:rsidRPr="0051228B">
          <w:rPr>
            <w:rStyle w:val="Hyperlink"/>
            <w:rFonts w:ascii="Times New Roman" w:hAnsi="Times New Roman"/>
            <w:sz w:val="28"/>
          </w:rPr>
          <w:t>/</w:t>
        </w:r>
      </w:hyperlink>
    </w:p>
    <w:p w:rsidR="006640F9" w:rsidRDefault="006640F9" w:rsidP="009426CF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9426CF">
        <w:rPr>
          <w:rFonts w:ascii="Times New Roman" w:hAnsi="Times New Roman"/>
          <w:b/>
          <w:sz w:val="28"/>
        </w:rPr>
        <w:t>Форма отчетности:</w:t>
      </w:r>
      <w:r w:rsidRPr="009426CF">
        <w:t xml:space="preserve"> </w:t>
      </w:r>
      <w:r w:rsidRPr="009426CF">
        <w:rPr>
          <w:rFonts w:ascii="Times New Roman" w:hAnsi="Times New Roman"/>
          <w:sz w:val="28"/>
        </w:rPr>
        <w:t>активная работа на уроке, письменное составление уравнений</w:t>
      </w:r>
      <w:r>
        <w:rPr>
          <w:rFonts w:ascii="Times New Roman" w:hAnsi="Times New Roman"/>
          <w:sz w:val="28"/>
        </w:rPr>
        <w:t xml:space="preserve"> электролиза</w:t>
      </w:r>
      <w:r w:rsidRPr="009426CF">
        <w:rPr>
          <w:rFonts w:ascii="Times New Roman" w:hAnsi="Times New Roman"/>
          <w:sz w:val="28"/>
        </w:rPr>
        <w:t>.</w:t>
      </w: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Pr="00E71E4B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Pr="00E71E4B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 w:rsidRPr="00E71E4B">
        <w:rPr>
          <w:rFonts w:ascii="Times New Roman" w:hAnsi="Times New Roman"/>
          <w:b/>
          <w:sz w:val="28"/>
        </w:rPr>
        <w:t>Тема 8. Основные понятия органической химии и теория строения</w:t>
      </w: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 w:rsidRPr="00E71E4B">
        <w:rPr>
          <w:rFonts w:ascii="Times New Roman" w:hAnsi="Times New Roman"/>
          <w:b/>
          <w:sz w:val="28"/>
        </w:rPr>
        <w:t>органических соединений</w:t>
      </w:r>
    </w:p>
    <w:p w:rsidR="006640F9" w:rsidRDefault="006640F9" w:rsidP="00E71E4B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171C9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Задание 1. </w:t>
      </w:r>
      <w:r w:rsidRPr="00171C94">
        <w:rPr>
          <w:rFonts w:ascii="Times New Roman" w:hAnsi="Times New Roman"/>
          <w:sz w:val="28"/>
        </w:rPr>
        <w:t>Вывод молекулярной формулы по массовой доле элементов</w:t>
      </w:r>
      <w:r>
        <w:rPr>
          <w:rFonts w:ascii="Times New Roman" w:hAnsi="Times New Roman"/>
          <w:sz w:val="28"/>
        </w:rPr>
        <w:t>.</w:t>
      </w:r>
    </w:p>
    <w:p w:rsidR="006640F9" w:rsidRDefault="006640F9" w:rsidP="00171C9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1.прочитать текст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 углеводороде массовая доля углерода равна 84%. Относительная плотность паров углеводорода по воздуху равна 3,45. Определите формулу углеводорода.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2.записать условия и требования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4" o:spid="_x0000_s1066" style="position:absolute;z-index:251671552;visibility:visible;mso-position-horizontal-relative:text;mso-position-vertical-relative:text" from="93.45pt,.35pt" to="93.4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ω(С)=84%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>=3,45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5" o:spid="_x0000_s1067" style="position:absolute;z-index:251672576;visibility:visible" from="-2.85pt,17pt" to="93.1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>=29г/моль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 xml:space="preserve"> - ?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формулы, необходимые для решения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6" o:spid="_x0000_s1068" style="position:absolute;z-index:251673600;visibility:visible;mso-position-horizontal-relative:text;mso-position-vertical-relative:text" from="93.15pt,3.95pt" to="93.15pt,1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ω(С)=84%                     М(А)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</w:t>
            </w:r>
            <w:r w:rsidRPr="0084756D">
              <w:rPr>
                <w:rFonts w:ascii="Times New Roman" w:hAnsi="Times New Roman"/>
                <w:sz w:val="24"/>
              </w:rPr>
              <w:t>/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B</w:t>
            </w:r>
            <w:r w:rsidRPr="0084756D">
              <w:rPr>
                <w:rFonts w:ascii="Times New Roman" w:hAnsi="Times New Roman"/>
                <w:sz w:val="24"/>
              </w:rPr>
              <w:t xml:space="preserve">) •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B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 xml:space="preserve">=3,45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07" type="#_x0000_t75" style="width:150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03B8C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03B8C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/w:rPr&gt;&lt;m:t&gt;(Р­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r&gt;&lt;w:rPr&gt;&lt;w:rFonts w:ascii=&quot;Cambria Math&quot; w:h-ansi=&quot;Cambria Math&quot;/&gt;&lt;wx:font wx:val=&quot;Cambria Math&quot;/&gt;&lt;w:i/&gt;&lt;w:sz w:val=&quot;24&quot;/&gt;&lt;/w:rPr&gt;&lt;m:t&gt;(Р­)в€™ 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(Р­)&lt;/m:t&gt;&lt;/m:r&gt;&lt;/m:num&gt;&lt;m:den&gt;&lt;m:r&gt;&lt;w:rPr&gt;&lt;w:rFonts w:ascii=&quot;Cambria Math&quot; w:h-ansi=&quot;Cambria Math&quot;/&gt;&lt;wx:font wx:val=&quot;Cambria Math&quot;/&gt;&lt;w:i/&gt;&lt;w:sz w:val=&quot;24&quot;/&gt;&lt;/w:rPr&gt;&lt;m:t&gt;Рњ(РІ-РІР°)&lt;/m:t&gt;&lt;/m:r&gt;&lt;/m:den&gt;&lt;/m:f&gt;&lt;m:r&gt;&lt;w:rPr&gt;&lt;w:rFonts w:ascii=&quot;Cambria Math&quot; w:h-ansi=&quot;Cambria Math&quot;/&gt;&lt;wx:font wx:val=&quot;Cambria Math&quot;/&gt;&lt;w:i/&gt;&lt;w:sz w:val=&quot;24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5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08" type="#_x0000_t75" style="width:150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03B8C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B03B8C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/w:rPr&gt;&lt;m:t&gt;(Р­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r&gt;&lt;w:rPr&gt;&lt;w:rFonts w:ascii=&quot;Cambria Math&quot; w:h-ansi=&quot;Cambria Math&quot;/&gt;&lt;wx:font wx:val=&quot;Cambria Math&quot;/&gt;&lt;w:i/&gt;&lt;w:sz w:val=&quot;24&quot;/&gt;&lt;/w:rPr&gt;&lt;m:t&gt;(Р­)в€™ 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(Р­)&lt;/m:t&gt;&lt;/m:r&gt;&lt;/m:num&gt;&lt;m:den&gt;&lt;m:r&gt;&lt;w:rPr&gt;&lt;w:rFonts w:ascii=&quot;Cambria Math&quot; w:h-ansi=&quot;Cambria Math&quot;/&gt;&lt;wx:font wx:val=&quot;Cambria Math&quot;/&gt;&lt;w:i/&gt;&lt;w:sz w:val=&quot;24&quot;/&gt;&lt;/w:rPr&gt;&lt;m:t&gt;Рњ(РІ-РІР°)&lt;/m:t&gt;&lt;/m:r&gt;&lt;/m:den&gt;&lt;/m:f&gt;&lt;m:r&gt;&lt;w:rPr&gt;&lt;w:rFonts w:ascii=&quot;Cambria Math&quot; w:h-ansi=&quot;Cambria Math&quot;/&gt;&lt;wx:font wx:val=&quot;Cambria Math&quot;/&gt;&lt;w:i/&gt;&lt;w:sz w:val=&quot;24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5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7" o:spid="_x0000_s1069" style="position:absolute;z-index:251674624;visibility:visible" from="-2.85pt,20.6pt" to="93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(воздух)=</w:t>
            </w:r>
            <w:r w:rsidRPr="0084756D">
              <w:rPr>
                <w:rFonts w:ascii="Times New Roman" w:hAnsi="Times New Roman"/>
                <w:sz w:val="24"/>
              </w:rPr>
              <w:t xml:space="preserve">29г/моль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09" type="#_x0000_t75" style="width:2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534A6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534A6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П‰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в€™Рњ(РІ-РІР°)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d&gt;&lt;m:d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m:ctrlPr&gt;&lt;w:rPr&gt;&lt;w:rFonts w:ascii=&quot;Cambria Math&quot; w:h-ansi=&quot;Cambria Math&quot;/&gt;&lt;wx:font wx:val=&quot;Cambria Math&quot;/&gt;&lt;w:i/&gt;&lt;w:sz w:val=&quot;24&quot;/&gt;&lt;/w:rPr&gt;&lt;/m:ctrlPr&gt;&lt;/m:e&gt;&lt;/m:d&gt;&lt;m:r&gt;&lt;w:rPr&gt;&lt;w:rFonts w:ascii=&quot;Cambria Math&quot; w:h-ansi=&quot;Cambria Math&quot;/&gt;&lt;wx:font wx:val=&quot;Cambria Math&quot;/&gt;&lt;w:i/&gt;&lt;w:sz w:val=&quot;24&quot;/&gt;&lt;/w:rPr&gt;&lt;m:t&gt;в€™100%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10" type="#_x0000_t75" style="width:2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534A6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534A6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П‰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в€™Рњ(РІ-РІР°)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d&gt;&lt;m:d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m:ctrlPr&gt;&lt;w:rPr&gt;&lt;w:rFonts w:ascii=&quot;Cambria Math&quot; w:h-ansi=&quot;Cambria Math&quot;/&gt;&lt;wx:font wx:val=&quot;Cambria Math&quot;/&gt;&lt;w:i/&gt;&lt;w:sz w:val=&quot;24&quot;/&gt;&lt;/w:rPr&gt;&lt;/m:ctrlPr&gt;&lt;/m:e&gt;&lt;/m:d&gt;&lt;m:r&gt;&lt;w:rPr&gt;&lt;w:rFonts w:ascii=&quot;Cambria Math&quot; w:h-ansi=&quot;Cambria Math&quot;/&gt;&lt;wx:font wx:val=&quot;Cambria Math&quot;/&gt;&lt;w:i/&gt;&lt;w:sz w:val=&quot;24&quot;/&gt;&lt;/w:rPr&gt;&lt;m:t&gt;в€™100%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               M = Mr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 xml:space="preserve"> - ?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4.осуществить математические вычисления по формулам: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а)найти молярную массу вещества;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б)найти число атомов углерода;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в)зная массовую долю атомов углерода, вычислить массовую долю атома водорода;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г)рассчитать число атомов водорода.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*Если в условии задачи будет дана массовая доля атомов водорода, то порядок математических расчетов будет следующим: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а)найти молярную массу вещества;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б)найти число атомов водорода;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в)зная массовую долю атомов водорода, вычислить массовую долю атомов углерода;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г)рассчитать число атомов углерода.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0" o:spid="_x0000_s1070" style="position:absolute;z-index:251675648;visibility:visible;mso-position-horizontal-relative:text;mso-position-vertical-relative:text" from="93.15pt,3.95pt" to="93.15pt,1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ω(С)=84%                     М(А)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</w:t>
            </w:r>
            <w:r w:rsidRPr="0084756D">
              <w:rPr>
                <w:rFonts w:ascii="Times New Roman" w:hAnsi="Times New Roman"/>
                <w:sz w:val="24"/>
              </w:rPr>
              <w:t>/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B</w:t>
            </w:r>
            <w:r w:rsidRPr="0084756D">
              <w:rPr>
                <w:rFonts w:ascii="Times New Roman" w:hAnsi="Times New Roman"/>
                <w:sz w:val="24"/>
              </w:rPr>
              <w:t xml:space="preserve">) •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B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 xml:space="preserve">=3,45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11" type="#_x0000_t75" style="width:150pt;height:9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84539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84539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/w:rPr&gt;&lt;m:t&gt;(Р­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r&gt;&lt;w:rPr&gt;&lt;w:rFonts w:ascii=&quot;Cambria Math&quot; w:h-ansi=&quot;Cambria Math&quot;/&gt;&lt;wx:font wx:val=&quot;Cambria Math&quot;/&gt;&lt;w:i/&gt;&lt;w:sz w:val=&quot;24&quot;/&gt;&lt;/w:rPr&gt;&lt;m:t&gt;(Р­)в€™ 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(Р­)&lt;/m:t&gt;&lt;/m:r&gt;&lt;/m:num&gt;&lt;m:den&gt;&lt;m:r&gt;&lt;w:rPr&gt;&lt;w:rFonts w:ascii=&quot;Cambria Math&quot; w:h-ansi=&quot;Cambria Math&quot;/&gt;&lt;wx:font wx:val=&quot;Cambria Math&quot;/&gt;&lt;w:i/&gt;&lt;w:sz w:val=&quot;24&quot;/&gt;&lt;/w:rPr&gt;&lt;m:t&gt;Рњ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r&lt;/m:t&gt;&lt;/m:r&gt;&lt;m:r&gt;&lt;w:rPr&gt;&lt;w:rFonts w:ascii=&quot;Cambria Math&quot; w:h-ansi=&quot;Cambria Math&quot;/&gt;&lt;wx:font wx:val=&quot;Cambria Math&quot;/&gt;&lt;w:i/&gt;&lt;w:sz w:val=&quot;24&quot;/&gt;&lt;/w:rPr&gt;&lt;m:t&gt;(РІ-РІР°)&lt;/m:t&gt;&lt;/m:r&gt;&lt;/m:den&gt;&lt;/m:f&gt;&lt;m:r&gt;&lt;w:rPr&gt;&lt;w:rFonts w:ascii=&quot;Cambria Math&quot; w:h-ansi=&quot;Cambria Math&quot;/&gt;&lt;wx:font wx:val=&quot;Cambria Math&quot;/&gt;&lt;w:i/&gt;&lt;w:sz w:val=&quot;24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7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12" type="#_x0000_t75" style="width:150pt;height:9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84539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D84539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П‰&lt;/m:t&gt;&lt;/m:r&gt;&lt;m:r&gt;&lt;w:rPr&gt;&lt;w:rFonts w:ascii=&quot;Cambria Math&quot; w:h-ansi=&quot;Cambria Math&quot;/&gt;&lt;wx:font wx:val=&quot;Cambria Math&quot;/&gt;&lt;w:i/&gt;&lt;w:sz w:val=&quot;24&quot;/&gt;&lt;/w:rPr&gt;&lt;m:t&gt;(Р­)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r&gt;&lt;w:rPr&gt;&lt;w:rFonts w:ascii=&quot;Cambria Math&quot; w:h-ansi=&quot;Cambria Math&quot;/&gt;&lt;wx:font wx:val=&quot;Cambria Math&quot;/&gt;&lt;w:i/&gt;&lt;w:sz w:val=&quot;24&quot;/&gt;&lt;/w:rPr&gt;&lt;m:t&gt;(Р­)в€™ 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(Р­)&lt;/m:t&gt;&lt;/m:r&gt;&lt;/m:num&gt;&lt;m:den&gt;&lt;m:r&gt;&lt;w:rPr&gt;&lt;w:rFonts w:ascii=&quot;Cambria Math&quot; w:h-ansi=&quot;Cambria Math&quot;/&gt;&lt;wx:font wx:val=&quot;Cambria Math&quot;/&gt;&lt;w:i/&gt;&lt;w:sz w:val=&quot;24&quot;/&gt;&lt;/w:rPr&gt;&lt;m:t&gt;Рњ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r&lt;/m:t&gt;&lt;/m:r&gt;&lt;m:r&gt;&lt;w:rPr&gt;&lt;w:rFonts w:ascii=&quot;Cambria Math&quot; w:h-ansi=&quot;Cambria Math&quot;/&gt;&lt;wx:font wx:val=&quot;Cambria Math&quot;/&gt;&lt;w:i/&gt;&lt;w:sz w:val=&quot;24&quot;/&gt;&lt;/w:rPr&gt;&lt;m:t&gt;(РІ-РІР°)&lt;/m:t&gt;&lt;/m:r&gt;&lt;/m:den&gt;&lt;/m:f&gt;&lt;m:r&gt;&lt;w:rPr&gt;&lt;w:rFonts w:ascii=&quot;Cambria Math&quot; w:h-ansi=&quot;Cambria Math&quot;/&gt;&lt;wx:font wx:val=&quot;Cambria Math&quot;/&gt;&lt;w:i/&gt;&lt;w:sz w:val=&quot;24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7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1" o:spid="_x0000_s1071" style="position:absolute;z-index:251676672;visibility:visible" from="-2.85pt,20.6pt" to="93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(воздух)=</w:t>
            </w:r>
            <w:r w:rsidRPr="0084756D">
              <w:rPr>
                <w:rFonts w:ascii="Times New Roman" w:hAnsi="Times New Roman"/>
                <w:sz w:val="24"/>
              </w:rPr>
              <w:t xml:space="preserve">29г/моль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13" type="#_x0000_t75" style="width:240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B6755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9B6755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П‰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в€™Рњr(РІ-РІР°)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d&gt;&lt;m:d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m:ctrlPr&gt;&lt;w:rPr&gt;&lt;w:rFonts w:ascii=&quot;Cambria Math&quot; w:h-ansi=&quot;Cambria Math&quot;/&gt;&lt;wx:font wx:val=&quot;Cambria Math&quot;/&gt;&lt;w:i/&gt;&lt;w:sz w:val=&quot;24&quot;/&gt;&lt;/w:rPr&gt;&lt;/m:ctrlPr&gt;&lt;/m:e&gt;&lt;/m:d&gt;&lt;m:r&gt;&lt;w:rPr&gt;&lt;w:rFonts w:ascii=&quot;Cambria Math&quot; w:h-ansi=&quot;Cambria Math&quot;/&gt;&lt;wx:font wx:val=&quot;Cambria Math&quot;/&gt;&lt;w:i/&gt;&lt;w:sz w:val=&quot;24&quot;/&gt;&lt;/w:rPr&gt;&lt;m:t&gt;в€™100%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8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14" type="#_x0000_t75" style="width:240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B6755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9B6755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П‰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/m:e&gt;&lt;/m:d&gt;&lt;m:r&gt;&lt;w:rPr&gt;&lt;w:rFonts w:ascii=&quot;Cambria Math&quot; w:h-ansi=&quot;Cambria Math&quot;/&gt;&lt;wx:font wx:val=&quot;Cambria Math&quot;/&gt;&lt;w:i/&gt;&lt;w:sz w:val=&quot;24&quot;/&gt;&lt;/w:rPr&gt;&lt;m:t&gt;в€™Рњr(РІ-РІР°)&lt;/m:t&gt;&lt;/m:r&gt;&lt;/m:num&gt;&lt;m:den&gt;&lt;m:r&gt;&lt;w:rPr&gt;&lt;w:rFonts w:ascii=&quot;Cambria Math&quot; w:h-ansi=&quot;Cambria Math&quot;/&gt;&lt;wx:font wx:val=&quot;Cambria Math&quot;/&gt;&lt;w:i/&gt;&lt;w:sz w:val=&quot;24&quot;/&gt;&lt;w:lang w:val=&quot;EN-US&quot;/&gt;&lt;/w:rPr&gt;&lt;m:t&gt;Ar&lt;/m:t&gt;&lt;/m:r&gt;&lt;m:d&gt;&lt;m:d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­&lt;/m:t&gt;&lt;/m:r&gt;&lt;m:ctrlPr&gt;&lt;w:rPr&gt;&lt;w:rFonts w:ascii=&quot;Cambria Math&quot; w:h-ansi=&quot;Cambria Math&quot;/&gt;&lt;wx:font wx:val=&quot;Cambria Math&quot;/&gt;&lt;w:i/&gt;&lt;w:sz w:val=&quot;24&quot;/&gt;&lt;/w:rPr&gt;&lt;/m:ctrlPr&gt;&lt;/m:e&gt;&lt;/m:d&gt;&lt;m:r&gt;&lt;w:rPr&gt;&lt;w:rFonts w:ascii=&quot;Cambria Math&quot; w:h-ansi=&quot;Cambria Math&quot;/&gt;&lt;wx:font wx:val=&quot;Cambria Math&quot;/&gt;&lt;w:i/&gt;&lt;w:sz w:val=&quot;24&quot;/&gt;&lt;/w:rPr&gt;&lt;m:t&gt;в€™100%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8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Mr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 xml:space="preserve"> - ?                 а) М(С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>)=3,45•29=100,05г/моль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б)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15" type="#_x0000_t75" style="width:17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004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90048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84%в€™100.05&lt;/m:t&gt;&lt;/m:r&gt;&lt;/m:num&gt;&lt;m:den&gt;&lt;m:r&gt;&lt;w:rPr&gt;&lt;w:rFonts w:ascii=&quot;Cambria Math&quot; w:h-ansi=&quot;Cambria Math&quot;/&gt;&lt;wx:font wx:val=&quot;Cambria Math&quot;/&gt;&lt;w:i/&gt;&lt;w:sz w:val=&quot;24&quot;/&gt;&lt;/w:rPr&gt;&lt;m:t&gt;12в€™100%&lt;/m:t&gt;&lt;/m:r&gt;&lt;/m:den&gt;&lt;/m:f&gt;&lt;m:r&gt;&lt;w:rPr&gt;&lt;w:rFonts w:ascii=&quot;Cambria Math&quot; w:h-ansi=&quot;Cambria Math&quot;/&gt;&lt;wx:font wx:val=&quot;Cambria Math&quot;/&gt;&lt;w:i/&gt;&lt;w:sz w:val=&quot;24&quot;/&gt;&lt;/w:rPr&gt;&lt;m:t&gt;=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16" type="#_x0000_t75" style="width:17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004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190048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Ў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84%в€™100.05&lt;/m:t&gt;&lt;/m:r&gt;&lt;/m:num&gt;&lt;m:den&gt;&lt;m:r&gt;&lt;w:rPr&gt;&lt;w:rFonts w:ascii=&quot;Cambria Math&quot; w:h-ansi=&quot;Cambria Math&quot;/&gt;&lt;wx:font wx:val=&quot;Cambria Math&quot;/&gt;&lt;w:i/&gt;&lt;w:sz w:val=&quot;24&quot;/&gt;&lt;/w:rPr&gt;&lt;m:t&gt;12в€™100%&lt;/m:t&gt;&lt;/m:r&gt;&lt;/m:den&gt;&lt;/m:f&gt;&lt;m:r&gt;&lt;w:rPr&gt;&lt;w:rFonts w:ascii=&quot;Cambria Math&quot; w:h-ansi=&quot;Cambria Math&quot;/&gt;&lt;wx:font wx:val=&quot;Cambria Math&quot;/&gt;&lt;w:i/&gt;&lt;w:sz w:val=&quot;24&quot;/&gt;&lt;/w:rPr&gt;&lt;m:t&gt;=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в)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ω</w:t>
            </w:r>
            <w:r w:rsidRPr="0084756D">
              <w:rPr>
                <w:rFonts w:ascii="Times New Roman" w:hAnsi="Times New Roman"/>
                <w:sz w:val="24"/>
              </w:rPr>
              <w:t>(Н) = 100% - ω(С)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ω</w:t>
            </w:r>
            <w:r w:rsidRPr="0084756D">
              <w:rPr>
                <w:rFonts w:ascii="Times New Roman" w:hAnsi="Times New Roman"/>
                <w:sz w:val="24"/>
              </w:rPr>
              <w:t>(Н)= 100% – 84% =16%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  г)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17" type="#_x0000_t75" style="width:174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5F6E72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F6E72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ќ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6%в€™100.05&lt;/m:t&gt;&lt;/m:r&gt;&lt;/m:num&gt;&lt;m:den&gt;&lt;m:r&gt;&lt;w:rPr&gt;&lt;w:rFonts w:ascii=&quot;Cambria Math&quot; w:h-ansi=&quot;Cambria Math&quot;/&gt;&lt;wx:font wx:val=&quot;Cambria Math&quot;/&gt;&lt;w:i/&gt;&lt;w:sz w:val=&quot;24&quot;/&gt;&lt;/w:rPr&gt;&lt;m:t&gt;1в€™100%&lt;/m:t&gt;&lt;/m:r&gt;&lt;/m:den&gt;&lt;/m:f&gt;&lt;m:r&gt;&lt;w:rPr&gt;&lt;w:rFonts w:ascii=&quot;Cambria Math&quot; w:h-ansi=&quot;Cambria Math&quot;/&gt;&lt;wx:font wx:val=&quot;Cambria Math&quot;/&gt;&lt;w:i/&gt;&lt;w:sz w:val=&quot;24&quot;/&gt;&lt;/w:rPr&gt;&lt;m:t&gt;=1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18" type="#_x0000_t75" style="width:174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5F6E72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5F6E72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Рќ&lt;/m:t&gt;&lt;/m: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6%в€™100.05&lt;/m:t&gt;&lt;/m:r&gt;&lt;/m:num&gt;&lt;m:den&gt;&lt;m:r&gt;&lt;w:rPr&gt;&lt;w:rFonts w:ascii=&quot;Cambria Math&quot; w:h-ansi=&quot;Cambria Math&quot;/&gt;&lt;wx:font wx:val=&quot;Cambria Math&quot;/&gt;&lt;w:i/&gt;&lt;w:sz w:val=&quot;24&quot;/&gt;&lt;/w:rPr&gt;&lt;m:t&gt;1в€™100%&lt;/m:t&gt;&lt;/m:r&gt;&lt;/m:den&gt;&lt;/m:f&gt;&lt;m:r&gt;&lt;w:rPr&gt;&lt;w:rFonts w:ascii=&quot;Cambria Math&quot; w:h-ansi=&quot;Cambria Math&quot;/&gt;&lt;wx:font wx:val=&quot;Cambria Math&quot;/&gt;&lt;w:i/&gt;&lt;w:sz w:val=&quot;24&quot;/&gt;&lt;/w:rPr&gt;&lt;m:t&gt;=1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0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5.записать ответ.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Ответ: 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7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16</w:t>
            </w:r>
            <w:r w:rsidRPr="0084756D">
              <w:rPr>
                <w:rFonts w:ascii="Times New Roman" w:hAnsi="Times New Roman"/>
                <w:sz w:val="24"/>
              </w:rPr>
              <w:t xml:space="preserve"> – гептан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ω – массовые доли химических элементов (%);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 xml:space="preserve"> – индекс;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плотность паров;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Ar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атомная масса;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Mr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молекулярная масса;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М – молярная масса (г/моль).</w:t>
            </w:r>
          </w:p>
        </w:tc>
      </w:tr>
    </w:tbl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</w:p>
    <w:p w:rsidR="006640F9" w:rsidRDefault="006640F9" w:rsidP="00171C9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171C94">
        <w:rPr>
          <w:rFonts w:ascii="Times New Roman" w:hAnsi="Times New Roman"/>
          <w:b/>
          <w:sz w:val="28"/>
        </w:rPr>
        <w:t>Задание 2.</w:t>
      </w:r>
      <w:r>
        <w:rPr>
          <w:rFonts w:ascii="Times New Roman" w:hAnsi="Times New Roman"/>
          <w:sz w:val="28"/>
        </w:rPr>
        <w:t xml:space="preserve"> </w:t>
      </w:r>
      <w:r w:rsidRPr="00171C94">
        <w:rPr>
          <w:rFonts w:ascii="Times New Roman" w:hAnsi="Times New Roman"/>
          <w:sz w:val="28"/>
        </w:rPr>
        <w:t xml:space="preserve">Вывод молекулярной формулы по </w:t>
      </w:r>
      <w:r>
        <w:rPr>
          <w:rFonts w:ascii="Times New Roman" w:hAnsi="Times New Roman"/>
          <w:sz w:val="28"/>
        </w:rPr>
        <w:t>продуктам горения.</w:t>
      </w:r>
    </w:p>
    <w:p w:rsidR="006640F9" w:rsidRDefault="006640F9" w:rsidP="00171C9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515648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Алгоритм решения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1.прочитать текст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 сгорании органического вещества массой 4,2г образовались оксид углерода (IV)  массой 13,2г и вода массой 5,85г. Относительная плотность паров этого вещества по воздуху равна 1,45. Определите формулу вещества.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2.записать условия и требования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2" o:spid="_x0000_s1072" style="position:absolute;z-index:251677696;visibility:visible;mso-position-horizontal-relative:text;mso-position-vertical-relative:text" from="99.15pt,2.25pt" to="99.1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(в-ва)=4,2г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)=13,2г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)=5,85г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>=1,45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3" o:spid="_x0000_s1073" style="position:absolute;z-index:251678720;visibility:visible" from="-.6pt,19.5pt" to="9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>=29г/моль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z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 xml:space="preserve">- ? </w:t>
            </w:r>
          </w:p>
        </w:tc>
      </w:tr>
      <w:tr w:rsidR="006640F9" w:rsidRPr="0084756D" w:rsidTr="0084756D">
        <w:trPr>
          <w:trHeight w:val="3474"/>
        </w:trPr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уравнение реакции горения.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4" o:spid="_x0000_s1074" style="position:absolute;z-index:251679744;visibility:visible;mso-position-horizontal-relative:text;mso-position-vertical-relative:text" from="99.15pt,2.25pt" to="99.1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(в-ва)=4,2г            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 xml:space="preserve"> + 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+ 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О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)=13,2г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)=5,85г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>=1,45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5" o:spid="_x0000_s1075" style="position:absolute;z-index:251680768;visibility:visible" from="-.6pt,19.5pt" to="9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>=29г/моль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z</w:t>
            </w:r>
            <w:r w:rsidRPr="0084756D">
              <w:rPr>
                <w:rFonts w:ascii="Times New Roman" w:hAnsi="Times New Roman"/>
                <w:sz w:val="24"/>
              </w:rPr>
              <w:t xml:space="preserve"> - ?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4.записать формулы, необходимые для решения задачи.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6" o:spid="_x0000_s1076" style="position:absolute;z-index:251681792;visibility:visible;mso-position-horizontal-relative:text;mso-position-vertical-relative:text" from="99.15pt,2.25pt" to="99.1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(в-ва)=4,2г            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 xml:space="preserve"> + 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+ 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О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)=13,2г            М(А) = D(A/B) • M(B)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)=5,85г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19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25FEE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E25FEE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20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25FEE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E25FEE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(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воздух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)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=1,45              n(C) = n(CO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7" o:spid="_x0000_s1077" style="position:absolute;z-index:251682816;visibility:visible" from="-.6pt,19.5pt" to="9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 xml:space="preserve">=29г/моль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</w:rPr>
              <w:t>)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</w:rPr>
              <w:t>Найти: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                       M</w:t>
            </w:r>
            <w:r w:rsidRPr="0084756D">
              <w:rPr>
                <w:rFonts w:ascii="Times New Roman" w:hAnsi="Times New Roman"/>
                <w:sz w:val="24"/>
              </w:rPr>
              <w:t xml:space="preserve">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Mr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z</w:t>
            </w:r>
            <w:r w:rsidRPr="0084756D">
              <w:rPr>
                <w:rFonts w:ascii="Times New Roman" w:hAnsi="Times New Roman"/>
                <w:sz w:val="24"/>
              </w:rPr>
              <w:t xml:space="preserve"> - ?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5.выполнить математические вычисления по формулам: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а)найти молярную массу вещества;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б)зная массу углекислого газа и воды, рассчитать их количество;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в)зная количество углекислого газа и воды, найти число атомов углерода и водорода;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г)зная число атомов углерода и водорода, вычислить их массы для того, чтобы узнать содержит ли органическое вещество атомы кислорода;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д)найти простейшую формулу;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е)рассчитать молярную массу простейшей формулы;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ж)сравнить молярные массы органического вещества и простейшей формулы;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з)найти истинную формулу.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8" o:spid="_x0000_s1078" style="position:absolute;z-index:251683840;visibility:visible;mso-position-horizontal-relative:text;mso-position-vertical-relative:text" from="99.15pt,2.25pt" to="99.1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"/>
              </w:pict>
            </w:r>
            <w:r w:rsidRPr="0084756D">
              <w:rPr>
                <w:rFonts w:ascii="Times New Roman" w:hAnsi="Times New Roman"/>
                <w:sz w:val="24"/>
              </w:rPr>
              <w:t>Дано:                         Решение: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(в-ва)=4,2г            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</w:rPr>
              <w:t xml:space="preserve"> + 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= СО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+ 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О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)=13,2г            М(А) = D(A/B) • M(B)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i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)=5,85г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21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wsp:rsid wsp:val=&quot;00FF032A&quot;/&gt;&lt;/wsp:rsids&gt;&lt;/w:docPr&gt;&lt;w:body&gt;&lt;w:p wsp:rsidR=&quot;00000000&quot; wsp:rsidRDefault=&quot;00FF032A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22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wsp:rsid wsp:val=&quot;00FF032A&quot;/&gt;&lt;/wsp:rsids&gt;&lt;/w:docPr&gt;&lt;w:body&gt;&lt;w:p wsp:rsidR=&quot;00000000&quot; wsp:rsidRDefault=&quot;00FF032A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m&lt;/m:t&gt;&lt;/m:r&gt;&lt;/m:num&gt;&lt;m:den&gt;&lt;m:r&gt;&lt;w:rPr&gt;&lt;w:rFonts w:ascii=&quot;Cambria Math&quot; w:h-ansi=&quot;Cambria Math&quot;/&gt;&lt;wx:font wx:val=&quot;Cambria Math&quot;/&gt;&lt;w:i/&gt;&lt;w:sz w:val=&quot;24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;      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i/>
                <w:sz w:val="24"/>
              </w:rPr>
              <w:t>=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i/>
                <w:sz w:val="24"/>
              </w:rPr>
              <w:t>•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 xml:space="preserve">=1,45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</w:rPr>
              <w:t xml:space="preserve">)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9" o:spid="_x0000_s1079" style="position:absolute;z-index:251684864;visibility:visible" from="-.6pt,19.5pt" to="9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"/>
              </w:pict>
            </w:r>
            <w:r w:rsidRPr="0084756D">
              <w:rPr>
                <w:rFonts w:ascii="Times New Roman" w:hAnsi="Times New Roman"/>
                <w:sz w:val="24"/>
              </w:rPr>
              <w:t>М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(воздух)</w:t>
            </w:r>
            <w:r w:rsidRPr="0084756D">
              <w:rPr>
                <w:rFonts w:ascii="Times New Roman" w:hAnsi="Times New Roman"/>
                <w:sz w:val="24"/>
              </w:rPr>
              <w:t xml:space="preserve">=29г/моль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</w:rPr>
              <w:t>) = 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>)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Найти: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 =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Mr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х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у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z</w:t>
            </w:r>
            <w:r w:rsidRPr="0084756D">
              <w:rPr>
                <w:rFonts w:ascii="Times New Roman" w:hAnsi="Times New Roman"/>
                <w:sz w:val="24"/>
              </w:rPr>
              <w:t xml:space="preserve"> - ?          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а)        М(в-ва)=1,45•29=42г/моль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б)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23" type="#_x0000_t75" style="width:186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00B2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100B2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CO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3.2Рі&lt;/m:t&gt;&lt;/m:r&gt;&lt;/m:num&gt;&lt;m:den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12+16в€™2&lt;/m:t&gt;&lt;/m:r&gt;&lt;/m:e&gt;&lt;/m:d&gt;&lt;m:r&gt;&lt;w:rPr&gt;&lt;w:rFonts w:ascii=&quot;Cambria Math&quot; w:h-ansi=&quot;Cambria Math&quot;/&gt;&lt;wx:font wx:val=&quot;Cambria Math&quot;/&gt;&lt;w:i/&gt;&lt;w:sz w:val=&quot;24&quot;/&gt;&lt;/w:rPr&gt;&lt;m:t&gt;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1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24" type="#_x0000_t75" style="width:186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00B2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2100B2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CO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3.2Рі&lt;/m:t&gt;&lt;/m:r&gt;&lt;/m:num&gt;&lt;m:den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12+16в€™2&lt;/m:t&gt;&lt;/m:r&gt;&lt;/m:e&gt;&lt;/m:d&gt;&lt;m:r&gt;&lt;w:rPr&gt;&lt;w:rFonts w:ascii=&quot;Cambria Math&quot; w:h-ansi=&quot;Cambria Math&quot;/&gt;&lt;wx:font wx:val=&quot;Cambria Math&quot;/&gt;&lt;w:i/&gt;&lt;w:sz w:val=&quot;24&quot;/&gt;&lt;/w:rPr&gt;&lt;m:t&gt;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1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25" type="#_x0000_t75" style="width:181.5pt;height:39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91DC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391DC8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5.85Рі&lt;/m:t&gt;&lt;/m:r&gt;&lt;/m:num&gt;&lt;m:den&gt;&lt;m:d&gt;&lt;m:d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1в€™2+16&lt;/m:t&gt;&lt;/m:r&gt;&lt;/m:e&gt;&lt;/m:d&gt;&lt;m:r&gt;&lt;w:rPr&gt;&lt;w:rFonts w:ascii=&quot;Cambria Math&quot; w:h-ansi=&quot;Cambria Math&quot;/&gt;&lt;wx:font wx:val=&quot;Cambria Math&quot;/&gt;&lt;w:i/&gt;&lt;w:sz w:val=&quot;24&quot;/&gt;&lt;/w:rPr&gt;&lt;m:t&gt;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26" type="#_x0000_t75" style="width:181.5pt;height:39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91DC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391DC8&quot;&gt;&lt;m:oMathPara&gt;&lt;m:oMath&gt;&lt;m:r&gt;&lt;w:rPr&gt;&lt;w:rFonts w:ascii=&quot;Cambria Math&quot; w:fareast=&quot;Calibri&quot; w:h-ansi=&quot;Cambria Math&quot;/&gt;&lt;wx:font wx:val=&quot;Cambria Math&quot;/&gt;&lt;w:i/&gt;&lt;w:sz w:val=&quot;24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lang w:val=&quot;EN-US&quot;/&gt;&lt;/w:rPr&gt;&lt;m:t&gt;O&lt;/m:t&gt;&lt;/m: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5.85Рі&lt;/m:t&gt;&lt;/m:r&gt;&lt;/m:num&gt;&lt;m:den&gt;&lt;m:d&gt;&lt;m:dPr&gt;&lt;m:ctrlPr&gt;&lt;w:rPr&gt;&lt;w:rFonts w:ascii=&quot;Cambria Math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1в€™2+16&lt;/m:t&gt;&lt;/m:r&gt;&lt;/m:e&gt;&lt;/m:d&gt;&lt;m:r&gt;&lt;w:rPr&gt;&lt;w:rFonts w:ascii=&quot;Cambria Math&quot; w:h-ansi=&quot;Cambria Math&quot;/&gt;&lt;wx:font wx:val=&quot;Cambria Math&quot;/&gt;&lt;w:i/&gt;&lt;w:sz w:val=&quot;24&quot;/&gt;&lt;/w:rPr&gt;&lt;m:t&gt;Рі/РјРѕР»СЊ&lt;/m:t&gt;&lt;/m:r&gt;&lt;/m:den&gt;&lt;/m:f&gt;&lt;m:r&gt;&lt;w:rPr&gt;&lt;w:rFonts w:ascii=&quot;Cambria Math&quot; w:h-ansi=&quot;Cambria Math&quot;/&gt;&lt;wx:font wx:val=&quot;Cambria Math&quot;/&gt;&lt;w:i/&gt;&lt;w:sz w:val=&quot;24&quot;/&gt;&lt;/w:rPr&gt;&lt;m:t&gt;=0,3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в)   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</w:rPr>
              <w:t>) = 0,3моль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i/>
                <w:sz w:val="24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  <w:r w:rsidRPr="0084756D">
              <w:rPr>
                <w:rFonts w:ascii="Times New Roman" w:hAnsi="Times New Roman"/>
                <w:sz w:val="24"/>
              </w:rPr>
              <w:t xml:space="preserve">) = 2• 0,3моль = 0,6моль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г)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</w:rPr>
              <w:t>) = 0,3моль•12г/моль = 3,6г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</w:rPr>
              <w:t>) = 0,6моль•1г/моль =0,6г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</w:rPr>
              <w:t>)+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</w:rPr>
              <w:t>) = 3,6+0,6 =4,2г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(в-ва) =</w:t>
            </w:r>
            <w:r w:rsidRPr="0084756D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</w:rPr>
              <w:t>)+</w:t>
            </w: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>(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</w:rPr>
              <w:t>) = 4,2г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следовательно, в органическом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 веществе атомов кислорода нет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д)     </w:t>
            </w:r>
            <w:r w:rsidRPr="0084756D">
              <w:rPr>
                <w:rFonts w:ascii="Times New Roman" w:hAnsi="Times New Roman"/>
                <w:sz w:val="24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</w:rPr>
              <w:instrText xml:space="preserve"> QUOTE </w:instrText>
            </w:r>
            <w:r w:rsidRPr="0084756D">
              <w:pict>
                <v:shape id="_x0000_i1127" type="#_x0000_t75" style="width:74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1A66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E41A66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(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C&lt;/m:t&gt;&lt;/m:r&gt;&lt;m:r&gt;&lt;w:rPr&gt;&lt;w:rFonts w:ascii=&quot;Cambria Math&quot; w:h-ansi=&quot;Cambria Math&quot;/&gt;&lt;wx:font wx:val=&quot;Cambria Math&quot;/&gt;&lt;w:i/&gt;&lt;w:sz w:val=&quot;24&quot;/&gt;&lt;/w:rPr&gt;&lt;m:t&gt;)&lt;/m:t&gt;&lt;/m:r&gt;&lt;m:ctrlPr&gt;&lt;w:rPr&gt;&lt;w:rFonts w:ascii=&quot;Cambria Math&quot; w:h-ansi=&quot;Cambria Math&quot;/&gt;&lt;wx:font wx:val=&quot;Cambria Math&quot;/&gt;&lt;w:i/&gt;&lt;w:sz w:val=&quot;24&quot;/&gt;&lt;/w:rPr&gt;&lt;/m:ctrlPr&gt;&lt;/m:num&gt;&lt;m:den&gt;&lt;m:r&gt;&lt;w:rPr&gt;&lt;w:rFonts w:ascii=&quot;Cambria Math&quot; w:h-ansi=&quot;Cambria Math&quot;/&gt;&lt;wx:font wx:val=&quot;Cambria Math&quot;/&gt;&lt;w:i/&gt;&lt;w:sz w:val=&quot;24&quot;/&gt;&lt;/w:rPr&gt;&lt;m:t&gt;n(H)&lt;/m:t&gt;&lt;/m:r&gt;&lt;m:ctrlPr&gt;&lt;w:rPr&gt;&lt;w:rFonts w:ascii=&quot;Cambria Math&quot; w:h-ansi=&quot;Cambria Math&quot;/&gt;&lt;wx:font wx:val=&quot;Cambria Math&quot;/&gt;&lt;w:i/&gt;&lt;w:sz w:val=&quot;24&quot;/&gt;&lt;/w:rPr&gt;&lt;/m:ctrlPr&gt;&lt;/m:den&gt;&lt;/m:f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.3&lt;/m:t&gt;&lt;/m:r&gt;&lt;/m:num&gt;&lt;m:den&gt;&lt;m:r&gt;&lt;w:rPr&gt;&lt;w:rFonts w:ascii=&quot;Cambria Math&quot; w:h-ansi=&quot;Cambria Math&quot;/&gt;&lt;wx:font wx:val=&quot;Cambria Math&quot;/&gt;&lt;w:i/&gt;&lt;w:sz w:val=&quot;24&quot;/&gt;&lt;/w:rPr&gt;&lt;m:t&gt;0.6&lt;/m:t&gt;&lt;/m:r&gt;&lt;/m:den&gt;&lt;/m:f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3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</w:rPr>
              <w:fldChar w:fldCharType="separate"/>
            </w:r>
            <w:r w:rsidRPr="0084756D">
              <w:pict>
                <v:shape id="_x0000_i1128" type="#_x0000_t75" style="width:74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1A66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E41A66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/w:rPr&gt;&lt;m:t&gt;(&lt;/m:t&gt;&lt;/m:r&gt;&lt;m:r&gt;&lt;w:rPr&gt;&lt;w:rFonts w:ascii=&quot;Cambria Math&quot; w:h-ansi=&quot;Cambria Math&quot;/&gt;&lt;wx:font wx:val=&quot;Cambria Math&quot;/&gt;&lt;w:i/&gt;&lt;w:sz w:val=&quot;24&quot;/&gt;&lt;w:lang w:val=&quot;EN-US&quot;/&gt;&lt;/w:rPr&gt;&lt;m:t&gt;C&lt;/m:t&gt;&lt;/m:r&gt;&lt;m:r&gt;&lt;w:rPr&gt;&lt;w:rFonts w:ascii=&quot;Cambria Math&quot; w:h-ansi=&quot;Cambria Math&quot;/&gt;&lt;wx:font wx:val=&quot;Cambria Math&quot;/&gt;&lt;w:i/&gt;&lt;w:sz w:val=&quot;24&quot;/&gt;&lt;/w:rPr&gt;&lt;m:t&gt;)&lt;/m:t&gt;&lt;/m:r&gt;&lt;m:ctrlPr&gt;&lt;w:rPr&gt;&lt;w:rFonts w:ascii=&quot;Cambria Math&quot; w:h-ansi=&quot;Cambria Math&quot;/&gt;&lt;wx:font wx:val=&quot;Cambria Math&quot;/&gt;&lt;w:i/&gt;&lt;w:sz w:val=&quot;24&quot;/&gt;&lt;/w:rPr&gt;&lt;/m:ctrlPr&gt;&lt;/m:num&gt;&lt;m:den&gt;&lt;m:r&gt;&lt;w:rPr&gt;&lt;w:rFonts w:ascii=&quot;Cambria Math&quot; w:h-ansi=&quot;Cambria Math&quot;/&gt;&lt;wx:font wx:val=&quot;Cambria Math&quot;/&gt;&lt;w:i/&gt;&lt;w:sz w:val=&quot;24&quot;/&gt;&lt;/w:rPr&gt;&lt;m:t&gt;n(H)&lt;/m:t&gt;&lt;/m:r&gt;&lt;m:ctrlPr&gt;&lt;w:rPr&gt;&lt;w:rFonts w:ascii=&quot;Cambria Math&quot; w:h-ansi=&quot;Cambria Math&quot;/&gt;&lt;wx:font wx:val=&quot;Cambria Math&quot;/&gt;&lt;w:i/&gt;&lt;w:sz w:val=&quot;24&quot;/&gt;&lt;/w:rPr&gt;&lt;/m:ctrlPr&gt;&lt;/m:den&gt;&lt;/m:f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.3&lt;/m:t&gt;&lt;/m:r&gt;&lt;/m:num&gt;&lt;m:den&gt;&lt;m:r&gt;&lt;w:rPr&gt;&lt;w:rFonts w:ascii=&quot;Cambria Math&quot; w:h-ansi=&quot;Cambria Math&quot;/&gt;&lt;wx:font wx:val=&quot;Cambria Math&quot;/&gt;&lt;w:i/&gt;&lt;w:sz w:val=&quot;24&quot;/&gt;&lt;/w:rPr&gt;&lt;m:t&gt;0.6&lt;/m:t&gt;&lt;/m:r&gt;&lt;/m:den&gt;&lt;/m:f&gt;&lt;m:r&gt;&lt;w:rPr&gt;&lt;w:rFonts w:ascii=&quot;Cambria Math&quot; w:h-ansi=&quot;Cambria Math&quot;/&gt;&lt;wx:font wx:val=&quot;Cambria Math&quot;/&gt;&lt;w:i/&gt;&lt;w:sz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3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</w:rPr>
              <w:t xml:space="preserve">            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      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– простейшая формула 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 е) М(СН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) = 12 + 1•2 = 14г/моль</w:t>
            </w:r>
          </w:p>
          <w:p w:rsidR="006640F9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ж)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                     д) СН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 xml:space="preserve"> • 3 = 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6</w:t>
            </w:r>
            <w:r w:rsidRPr="0084756D">
              <w:rPr>
                <w:rFonts w:ascii="Times New Roman" w:hAnsi="Times New Roman"/>
                <w:sz w:val="24"/>
              </w:rPr>
              <w:t xml:space="preserve"> – истинная формула</w:t>
            </w:r>
          </w:p>
        </w:tc>
      </w:tr>
      <w:tr w:rsidR="006640F9" w:rsidRPr="0084756D" w:rsidTr="0084756D">
        <w:tc>
          <w:tcPr>
            <w:tcW w:w="393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6.записать ответ.</w:t>
            </w:r>
          </w:p>
        </w:tc>
        <w:tc>
          <w:tcPr>
            <w:tcW w:w="5635" w:type="dxa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Ответ: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>Н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6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m</w:t>
            </w:r>
            <w:r w:rsidRPr="0084756D">
              <w:rPr>
                <w:rFonts w:ascii="Times New Roman" w:hAnsi="Times New Roman"/>
                <w:sz w:val="24"/>
              </w:rPr>
              <w:t xml:space="preserve"> – масса (г);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84756D">
              <w:rPr>
                <w:rFonts w:ascii="Times New Roman" w:hAnsi="Times New Roman"/>
                <w:sz w:val="24"/>
              </w:rPr>
              <w:t xml:space="preserve"> – количество вещества (моль);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D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плотность паров;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Mr</w:t>
            </w:r>
            <w:r w:rsidRPr="0084756D">
              <w:rPr>
                <w:rFonts w:ascii="Times New Roman" w:hAnsi="Times New Roman"/>
                <w:sz w:val="24"/>
              </w:rPr>
              <w:t xml:space="preserve"> – относительная молекулярная масса;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М – молярная масса (г/моль).</w:t>
            </w:r>
          </w:p>
        </w:tc>
      </w:tr>
    </w:tbl>
    <w:p w:rsidR="006640F9" w:rsidRDefault="006640F9" w:rsidP="00515648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81049B">
        <w:rPr>
          <w:rFonts w:ascii="Times New Roman" w:hAnsi="Times New Roman"/>
          <w:b/>
          <w:sz w:val="28"/>
        </w:rPr>
        <w:t>Рекомендуемая литература:</w:t>
      </w:r>
      <w:r>
        <w:rPr>
          <w:rFonts w:ascii="Times New Roman" w:hAnsi="Times New Roman"/>
          <w:sz w:val="28"/>
        </w:rPr>
        <w:t xml:space="preserve"> Новошенский И.И. Органическая химия. 11 класс.</w:t>
      </w:r>
      <w:r w:rsidRPr="0081049B">
        <w:t xml:space="preserve"> </w:t>
      </w:r>
      <w:r>
        <w:t xml:space="preserve"> </w:t>
      </w:r>
      <w:r w:rsidRPr="0081049B">
        <w:rPr>
          <w:rFonts w:ascii="Times New Roman" w:hAnsi="Times New Roman"/>
          <w:sz w:val="28"/>
        </w:rPr>
        <w:t>–</w:t>
      </w:r>
      <w:r>
        <w:t xml:space="preserve"> </w:t>
      </w:r>
      <w:r w:rsidRPr="0081049B">
        <w:rPr>
          <w:rFonts w:ascii="Times New Roman" w:hAnsi="Times New Roman"/>
          <w:sz w:val="28"/>
        </w:rPr>
        <w:t>М.: ООО</w:t>
      </w:r>
      <w:r>
        <w:rPr>
          <w:rFonts w:ascii="Times New Roman" w:hAnsi="Times New Roman"/>
          <w:sz w:val="28"/>
        </w:rPr>
        <w:t xml:space="preserve"> «ТИД «Русское слово — РС», 2013</w:t>
      </w:r>
      <w:r w:rsidRPr="0081049B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С. 55-59</w:t>
      </w:r>
    </w:p>
    <w:p w:rsidR="006640F9" w:rsidRPr="006B470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 w:rsidRPr="006B4709">
        <w:rPr>
          <w:rFonts w:ascii="Times New Roman" w:hAnsi="Times New Roman"/>
          <w:b/>
          <w:sz w:val="28"/>
        </w:rPr>
        <w:t>Рекомендуемые интернет-источники:</w:t>
      </w: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64" w:history="1">
        <w:r w:rsidRPr="0051228B">
          <w:rPr>
            <w:rStyle w:val="Hyperlink"/>
            <w:rFonts w:ascii="Times New Roman" w:hAnsi="Times New Roman"/>
            <w:sz w:val="28"/>
          </w:rPr>
          <w:t>https://sites.google.com/site/himulacom/zvonok-na-urok/10-klass</w:t>
        </w:r>
      </w:hyperlink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65" w:history="1">
        <w:r w:rsidRPr="0051228B">
          <w:rPr>
            <w:rStyle w:val="Hyperlink"/>
            <w:rFonts w:ascii="Times New Roman" w:hAnsi="Times New Roman"/>
            <w:sz w:val="28"/>
          </w:rPr>
          <w:t>https://sites.google.com/site/himulacom/ucimsa-resat-zadaci/vyvod-himiceskoj-formuly/opredelenie-formuly-po-produktam-sgorania</w:t>
        </w:r>
      </w:hyperlink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81049B">
        <w:rPr>
          <w:rFonts w:ascii="Times New Roman" w:hAnsi="Times New Roman"/>
          <w:b/>
          <w:sz w:val="28"/>
        </w:rPr>
        <w:t>Форма отчетности:</w:t>
      </w:r>
      <w:r>
        <w:rPr>
          <w:rFonts w:ascii="Times New Roman" w:hAnsi="Times New Roman"/>
          <w:sz w:val="28"/>
        </w:rPr>
        <w:t xml:space="preserve"> активная работа на уроке.</w:t>
      </w: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Pr="00D16662" w:rsidRDefault="006640F9" w:rsidP="0069226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9. Углеводороды и их природные </w:t>
      </w:r>
      <w:r w:rsidRPr="00171C94">
        <w:rPr>
          <w:rFonts w:ascii="Times New Roman" w:hAnsi="Times New Roman"/>
          <w:b/>
          <w:sz w:val="28"/>
        </w:rPr>
        <w:t>источники</w:t>
      </w: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Задание 1. </w:t>
      </w:r>
      <w:r w:rsidRPr="006B4709">
        <w:rPr>
          <w:rFonts w:ascii="Times New Roman" w:hAnsi="Times New Roman"/>
          <w:sz w:val="28"/>
        </w:rPr>
        <w:t>Название углеводородов</w:t>
      </w:r>
      <w:r>
        <w:rPr>
          <w:rFonts w:ascii="Times New Roman" w:hAnsi="Times New Roman"/>
          <w:sz w:val="28"/>
        </w:rPr>
        <w:t xml:space="preserve"> по международной номенклатуре    </w:t>
      </w: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ИЮПАК.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3"/>
        <w:gridCol w:w="1993"/>
        <w:gridCol w:w="5901"/>
      </w:tblGrid>
      <w:tr w:rsidR="006640F9" w:rsidRPr="0084756D" w:rsidTr="0084756D">
        <w:tc>
          <w:tcPr>
            <w:tcW w:w="185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4756D">
              <w:rPr>
                <w:rFonts w:ascii="Times New Roman" w:hAnsi="Times New Roman"/>
                <w:sz w:val="24"/>
              </w:rPr>
              <w:t>Классы органических соединений</w:t>
            </w: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Правила образования названий по</w:t>
            </w:r>
            <w:r w:rsidRPr="0084756D">
              <w:t xml:space="preserve"> </w:t>
            </w:r>
            <w:r w:rsidRPr="0084756D">
              <w:rPr>
                <w:rFonts w:ascii="Times New Roman" w:hAnsi="Times New Roman"/>
                <w:sz w:val="24"/>
              </w:rPr>
              <w:t>международной номенклатуре ИЮПАК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Примеры</w:t>
            </w:r>
          </w:p>
        </w:tc>
      </w:tr>
      <w:tr w:rsidR="006640F9" w:rsidRPr="0084756D" w:rsidTr="0084756D">
        <w:tc>
          <w:tcPr>
            <w:tcW w:w="1853" w:type="dxa"/>
            <w:vMerge w:val="restart"/>
          </w:tcPr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4756D">
              <w:rPr>
                <w:rFonts w:ascii="Times New Roman" w:hAnsi="Times New Roman"/>
                <w:sz w:val="24"/>
              </w:rPr>
              <w:t>Предельные  углеводороды</w:t>
            </w: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1.найти самую длинную неразветвленную цепь.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66" o:spid="_x0000_i1129" type="#_x0000_t75" style="width:281.25pt;height:102pt;visibility:visible">
                  <v:imagedata r:id="rId66" o:title=""/>
                </v:shape>
              </w:pic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2.найти заместители, т.е. указать углеводородные радикалы, которые не вошли в главную цепь.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67" o:spid="_x0000_i1130" type="#_x0000_t75" style="width:282.75pt;height:121.5pt;visibility:visible">
                  <v:imagedata r:id="rId67" o:title=""/>
                </v:shape>
              </w:pic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3.пронумеровать атомы углерода главной цепи, начиная с того конца, к которому ближе расположены углеводородные радикалы.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68" o:spid="_x0000_i1131" type="#_x0000_t75" style="width:284.25pt;height:117pt;visibility:visible">
                  <v:imagedata r:id="rId68" o:title=""/>
                </v:shape>
              </w:pict>
            </w:r>
          </w:p>
        </w:tc>
      </w:tr>
      <w:tr w:rsidR="006640F9" w:rsidRPr="0084756D" w:rsidTr="0084756D">
        <w:tc>
          <w:tcPr>
            <w:tcW w:w="1853" w:type="dxa"/>
            <w:vMerge w:val="restart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4.дать название предельному углеводороду, которое соответствует главной цепи.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69" o:spid="_x0000_i1132" type="#_x0000_t75" style="width:284.25pt;height:117pt;visibility:visible">
                  <v:imagedata r:id="rId68" o:title=""/>
                </v:shape>
              </w:pict>
            </w:r>
            <w:r w:rsidRPr="0084756D">
              <w:rPr>
                <w:rFonts w:ascii="Times New Roman" w:hAnsi="Times New Roman"/>
                <w:sz w:val="24"/>
                <w:u w:val="single"/>
              </w:rPr>
              <w:t>гексан</w: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5.дать название углеводородным радикалам.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0" o:spid="_x0000_i1133" type="#_x0000_t75" style="width:284.25pt;height:117pt;visibility:visible">
                  <v:imagedata r:id="rId68" o:title=""/>
                </v:shape>
              </w:pict>
            </w:r>
            <w:r w:rsidRPr="0084756D">
              <w:rPr>
                <w:rFonts w:ascii="Times New Roman" w:hAnsi="Times New Roman"/>
                <w:sz w:val="24"/>
                <w:u w:val="single"/>
              </w:rPr>
              <w:t>метил</w:t>
            </w:r>
            <w:r w:rsidRPr="0084756D">
              <w:rPr>
                <w:rFonts w:ascii="Times New Roman" w:hAnsi="Times New Roman"/>
                <w:sz w:val="24"/>
              </w:rPr>
              <w:t>гексан</w: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6.если в цепи содержится несколько одинаковых углеводородных радикалов, то использовать умножающие приставки; если в цепи содержатся разные углеводородные радикалы, то их перечисляют в алфавитном порядке.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1" o:spid="_x0000_i1134" type="#_x0000_t75" style="width:284.25pt;height:117pt;visibility:visible">
                  <v:imagedata r:id="rId68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u w:val="single"/>
              </w:rPr>
              <w:t>ди</w:t>
            </w:r>
            <w:r w:rsidRPr="0084756D">
              <w:rPr>
                <w:rFonts w:ascii="Times New Roman" w:hAnsi="Times New Roman"/>
                <w:sz w:val="24"/>
              </w:rPr>
              <w:t>метилгексан</w:t>
            </w:r>
          </w:p>
        </w:tc>
      </w:tr>
      <w:tr w:rsidR="006640F9" w:rsidRPr="0084756D" w:rsidTr="0084756D">
        <w:tc>
          <w:tcPr>
            <w:tcW w:w="185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7.указать положение углеводородных радикалов.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2" o:spid="_x0000_i1135" type="#_x0000_t75" style="width:284.25pt;height:117pt;visibility:visible">
                  <v:imagedata r:id="rId68" o:title=""/>
                </v:shape>
              </w:pict>
            </w:r>
            <w:r w:rsidRPr="0084756D">
              <w:rPr>
                <w:rFonts w:ascii="Times New Roman" w:hAnsi="Times New Roman"/>
                <w:sz w:val="24"/>
                <w:u w:val="single"/>
              </w:rPr>
              <w:t>2,2</w:t>
            </w:r>
            <w:r w:rsidRPr="0084756D">
              <w:rPr>
                <w:rFonts w:ascii="Times New Roman" w:hAnsi="Times New Roman"/>
                <w:sz w:val="24"/>
              </w:rPr>
              <w:t>-диметилгексан</w:t>
            </w:r>
          </w:p>
        </w:tc>
      </w:tr>
      <w:tr w:rsidR="006640F9" w:rsidRPr="0084756D" w:rsidTr="0084756D">
        <w:tc>
          <w:tcPr>
            <w:tcW w:w="1853" w:type="dxa"/>
            <w:vMerge w:val="restart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4756D">
              <w:rPr>
                <w:rFonts w:ascii="Times New Roman" w:hAnsi="Times New Roman"/>
                <w:sz w:val="24"/>
              </w:rPr>
              <w:t>Непредельные углеводороды</w:t>
            </w: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1.найти самую длинную неразветвленную цепь, содержащую кратные связи.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3" o:spid="_x0000_i1136" type="#_x0000_t75" style="width:181.5pt;height:65.25pt;visibility:visible">
                  <v:imagedata r:id="rId69" o:title=""/>
                </v:shape>
              </w:pic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2.найти заместители, т.е. указать углеводородные радикалы, которые не вошли в главную цепь.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4" o:spid="_x0000_i1137" type="#_x0000_t75" style="width:181.5pt;height:65.25pt;visibility:visible">
                  <v:imagedata r:id="rId70" o:title=""/>
                </v:shape>
              </w:pic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3.пронумеровать атомы углерода главной цепи, начиная с того конца, к которому ближе расположена кратная связь.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7" o:spid="_x0000_i1138" type="#_x0000_t75" style="width:181.5pt;height:65.25pt;visibility:visible">
                  <v:imagedata r:id="rId71" o:title=""/>
                </v:shape>
              </w:pic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4.дать название непредельному углеводороду, которое соответствует главной цепи и указать положение кратной связи.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78" o:spid="_x0000_i1139" type="#_x0000_t75" style="width:181.5pt;height:65.25pt;visibility:visible">
                  <v:imagedata r:id="rId71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u w:val="single"/>
              </w:rPr>
            </w:pPr>
            <w:r w:rsidRPr="0084756D">
              <w:rPr>
                <w:rFonts w:ascii="Times New Roman" w:hAnsi="Times New Roman"/>
                <w:sz w:val="24"/>
                <w:u w:val="single"/>
              </w:rPr>
              <w:t>бутен-1</w:t>
            </w:r>
          </w:p>
        </w:tc>
      </w:tr>
      <w:tr w:rsidR="006640F9" w:rsidRPr="0084756D" w:rsidTr="0084756D">
        <w:tc>
          <w:tcPr>
            <w:tcW w:w="1853" w:type="dxa"/>
            <w:vMerge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5.дать название углеводородным радикалам: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а)если в цепи содержится несколько одинаковых углеводородных радикалов, то использовать умножающие приставки;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б)если в цепи содержатся разные углеводородные радикалы, то их перечисляют в алфавитном порядке.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0" o:spid="_x0000_i1140" type="#_x0000_t75" style="width:181.5pt;height:65.25pt;visibility:visible">
                  <v:imagedata r:id="rId71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u w:val="single"/>
              </w:rPr>
              <w:t>метил</w:t>
            </w:r>
            <w:r w:rsidRPr="0084756D">
              <w:rPr>
                <w:rFonts w:ascii="Times New Roman" w:hAnsi="Times New Roman"/>
                <w:sz w:val="24"/>
              </w:rPr>
              <w:t>бутен-1</w:t>
            </w:r>
          </w:p>
        </w:tc>
      </w:tr>
      <w:tr w:rsidR="006640F9" w:rsidRPr="0084756D" w:rsidTr="0084756D">
        <w:tc>
          <w:tcPr>
            <w:tcW w:w="185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93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7.указать положение углеводородных радикалов.</w:t>
            </w:r>
          </w:p>
        </w:tc>
        <w:tc>
          <w:tcPr>
            <w:tcW w:w="5901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1" o:spid="_x0000_i1141" type="#_x0000_t75" style="width:181.5pt;height:65.25pt;visibility:visible">
                  <v:imagedata r:id="rId71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u w:val="single"/>
              </w:rPr>
              <w:t>3</w:t>
            </w:r>
            <w:r w:rsidRPr="0084756D">
              <w:rPr>
                <w:rFonts w:ascii="Times New Roman" w:hAnsi="Times New Roman"/>
                <w:sz w:val="24"/>
              </w:rPr>
              <w:t>-метилбутен-1</w:t>
            </w:r>
          </w:p>
        </w:tc>
      </w:tr>
    </w:tbl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  <w:lang w:val="en-US"/>
        </w:rPr>
      </w:pPr>
    </w:p>
    <w:p w:rsidR="006640F9" w:rsidRDefault="006640F9" w:rsidP="002F220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Задание 2. </w:t>
      </w:r>
      <w:r w:rsidRPr="000815A6">
        <w:rPr>
          <w:rFonts w:ascii="Times New Roman" w:hAnsi="Times New Roman"/>
          <w:sz w:val="28"/>
        </w:rPr>
        <w:t>Напи</w:t>
      </w:r>
      <w:r>
        <w:rPr>
          <w:rFonts w:ascii="Times New Roman" w:hAnsi="Times New Roman"/>
          <w:sz w:val="28"/>
        </w:rPr>
        <w:t>сание</w:t>
      </w:r>
      <w:r w:rsidRPr="000815A6">
        <w:rPr>
          <w:rFonts w:ascii="Times New Roman" w:hAnsi="Times New Roman"/>
          <w:sz w:val="28"/>
        </w:rPr>
        <w:t xml:space="preserve"> уравнения реакций </w:t>
      </w:r>
      <w:r>
        <w:rPr>
          <w:rFonts w:ascii="Times New Roman" w:hAnsi="Times New Roman"/>
          <w:sz w:val="28"/>
        </w:rPr>
        <w:t>последовательных</w:t>
      </w:r>
      <w:r w:rsidRPr="000815A6">
        <w:rPr>
          <w:rFonts w:ascii="Times New Roman" w:hAnsi="Times New Roman"/>
          <w:sz w:val="28"/>
        </w:rPr>
        <w:t xml:space="preserve"> </w:t>
      </w:r>
    </w:p>
    <w:p w:rsidR="006640F9" w:rsidRDefault="006640F9" w:rsidP="002F220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 w:rsidRPr="000815A6">
        <w:rPr>
          <w:rFonts w:ascii="Times New Roman" w:hAnsi="Times New Roman"/>
          <w:sz w:val="28"/>
        </w:rPr>
        <w:t>превращений.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07"/>
        <w:gridCol w:w="5764"/>
      </w:tblGrid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химические свойства и получения углеводородов.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2.прочитать задание. 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Составьте уравнения реакций следующих превращений: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Al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→CH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→C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→C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6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6</w:t>
            </w:r>
          </w:p>
        </w:tc>
      </w:tr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цепочку превращений в тетрадь.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Al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→CH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→C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→C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6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6</w:t>
            </w:r>
          </w:p>
        </w:tc>
      </w:tr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4.пронумеровать количество реакций.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1) Al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+ 12H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= 3CH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+ 4Al(OH)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2)</w:t>
            </w:r>
            <w:r w:rsidRPr="0084756D">
              <w:rPr>
                <w:lang w:val="en-US"/>
              </w:rPr>
              <w:t xml:space="preserve"> </w:t>
            </w:r>
            <w:r w:rsidRPr="0084756D">
              <w:rPr>
                <w:rFonts w:ascii="Times New Roman" w:hAnsi="Times New Roman"/>
                <w:sz w:val="28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4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begin"/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QUOTE </w:instrText>
            </w:r>
            <w:r w:rsidRPr="0084756D">
              <w:pict>
                <v:shape id="_x0000_i1142" type="#_x0000_t75" style="width:31.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839CC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839CC&quot;&gt;&lt;m:oMathPara&gt;&lt;m:oMath&gt;&lt;m:box&gt;&lt;m:boxPr&gt;&lt;m:opEmu m:val=&quot;on&quot;/&gt;&lt;m:ctrlPr&gt;&lt;w:rPr&gt;&lt;w:rFonts w:ascii=&quot;Cambria Math&quot; w:fareast=&quot;Calibri&quot; w:h-ansi=&quot;Cambria Math&quot;/&gt;&lt;wx:font wx:val=&quot;Cambria Math&quot;/&gt;&lt;w:i/&gt;&lt;w:sz w:val=&quot;24&quot;/&gt;&lt;w:vertAlign w:val=&quot;subscript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/m:ctrlPr&gt;&lt;/m:groupChrPr&gt;&lt;m:e&gt;&lt;m:sSup&gt;&lt;m:sSupPr&gt;&lt;m:ctrlP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m:t&gt;1500&lt;/m:t&gt;&lt;/m:r&gt;&lt;/m:e&gt;&lt;m:sup&gt;&lt;m: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m:t&gt;0&lt;/m:t&gt;&lt;/m:r&gt;&lt;/m:sup&gt;&lt;/m:sSup&gt;&lt;m: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m:t&gt;C&lt;/m:t&gt;&lt;/m:r&gt;&lt;/m:e&gt;&lt;/m:groupChr&gt;&lt;m:ctrlP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/m:ctrlP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instrText xml:space="preserve"> </w:instrTex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separate"/>
            </w:r>
            <w:r w:rsidRPr="0084756D">
              <w:pict>
                <v:shape id="_x0000_i1143" type="#_x0000_t75" style="width:31.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5180&quot;/&gt;&lt;wsp:rsid wsp:val=&quot;00001BC1&quot;/&gt;&lt;wsp:rsid wsp:val=&quot;000211AA&quot;/&gt;&lt;wsp:rsid wsp:val=&quot;00025F92&quot;/&gt;&lt;wsp:rsid wsp:val=&quot;0006103C&quot;/&gt;&lt;wsp:rsid wsp:val=&quot;000815A6&quot;/&gt;&lt;wsp:rsid wsp:val=&quot;00083B13&quot;/&gt;&lt;wsp:rsid wsp:val=&quot;000A2282&quot;/&gt;&lt;wsp:rsid wsp:val=&quot;000B58FB&quot;/&gt;&lt;wsp:rsid wsp:val=&quot;000B654F&quot;/&gt;&lt;wsp:rsid wsp:val=&quot;000C5C33&quot;/&gt;&lt;wsp:rsid wsp:val=&quot;000E118F&quot;/&gt;&lt;wsp:rsid wsp:val=&quot;000E484F&quot;/&gt;&lt;wsp:rsid wsp:val=&quot;00132F4E&quot;/&gt;&lt;wsp:rsid wsp:val=&quot;00141E15&quot;/&gt;&lt;wsp:rsid wsp:val=&quot;001569A2&quot;/&gt;&lt;wsp:rsid wsp:val=&quot;00156F7D&quot;/&gt;&lt;wsp:rsid wsp:val=&quot;00171C94&quot;/&gt;&lt;wsp:rsid wsp:val=&quot;001857F8&quot;/&gt;&lt;wsp:rsid wsp:val=&quot;00196865&quot;/&gt;&lt;wsp:rsid wsp:val=&quot;001B1DA3&quot;/&gt;&lt;wsp:rsid wsp:val=&quot;001D23D8&quot;/&gt;&lt;wsp:rsid wsp:val=&quot;001D69FA&quot;/&gt;&lt;wsp:rsid wsp:val=&quot;001F7C74&quot;/&gt;&lt;wsp:rsid wsp:val=&quot;00214702&quot;/&gt;&lt;wsp:rsid wsp:val=&quot;00235AA3&quot;/&gt;&lt;wsp:rsid wsp:val=&quot;00240B56&quot;/&gt;&lt;wsp:rsid wsp:val=&quot;00242909&quot;/&gt;&lt;wsp:rsid wsp:val=&quot;0024482E&quot;/&gt;&lt;wsp:rsid wsp:val=&quot;0026566B&quot;/&gt;&lt;wsp:rsid wsp:val=&quot;002912CF&quot;/&gt;&lt;wsp:rsid wsp:val=&quot;002950B4&quot;/&gt;&lt;wsp:rsid wsp:val=&quot;00296A7E&quot;/&gt;&lt;wsp:rsid wsp:val=&quot;002B419D&quot;/&gt;&lt;wsp:rsid wsp:val=&quot;002D512D&quot;/&gt;&lt;wsp:rsid wsp:val=&quot;002F2206&quot;/&gt;&lt;wsp:rsid wsp:val=&quot;00345193&quot;/&gt;&lt;wsp:rsid wsp:val=&quot;0037477A&quot;/&gt;&lt;wsp:rsid wsp:val=&quot;003843A8&quot;/&gt;&lt;wsp:rsid wsp:val=&quot;003908D8&quot;/&gt;&lt;wsp:rsid wsp:val=&quot;003A2C1C&quot;/&gt;&lt;wsp:rsid wsp:val=&quot;003B4671&quot;/&gt;&lt;wsp:rsid wsp:val=&quot;003E3D73&quot;/&gt;&lt;wsp:rsid wsp:val=&quot;0043098D&quot;/&gt;&lt;wsp:rsid wsp:val=&quot;00435FEE&quot;/&gt;&lt;wsp:rsid wsp:val=&quot;00442162&quot;/&gt;&lt;wsp:rsid wsp:val=&quot;00480B63&quot;/&gt;&lt;wsp:rsid wsp:val=&quot;00486766&quot;/&gt;&lt;wsp:rsid wsp:val=&quot;00487AF1&quot;/&gt;&lt;wsp:rsid wsp:val=&quot;004903BA&quot;/&gt;&lt;wsp:rsid wsp:val=&quot;004C22E0&quot;/&gt;&lt;wsp:rsid wsp:val=&quot;004D0143&quot;/&gt;&lt;wsp:rsid wsp:val=&quot;004F1115&quot;/&gt;&lt;wsp:rsid wsp:val=&quot;004F22D8&quot;/&gt;&lt;wsp:rsid wsp:val=&quot;0050475B&quot;/&gt;&lt;wsp:rsid wsp:val=&quot;00515648&quot;/&gt;&lt;wsp:rsid wsp:val=&quot;00527695&quot;/&gt;&lt;wsp:rsid wsp:val=&quot;005807D5&quot;/&gt;&lt;wsp:rsid wsp:val=&quot;005B746B&quot;/&gt;&lt;wsp:rsid wsp:val=&quot;005B76B2&quot;/&gt;&lt;wsp:rsid wsp:val=&quot;005E5844&quot;/&gt;&lt;wsp:rsid wsp:val=&quot;0062183D&quot;/&gt;&lt;wsp:rsid wsp:val=&quot;0062601E&quot;/&gt;&lt;wsp:rsid wsp:val=&quot;0067198D&quot;/&gt;&lt;wsp:rsid wsp:val=&quot;00692264&quot;/&gt;&lt;wsp:rsid wsp:val=&quot;006B4709&quot;/&gt;&lt;wsp:rsid wsp:val=&quot;006E25B7&quot;/&gt;&lt;wsp:rsid wsp:val=&quot;006F7AB8&quot;/&gt;&lt;wsp:rsid wsp:val=&quot;00710BDD&quot;/&gt;&lt;wsp:rsid wsp:val=&quot;0072130C&quot;/&gt;&lt;wsp:rsid wsp:val=&quot;00725811&quot;/&gt;&lt;wsp:rsid wsp:val=&quot;0072621A&quot;/&gt;&lt;wsp:rsid wsp:val=&quot;00737ED8&quot;/&gt;&lt;wsp:rsid wsp:val=&quot;00756558&quot;/&gt;&lt;wsp:rsid wsp:val=&quot;007919EB&quot;/&gt;&lt;wsp:rsid wsp:val=&quot;00791DC3&quot;/&gt;&lt;wsp:rsid wsp:val=&quot;007C48CD&quot;/&gt;&lt;wsp:rsid wsp:val=&quot;007C5EEA&quot;/&gt;&lt;wsp:rsid wsp:val=&quot;007D77D6&quot;/&gt;&lt;wsp:rsid wsp:val=&quot;0081049B&quot;/&gt;&lt;wsp:rsid wsp:val=&quot;008265DF&quot;/&gt;&lt;wsp:rsid wsp:val=&quot;00826C81&quot;/&gt;&lt;wsp:rsid wsp:val=&quot;00833B10&quot;/&gt;&lt;wsp:rsid wsp:val=&quot;0084756D&quot;/&gt;&lt;wsp:rsid wsp:val=&quot;00871743&quot;/&gt;&lt;wsp:rsid wsp:val=&quot;00871C9E&quot;/&gt;&lt;wsp:rsid wsp:val=&quot;0088472B&quot;/&gt;&lt;wsp:rsid wsp:val=&quot;00893199&quot;/&gt;&lt;wsp:rsid wsp:val=&quot;008B3309&quot;/&gt;&lt;wsp:rsid wsp:val=&quot;008E02F8&quot;/&gt;&lt;wsp:rsid wsp:val=&quot;00903BA2&quot;/&gt;&lt;wsp:rsid wsp:val=&quot;009073A2&quot;/&gt;&lt;wsp:rsid wsp:val=&quot;00911167&quot;/&gt;&lt;wsp:rsid wsp:val=&quot;00914E41&quot;/&gt;&lt;wsp:rsid wsp:val=&quot;009205BC&quot;/&gt;&lt;wsp:rsid wsp:val=&quot;00924434&quot;/&gt;&lt;wsp:rsid wsp:val=&quot;009426CF&quot;/&gt;&lt;wsp:rsid wsp:val=&quot;00945BC6&quot;/&gt;&lt;wsp:rsid wsp:val=&quot;00973406&quot;/&gt;&lt;wsp:rsid wsp:val=&quot;009812EE&quot;/&gt;&lt;wsp:rsid wsp:val=&quot;009867A9&quot;/&gt;&lt;wsp:rsid wsp:val=&quot;00997845&quot;/&gt;&lt;wsp:rsid wsp:val=&quot;009A499E&quot;/&gt;&lt;wsp:rsid wsp:val=&quot;009C56F3&quot;/&gt;&lt;wsp:rsid wsp:val=&quot;009E04DC&quot;/&gt;&lt;wsp:rsid wsp:val=&quot;009F1076&quot;/&gt;&lt;wsp:rsid wsp:val=&quot;00A4018F&quot;/&gt;&lt;wsp:rsid wsp:val=&quot;00A45A9F&quot;/&gt;&lt;wsp:rsid wsp:val=&quot;00A60EF9&quot;/&gt;&lt;wsp:rsid wsp:val=&quot;00A66B04&quot;/&gt;&lt;wsp:rsid wsp:val=&quot;00A73E7A&quot;/&gt;&lt;wsp:rsid wsp:val=&quot;00A839CC&quot;/&gt;&lt;wsp:rsid wsp:val=&quot;00A93B6F&quot;/&gt;&lt;wsp:rsid wsp:val=&quot;00AC5988&quot;/&gt;&lt;wsp:rsid wsp:val=&quot;00AF3D8D&quot;/&gt;&lt;wsp:rsid wsp:val=&quot;00B25350&quot;/&gt;&lt;wsp:rsid wsp:val=&quot;00B941C5&quot;/&gt;&lt;wsp:rsid wsp:val=&quot;00B97F76&quot;/&gt;&lt;wsp:rsid wsp:val=&quot;00BC1B28&quot;/&gt;&lt;wsp:rsid wsp:val=&quot;00BD1BFF&quot;/&gt;&lt;wsp:rsid wsp:val=&quot;00BF6684&quot;/&gt;&lt;wsp:rsid wsp:val=&quot;00C012A6&quot;/&gt;&lt;wsp:rsid wsp:val=&quot;00C11994&quot;/&gt;&lt;wsp:rsid wsp:val=&quot;00C11C05&quot;/&gt;&lt;wsp:rsid wsp:val=&quot;00C47388&quot;/&gt;&lt;wsp:rsid wsp:val=&quot;00C52960&quot;/&gt;&lt;wsp:rsid wsp:val=&quot;00C654C6&quot;/&gt;&lt;wsp:rsid wsp:val=&quot;00C8702B&quot;/&gt;&lt;wsp:rsid wsp:val=&quot;00CA3C45&quot;/&gt;&lt;wsp:rsid wsp:val=&quot;00CE2BB4&quot;/&gt;&lt;wsp:rsid wsp:val=&quot;00D00EB2&quot;/&gt;&lt;wsp:rsid wsp:val=&quot;00D16662&quot;/&gt;&lt;wsp:rsid wsp:val=&quot;00D20A1F&quot;/&gt;&lt;wsp:rsid wsp:val=&quot;00D23492&quot;/&gt;&lt;wsp:rsid wsp:val=&quot;00D43C5A&quot;/&gt;&lt;wsp:rsid wsp:val=&quot;00D443A4&quot;/&gt;&lt;wsp:rsid wsp:val=&quot;00D93EE5&quot;/&gt;&lt;wsp:rsid wsp:val=&quot;00DA5091&quot;/&gt;&lt;wsp:rsid wsp:val=&quot;00DA671B&quot;/&gt;&lt;wsp:rsid wsp:val=&quot;00DC50BE&quot;/&gt;&lt;wsp:rsid wsp:val=&quot;00DD380D&quot;/&gt;&lt;wsp:rsid wsp:val=&quot;00E1401D&quot;/&gt;&lt;wsp:rsid wsp:val=&quot;00E17DE8&quot;/&gt;&lt;wsp:rsid wsp:val=&quot;00E42C86&quot;/&gt;&lt;wsp:rsid wsp:val=&quot;00E523F1&quot;/&gt;&lt;wsp:rsid wsp:val=&quot;00E54FE6&quot;/&gt;&lt;wsp:rsid wsp:val=&quot;00E679A7&quot;/&gt;&lt;wsp:rsid wsp:val=&quot;00E71E4B&quot;/&gt;&lt;wsp:rsid wsp:val=&quot;00E73A4F&quot;/&gt;&lt;wsp:rsid wsp:val=&quot;00E929CA&quot;/&gt;&lt;wsp:rsid wsp:val=&quot;00EA002D&quot;/&gt;&lt;wsp:rsid wsp:val=&quot;00EA0082&quot;/&gt;&lt;wsp:rsid wsp:val=&quot;00EA67B4&quot;/&gt;&lt;wsp:rsid wsp:val=&quot;00EE5CA2&quot;/&gt;&lt;wsp:rsid wsp:val=&quot;00EF2922&quot;/&gt;&lt;wsp:rsid wsp:val=&quot;00F15CD9&quot;/&gt;&lt;wsp:rsid wsp:val=&quot;00F1765C&quot;/&gt;&lt;wsp:rsid wsp:val=&quot;00F21DCD&quot;/&gt;&lt;wsp:rsid wsp:val=&quot;00F260BD&quot;/&gt;&lt;wsp:rsid wsp:val=&quot;00F452A3&quot;/&gt;&lt;wsp:rsid wsp:val=&quot;00F46ECA&quot;/&gt;&lt;wsp:rsid wsp:val=&quot;00F50207&quot;/&gt;&lt;wsp:rsid wsp:val=&quot;00F53CCE&quot;/&gt;&lt;wsp:rsid wsp:val=&quot;00F57E92&quot;/&gt;&lt;wsp:rsid wsp:val=&quot;00F723F6&quot;/&gt;&lt;wsp:rsid wsp:val=&quot;00F84E66&quot;/&gt;&lt;wsp:rsid wsp:val=&quot;00FA6BFC&quot;/&gt;&lt;wsp:rsid wsp:val=&quot;00FB70D7&quot;/&gt;&lt;wsp:rsid wsp:val=&quot;00FB7FD6&quot;/&gt;&lt;wsp:rsid wsp:val=&quot;00FC074A&quot;/&gt;&lt;wsp:rsid wsp:val=&quot;00FD5180&quot;/&gt;&lt;wsp:rsid wsp:val=&quot;00FD7457&quot;/&gt;&lt;/wsp:rsids&gt;&lt;/w:docPr&gt;&lt;w:body&gt;&lt;w:p wsp:rsidR=&quot;00000000&quot; wsp:rsidRDefault=&quot;00A839CC&quot;&gt;&lt;m:oMathPara&gt;&lt;m:oMath&gt;&lt;m:box&gt;&lt;m:boxPr&gt;&lt;m:opEmu m:val=&quot;on&quot;/&gt;&lt;m:ctrlPr&gt;&lt;w:rPr&gt;&lt;w:rFonts w:ascii=&quot;Cambria Math&quot; w:fareast=&quot;Calibri&quot; w:h-ansi=&quot;Cambria Math&quot;/&gt;&lt;wx:font wx:val=&quot;Cambria Math&quot;/&gt;&lt;w:i/&gt;&lt;w:sz w:val=&quot;24&quot;/&gt;&lt;w:vertAlign w:val=&quot;subscript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/m:ctrlPr&gt;&lt;/m:groupChrPr&gt;&lt;m:e&gt;&lt;m:sSup&gt;&lt;m:sSupPr&gt;&lt;m:ctrlP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m:t&gt;1500&lt;/m:t&gt;&lt;/m:r&gt;&lt;/m:e&gt;&lt;m:sup&gt;&lt;m: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m:t&gt;0&lt;/m:t&gt;&lt;/m:r&gt;&lt;/m:sup&gt;&lt;/m:sSup&gt;&lt;m: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m:t&gt;C&lt;/m:t&gt;&lt;/m:r&gt;&lt;/m:e&gt;&lt;/m:groupChr&gt;&lt;m:ctrlPr&gt;&lt;w:rPr&gt;&lt;w:rFonts w:ascii=&quot;Cambria Math&quot; w:h-ansi=&quot;Cambria Math&quot;/&gt;&lt;wx:font wx:val=&quot;Cambria Math&quot;/&gt;&lt;w:i/&gt;&lt;w:sz w:val=&quot;24&quot;/&gt;&lt;w:vertAlign w:val=&quot;subscript&quot;/&gt;&lt;w:lang w:val=&quot;EN-US&quot;/&gt;&lt;/w:rPr&gt;&lt;/m:ctrlP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2" o:title="" chromakey="white"/>
                </v:shape>
              </w:pict>
            </w:r>
            <w:r w:rsidRPr="0084756D">
              <w:rPr>
                <w:rFonts w:ascii="Times New Roman" w:hAnsi="Times New Roman"/>
                <w:sz w:val="24"/>
                <w:lang w:val="en-US"/>
              </w:rPr>
              <w:fldChar w:fldCharType="end"/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+ 3H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                    400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º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C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3)3C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===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6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6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 xml:space="preserve">                     C</w:t>
            </w:r>
            <w:r w:rsidRPr="0084756D">
              <w:rPr>
                <w:rFonts w:ascii="Times New Roman" w:hAnsi="Times New Roman"/>
                <w:sz w:val="24"/>
                <w:vertAlign w:val="superscript"/>
              </w:rPr>
              <w:t>акт</w:t>
            </w: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Важно помнить, что каждое следующее вещество является исходным для последующего.</w:t>
            </w:r>
          </w:p>
        </w:tc>
      </w:tr>
    </w:tbl>
    <w:p w:rsidR="006640F9" w:rsidRPr="002F2206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BD1BFF">
        <w:rPr>
          <w:rFonts w:ascii="Times New Roman" w:hAnsi="Times New Roman"/>
          <w:b/>
          <w:sz w:val="28"/>
        </w:rPr>
        <w:t>Рекомендуемая литература:</w:t>
      </w:r>
      <w:r w:rsidRPr="00BD1BF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Новошенский И.И. Органическая химия. 11 класс.</w:t>
      </w:r>
      <w:r w:rsidRPr="0081049B">
        <w:t xml:space="preserve"> </w:t>
      </w:r>
      <w:r>
        <w:t xml:space="preserve"> </w:t>
      </w:r>
      <w:r w:rsidRPr="0081049B">
        <w:rPr>
          <w:rFonts w:ascii="Times New Roman" w:hAnsi="Times New Roman"/>
          <w:sz w:val="28"/>
        </w:rPr>
        <w:t>–</w:t>
      </w:r>
      <w:r>
        <w:t xml:space="preserve"> </w:t>
      </w:r>
      <w:r w:rsidRPr="0081049B">
        <w:rPr>
          <w:rFonts w:ascii="Times New Roman" w:hAnsi="Times New Roman"/>
          <w:sz w:val="28"/>
        </w:rPr>
        <w:t>М.: ООО</w:t>
      </w:r>
      <w:r>
        <w:rPr>
          <w:rFonts w:ascii="Times New Roman" w:hAnsi="Times New Roman"/>
          <w:sz w:val="28"/>
        </w:rPr>
        <w:t xml:space="preserve"> «ТИД «Русское слово — РС», 2013</w:t>
      </w:r>
      <w:r w:rsidRPr="0081049B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С. 28-97</w:t>
      </w: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E73A4F">
        <w:rPr>
          <w:rFonts w:ascii="Times New Roman" w:hAnsi="Times New Roman"/>
          <w:b/>
          <w:sz w:val="28"/>
        </w:rPr>
        <w:t>Рекоменду</w:t>
      </w:r>
      <w:r>
        <w:rPr>
          <w:rFonts w:ascii="Times New Roman" w:hAnsi="Times New Roman"/>
          <w:b/>
          <w:sz w:val="28"/>
        </w:rPr>
        <w:t xml:space="preserve">емые </w:t>
      </w:r>
      <w:r w:rsidRPr="00E73A4F">
        <w:rPr>
          <w:rFonts w:ascii="Times New Roman" w:hAnsi="Times New Roman"/>
          <w:b/>
          <w:sz w:val="28"/>
        </w:rPr>
        <w:t>интернет-ресурсы:</w:t>
      </w:r>
      <w:r>
        <w:rPr>
          <w:rFonts w:ascii="Times New Roman" w:hAnsi="Times New Roman"/>
          <w:sz w:val="28"/>
        </w:rPr>
        <w:t xml:space="preserve"> </w:t>
      </w: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73" w:history="1">
        <w:r w:rsidRPr="0051228B">
          <w:rPr>
            <w:rStyle w:val="Hyperlink"/>
            <w:rFonts w:ascii="Times New Roman" w:hAnsi="Times New Roman"/>
            <w:sz w:val="28"/>
          </w:rPr>
          <w:t>http://www.primefan.ru/stuff/chem/moodle/uv3.html</w:t>
        </w:r>
      </w:hyperlink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BD1BFF">
        <w:rPr>
          <w:rFonts w:ascii="Times New Roman" w:hAnsi="Times New Roman"/>
          <w:b/>
          <w:sz w:val="28"/>
        </w:rPr>
        <w:t>Форма отчетности:</w:t>
      </w:r>
      <w:r>
        <w:rPr>
          <w:rFonts w:ascii="Times New Roman" w:hAnsi="Times New Roman"/>
          <w:sz w:val="28"/>
        </w:rPr>
        <w:t xml:space="preserve"> активная работа на уроке.</w:t>
      </w: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Pr="006B4709" w:rsidRDefault="006640F9" w:rsidP="006B470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10</w:t>
      </w:r>
      <w:r w:rsidRPr="00171C94">
        <w:rPr>
          <w:rFonts w:ascii="Times New Roman" w:hAnsi="Times New Roman"/>
          <w:b/>
          <w:sz w:val="28"/>
        </w:rPr>
        <w:t>. Кислородосодержащие органические соединения</w:t>
      </w: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D00EB2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Задание 1.</w:t>
      </w:r>
      <w:r w:rsidRPr="00D00EB2">
        <w:rPr>
          <w:rFonts w:ascii="Times New Roman" w:hAnsi="Times New Roman"/>
          <w:sz w:val="28"/>
        </w:rPr>
        <w:t xml:space="preserve"> </w:t>
      </w:r>
      <w:r w:rsidRPr="006B4709">
        <w:rPr>
          <w:rFonts w:ascii="Times New Roman" w:hAnsi="Times New Roman"/>
          <w:sz w:val="28"/>
        </w:rPr>
        <w:t xml:space="preserve">Название </w:t>
      </w:r>
      <w:r w:rsidRPr="00D00EB2">
        <w:rPr>
          <w:rFonts w:ascii="Times New Roman" w:hAnsi="Times New Roman"/>
          <w:sz w:val="28"/>
        </w:rPr>
        <w:t>кислородосодержащих органических соединений</w:t>
      </w:r>
      <w:r>
        <w:rPr>
          <w:rFonts w:ascii="Times New Roman" w:hAnsi="Times New Roman"/>
          <w:sz w:val="28"/>
        </w:rPr>
        <w:t xml:space="preserve"> по </w:t>
      </w:r>
    </w:p>
    <w:p w:rsidR="006640F9" w:rsidRDefault="006640F9" w:rsidP="00D00EB2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международной номенклатуре ИЮПАК.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1.найти самую длинную цепь, связанную с функциональной группой.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2" o:spid="_x0000_i1144" type="#_x0000_t75" style="width:219pt;height:72.75pt;visibility:visible">
                  <v:imagedata r:id="rId74" o:title=""/>
                </v:shape>
              </w:pic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2.пронумеровать цепь начиная с того конца, к которому ближе расположена функциональная группа.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3" o:spid="_x0000_i1145" type="#_x0000_t75" style="width:226.5pt;height:68.25pt;visibility:visible">
                  <v:imagedata r:id="rId75" o:title=""/>
                </v:shape>
              </w:pic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3.дать название кислородосодержащему органическому соединению, которому соответствует главная цепь, и указать положение функциональной группы.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4" o:spid="_x0000_i1146" type="#_x0000_t75" style="width:226.5pt;height:68.25pt;visibility:visible">
                  <v:imagedata r:id="rId75" o:title=""/>
                </v:shape>
              </w:pict>
            </w:r>
            <w:r w:rsidRPr="0084756D">
              <w:rPr>
                <w:rFonts w:ascii="Times New Roman" w:hAnsi="Times New Roman"/>
                <w:sz w:val="24"/>
                <w:u w:val="single"/>
              </w:rPr>
              <w:t>пентанол-2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4.дать название углеводородным радикалам: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а)если в цепи содержится несколько одинаковых углеводородных радикалов, то использовать умножающие приставки; 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б)если в цепи содержатся разные углеводородные радикалы, то их перечисляют в алфавитном порядке.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5" o:spid="_x0000_i1147" type="#_x0000_t75" style="width:226.5pt;height:68.25pt;visibility:visible">
                  <v:imagedata r:id="rId75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u w:val="single"/>
              </w:rPr>
              <w:t>метил</w:t>
            </w:r>
            <w:r w:rsidRPr="0084756D">
              <w:rPr>
                <w:rFonts w:ascii="Times New Roman" w:hAnsi="Times New Roman"/>
                <w:sz w:val="24"/>
              </w:rPr>
              <w:t>пентанол-2</w:t>
            </w:r>
          </w:p>
        </w:tc>
      </w:tr>
      <w:tr w:rsidR="006640F9" w:rsidRPr="0084756D" w:rsidTr="0084756D">
        <w:tc>
          <w:tcPr>
            <w:tcW w:w="4785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7.указать положение углеводородных радикалов.</w:t>
            </w:r>
          </w:p>
        </w:tc>
        <w:tc>
          <w:tcPr>
            <w:tcW w:w="4786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 id="Рисунок 86" o:spid="_x0000_i1148" type="#_x0000_t75" style="width:226.5pt;height:68.25pt;visibility:visible">
                  <v:imagedata r:id="rId75" o:title=""/>
                </v:shape>
              </w:pic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640F9" w:rsidRPr="0084756D" w:rsidRDefault="006640F9" w:rsidP="0084756D">
            <w:pPr>
              <w:pStyle w:val="NoSpacing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  <w:u w:val="single"/>
              </w:rPr>
              <w:t>4</w:t>
            </w:r>
            <w:r w:rsidRPr="0084756D">
              <w:rPr>
                <w:rFonts w:ascii="Times New Roman" w:hAnsi="Times New Roman"/>
                <w:sz w:val="24"/>
              </w:rPr>
              <w:t>-метилпентанол-2</w:t>
            </w:r>
          </w:p>
        </w:tc>
      </w:tr>
    </w:tbl>
    <w:p w:rsidR="006640F9" w:rsidRPr="00D00EB2" w:rsidRDefault="006640F9" w:rsidP="00D00EB2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Задание 2. </w:t>
      </w:r>
      <w:r w:rsidRPr="000815A6">
        <w:rPr>
          <w:rFonts w:ascii="Times New Roman" w:hAnsi="Times New Roman"/>
          <w:sz w:val="28"/>
        </w:rPr>
        <w:t>Напи</w:t>
      </w:r>
      <w:r>
        <w:rPr>
          <w:rFonts w:ascii="Times New Roman" w:hAnsi="Times New Roman"/>
          <w:sz w:val="28"/>
        </w:rPr>
        <w:t>сание</w:t>
      </w:r>
      <w:r w:rsidRPr="000815A6">
        <w:rPr>
          <w:rFonts w:ascii="Times New Roman" w:hAnsi="Times New Roman"/>
          <w:sz w:val="28"/>
        </w:rPr>
        <w:t xml:space="preserve"> уравнения реакций </w:t>
      </w:r>
      <w:r>
        <w:rPr>
          <w:rFonts w:ascii="Times New Roman" w:hAnsi="Times New Roman"/>
          <w:sz w:val="28"/>
        </w:rPr>
        <w:t>последовательных</w:t>
      </w:r>
      <w:r w:rsidRPr="000815A6">
        <w:rPr>
          <w:rFonts w:ascii="Times New Roman" w:hAnsi="Times New Roman"/>
          <w:sz w:val="28"/>
        </w:rPr>
        <w:t xml:space="preserve"> </w:t>
      </w: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 w:rsidRPr="000815A6">
        <w:rPr>
          <w:rFonts w:ascii="Times New Roman" w:hAnsi="Times New Roman"/>
          <w:sz w:val="28"/>
        </w:rPr>
        <w:t>превращений.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07"/>
        <w:gridCol w:w="5764"/>
      </w:tblGrid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1.повторить химические свойства и  получения углеводородов и кислородосодержащих органических соединений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 xml:space="preserve">2.прочитать задание. 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Составьте уравнения реакций следующих превращений: С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4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5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OH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CHO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COOH</w:t>
            </w:r>
          </w:p>
        </w:tc>
      </w:tr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3.записать цепочку превращений в тетрадь.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4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5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OH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CHO</w:t>
            </w:r>
            <w:r w:rsidRPr="0084756D">
              <w:rPr>
                <w:rFonts w:ascii="Times New Roman" w:hAnsi="Times New Roman"/>
                <w:sz w:val="24"/>
              </w:rPr>
              <w:t>→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</w:t>
            </w:r>
            <w:r w:rsidRPr="0084756D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COOH</w:t>
            </w:r>
          </w:p>
        </w:tc>
      </w:tr>
      <w:tr w:rsidR="006640F9" w:rsidRPr="0084756D" w:rsidTr="0084756D">
        <w:tc>
          <w:tcPr>
            <w:tcW w:w="3807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4.пронумеровать количество реакций.</w:t>
            </w:r>
          </w:p>
        </w:tc>
        <w:tc>
          <w:tcPr>
            <w:tcW w:w="5764" w:type="dxa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1) </w:t>
            </w:r>
            <w:r w:rsidRPr="0084756D">
              <w:rPr>
                <w:rFonts w:ascii="Times New Roman" w:hAnsi="Times New Roman"/>
                <w:sz w:val="24"/>
              </w:rPr>
              <w:t>С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aC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=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+Ca(OH)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perscript"/>
                <w:lang w:val="en-US"/>
              </w:rPr>
              <w:t xml:space="preserve">                              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t,Ni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2)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==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                                  H</w:t>
            </w:r>
            <w:r w:rsidRPr="0084756D">
              <w:rPr>
                <w:rFonts w:ascii="Times New Roman" w:hAnsi="Times New Roman"/>
                <w:b/>
                <w:sz w:val="16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PO</w:t>
            </w:r>
            <w:r w:rsidRPr="0084756D">
              <w:rPr>
                <w:rFonts w:ascii="Times New Roman" w:hAnsi="Times New Roman"/>
                <w:b/>
                <w:sz w:val="18"/>
                <w:vertAlign w:val="subscript"/>
                <w:lang w:val="en-US"/>
              </w:rPr>
              <w:t>4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3)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4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+</w:t>
            </w:r>
            <w:r w:rsidRPr="0084756D">
              <w:rPr>
                <w:lang w:val="en-US"/>
              </w:rPr>
              <w:t xml:space="preserve"> 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===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5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OH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                                            t</w:t>
            </w:r>
          </w:p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4) C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5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OH + CuO = 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CHO +Cu + 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vertAlign w:val="subscript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                                                      t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4756D">
              <w:rPr>
                <w:rFonts w:ascii="Times New Roman" w:hAnsi="Times New Roman"/>
                <w:sz w:val="24"/>
                <w:lang w:val="en-US"/>
              </w:rPr>
              <w:t>5) 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CHO + 2Cu(OH)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 xml:space="preserve"> = CH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3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COOH + Cu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 + 2H</w:t>
            </w:r>
            <w:r w:rsidRPr="0084756D">
              <w:rPr>
                <w:rFonts w:ascii="Times New Roman" w:hAnsi="Times New Roman"/>
                <w:sz w:val="24"/>
                <w:vertAlign w:val="subscript"/>
                <w:lang w:val="en-US"/>
              </w:rPr>
              <w:t>2</w:t>
            </w:r>
            <w:r w:rsidRPr="0084756D">
              <w:rPr>
                <w:rFonts w:ascii="Times New Roman" w:hAnsi="Times New Roman"/>
                <w:sz w:val="24"/>
                <w:lang w:val="en-US"/>
              </w:rPr>
              <w:t>O</w:t>
            </w:r>
          </w:p>
          <w:p w:rsidR="006640F9" w:rsidRPr="0084756D" w:rsidRDefault="006640F9" w:rsidP="0084756D">
            <w:pPr>
              <w:pStyle w:val="NoSpacing"/>
              <w:jc w:val="both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6640F9" w:rsidRPr="0084756D" w:rsidTr="0084756D">
        <w:tc>
          <w:tcPr>
            <w:tcW w:w="9571" w:type="dxa"/>
            <w:gridSpan w:val="2"/>
          </w:tcPr>
          <w:p w:rsidR="006640F9" w:rsidRPr="0084756D" w:rsidRDefault="006640F9" w:rsidP="0084756D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84756D">
              <w:rPr>
                <w:rFonts w:ascii="Times New Roman" w:hAnsi="Times New Roman"/>
                <w:sz w:val="24"/>
              </w:rPr>
              <w:t>Важно помнить, что каждое следующее вещество является исходным для последующего.</w:t>
            </w:r>
          </w:p>
        </w:tc>
      </w:tr>
    </w:tbl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6640F9" w:rsidRDefault="006640F9" w:rsidP="009867A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BD1BFF">
        <w:rPr>
          <w:rFonts w:ascii="Times New Roman" w:hAnsi="Times New Roman"/>
          <w:b/>
          <w:sz w:val="28"/>
        </w:rPr>
        <w:t>Рекомендуемая литература:</w:t>
      </w:r>
      <w:r w:rsidRPr="00BD1BF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Новошенский И.И. Органическая химия. 11 класс.</w:t>
      </w:r>
      <w:r w:rsidRPr="0081049B">
        <w:t xml:space="preserve"> </w:t>
      </w:r>
      <w:r>
        <w:t xml:space="preserve"> </w:t>
      </w:r>
      <w:r w:rsidRPr="0081049B">
        <w:rPr>
          <w:rFonts w:ascii="Times New Roman" w:hAnsi="Times New Roman"/>
          <w:sz w:val="28"/>
        </w:rPr>
        <w:t>–</w:t>
      </w:r>
      <w:r>
        <w:t xml:space="preserve"> </w:t>
      </w:r>
      <w:r w:rsidRPr="0081049B">
        <w:rPr>
          <w:rFonts w:ascii="Times New Roman" w:hAnsi="Times New Roman"/>
          <w:sz w:val="28"/>
        </w:rPr>
        <w:t>М.: ООО</w:t>
      </w:r>
      <w:r>
        <w:rPr>
          <w:rFonts w:ascii="Times New Roman" w:hAnsi="Times New Roman"/>
          <w:sz w:val="28"/>
        </w:rPr>
        <w:t xml:space="preserve"> «ТИД «Русское слово — РС», 2013</w:t>
      </w:r>
      <w:r w:rsidRPr="0081049B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С. 148-213</w:t>
      </w:r>
    </w:p>
    <w:p w:rsidR="006640F9" w:rsidRDefault="006640F9" w:rsidP="009867A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E73A4F">
        <w:rPr>
          <w:rFonts w:ascii="Times New Roman" w:hAnsi="Times New Roman"/>
          <w:b/>
          <w:sz w:val="28"/>
        </w:rPr>
        <w:t>Рекоменду</w:t>
      </w:r>
      <w:r>
        <w:rPr>
          <w:rFonts w:ascii="Times New Roman" w:hAnsi="Times New Roman"/>
          <w:b/>
          <w:sz w:val="28"/>
        </w:rPr>
        <w:t xml:space="preserve">емые </w:t>
      </w:r>
      <w:r w:rsidRPr="00E73A4F">
        <w:rPr>
          <w:rFonts w:ascii="Times New Roman" w:hAnsi="Times New Roman"/>
          <w:b/>
          <w:sz w:val="28"/>
        </w:rPr>
        <w:t>интернет-ресурсы:</w:t>
      </w:r>
      <w:r>
        <w:rPr>
          <w:rFonts w:ascii="Times New Roman" w:hAnsi="Times New Roman"/>
          <w:sz w:val="28"/>
        </w:rPr>
        <w:t xml:space="preserve"> </w:t>
      </w:r>
    </w:p>
    <w:p w:rsidR="006640F9" w:rsidRDefault="006640F9" w:rsidP="009867A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hyperlink r:id="rId76" w:history="1">
        <w:r w:rsidRPr="0051228B">
          <w:rPr>
            <w:rStyle w:val="Hyperlink"/>
            <w:rFonts w:ascii="Times New Roman" w:hAnsi="Times New Roman"/>
            <w:sz w:val="28"/>
          </w:rPr>
          <w:t>http://zadachi-po-khimii.ru/organic-chemistry/nomenklatura-organicheskix-soedinenij.html</w:t>
        </w:r>
      </w:hyperlink>
    </w:p>
    <w:p w:rsidR="006640F9" w:rsidRDefault="006640F9" w:rsidP="009867A9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BD1BFF">
        <w:rPr>
          <w:rFonts w:ascii="Times New Roman" w:hAnsi="Times New Roman"/>
          <w:b/>
          <w:sz w:val="28"/>
        </w:rPr>
        <w:t>Форма отчетности:</w:t>
      </w:r>
      <w:r>
        <w:rPr>
          <w:rFonts w:ascii="Times New Roman" w:hAnsi="Times New Roman"/>
          <w:sz w:val="28"/>
        </w:rPr>
        <w:t xml:space="preserve"> активная работа на уроке.</w:t>
      </w: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Pr="009867A9" w:rsidRDefault="006640F9" w:rsidP="000815A6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11</w:t>
      </w:r>
      <w:r w:rsidRPr="00171C94">
        <w:rPr>
          <w:rFonts w:ascii="Times New Roman" w:hAnsi="Times New Roman"/>
          <w:b/>
          <w:sz w:val="28"/>
        </w:rPr>
        <w:t>. Азотсодержащие органические соединения. Полимеры</w:t>
      </w:r>
    </w:p>
    <w:p w:rsidR="006640F9" w:rsidRDefault="006640F9" w:rsidP="00171C9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640F9" w:rsidRDefault="006640F9" w:rsidP="0050475B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Задание. </w:t>
      </w:r>
      <w:r w:rsidRPr="0050475B">
        <w:rPr>
          <w:rFonts w:ascii="Times New Roman" w:hAnsi="Times New Roman"/>
          <w:sz w:val="28"/>
        </w:rPr>
        <w:t>Ознаком</w:t>
      </w:r>
      <w:r>
        <w:rPr>
          <w:rFonts w:ascii="Times New Roman" w:hAnsi="Times New Roman"/>
          <w:sz w:val="28"/>
        </w:rPr>
        <w:t>ление</w:t>
      </w:r>
      <w:r w:rsidRPr="0050475B">
        <w:rPr>
          <w:rFonts w:ascii="Times New Roman" w:hAnsi="Times New Roman"/>
          <w:sz w:val="28"/>
        </w:rPr>
        <w:t xml:space="preserve"> со свойствами крахмала и белков.</w:t>
      </w:r>
    </w:p>
    <w:p w:rsidR="006640F9" w:rsidRPr="00791DC3" w:rsidRDefault="006640F9" w:rsidP="00EF2922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Требования по выполнению </w:t>
      </w:r>
      <w:r>
        <w:rPr>
          <w:rFonts w:ascii="Times New Roman" w:hAnsi="Times New Roman"/>
          <w:sz w:val="28"/>
        </w:rPr>
        <w:t>лабораторной работы</w:t>
      </w:r>
      <w:r w:rsidRPr="00791DC3">
        <w:rPr>
          <w:rFonts w:ascii="Times New Roman" w:hAnsi="Times New Roman"/>
          <w:sz w:val="28"/>
        </w:rPr>
        <w:t>:</w:t>
      </w:r>
    </w:p>
    <w:p w:rsidR="006640F9" w:rsidRPr="00791DC3" w:rsidRDefault="006640F9" w:rsidP="0050475B">
      <w:pPr>
        <w:pStyle w:val="NoSpacing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ознакомиться с правилом техники безопасности при работе в химической лаборатории</w:t>
      </w:r>
      <w:r>
        <w:rPr>
          <w:rFonts w:ascii="Times New Roman" w:hAnsi="Times New Roman"/>
          <w:sz w:val="28"/>
        </w:rPr>
        <w:t xml:space="preserve"> </w:t>
      </w:r>
      <w:r w:rsidRPr="007D77D6">
        <w:rPr>
          <w:rFonts w:ascii="Times New Roman" w:hAnsi="Times New Roman"/>
          <w:sz w:val="28"/>
        </w:rPr>
        <w:t>(смотри стр.5);</w:t>
      </w:r>
    </w:p>
    <w:p w:rsidR="006640F9" w:rsidRPr="00791DC3" w:rsidRDefault="006640F9" w:rsidP="0050475B">
      <w:pPr>
        <w:pStyle w:val="NoSpacing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повторить полученные теоретические знания по теме «</w:t>
      </w:r>
      <w:r>
        <w:rPr>
          <w:rFonts w:ascii="Times New Roman" w:hAnsi="Times New Roman"/>
          <w:sz w:val="28"/>
        </w:rPr>
        <w:t>Углеводы. Белки</w:t>
      </w:r>
      <w:r w:rsidRPr="00791DC3">
        <w:rPr>
          <w:rFonts w:ascii="Times New Roman" w:hAnsi="Times New Roman"/>
          <w:sz w:val="28"/>
        </w:rPr>
        <w:t>»;</w:t>
      </w:r>
    </w:p>
    <w:p w:rsidR="006640F9" w:rsidRPr="00791DC3" w:rsidRDefault="006640F9" w:rsidP="0050475B">
      <w:pPr>
        <w:pStyle w:val="NoSpacing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изучить инструкцию по выполнению лабораторной работы;</w:t>
      </w:r>
    </w:p>
    <w:p w:rsidR="006640F9" w:rsidRPr="00791DC3" w:rsidRDefault="006640F9" w:rsidP="0050475B">
      <w:pPr>
        <w:pStyle w:val="NoSpacing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проводить эксперимент, согласно инструкции;</w:t>
      </w:r>
    </w:p>
    <w:p w:rsidR="006640F9" w:rsidRPr="00791DC3" w:rsidRDefault="006640F9" w:rsidP="0050475B">
      <w:pPr>
        <w:pStyle w:val="NoSpacing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результаты эксперимента внести в тетрадь для лабораторных работ.</w:t>
      </w:r>
    </w:p>
    <w:p w:rsidR="006640F9" w:rsidRPr="00791DC3" w:rsidRDefault="006640F9" w:rsidP="00EF2922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Оформление лабораторной работы:</w:t>
      </w:r>
    </w:p>
    <w:p w:rsidR="006640F9" w:rsidRPr="00791DC3" w:rsidRDefault="006640F9" w:rsidP="0050475B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необходимо указать номер лабораторной работы, ее название и цель</w:t>
      </w:r>
      <w:r>
        <w:rPr>
          <w:rFonts w:ascii="Times New Roman" w:hAnsi="Times New Roman"/>
          <w:sz w:val="28"/>
        </w:rPr>
        <w:t>, оборудование и реактивы</w:t>
      </w:r>
      <w:r w:rsidRPr="00791DC3">
        <w:rPr>
          <w:rFonts w:ascii="Times New Roman" w:hAnsi="Times New Roman"/>
          <w:sz w:val="28"/>
        </w:rPr>
        <w:t>;</w:t>
      </w:r>
    </w:p>
    <w:p w:rsidR="006640F9" w:rsidRPr="00791DC3" w:rsidRDefault="006640F9" w:rsidP="0050475B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 xml:space="preserve">записать номер опыта, его название, </w:t>
      </w:r>
      <w:r>
        <w:rPr>
          <w:rFonts w:ascii="Times New Roman" w:hAnsi="Times New Roman"/>
          <w:sz w:val="28"/>
        </w:rPr>
        <w:t xml:space="preserve">ход работы, </w:t>
      </w:r>
      <w:r w:rsidRPr="00791DC3">
        <w:rPr>
          <w:rFonts w:ascii="Times New Roman" w:hAnsi="Times New Roman"/>
          <w:sz w:val="28"/>
        </w:rPr>
        <w:t>результаты наблюдений и уравнения реакции;</w:t>
      </w:r>
    </w:p>
    <w:p w:rsidR="006640F9" w:rsidRDefault="006640F9" w:rsidP="0050475B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791DC3">
        <w:rPr>
          <w:rFonts w:ascii="Times New Roman" w:hAnsi="Times New Roman"/>
          <w:sz w:val="28"/>
        </w:rPr>
        <w:t>сделать вывод о проделанной работе.</w:t>
      </w:r>
    </w:p>
    <w:p w:rsidR="006640F9" w:rsidRPr="00EF2922" w:rsidRDefault="006640F9" w:rsidP="00EF2922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Pr="00B941C5" w:rsidRDefault="006640F9" w:rsidP="00B941C5">
      <w:pPr>
        <w:pStyle w:val="NoSpacing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Рекомендуемая литература: </w:t>
      </w:r>
      <w:r w:rsidRPr="00B941C5">
        <w:rPr>
          <w:rFonts w:ascii="Times New Roman" w:hAnsi="Times New Roman"/>
          <w:sz w:val="28"/>
        </w:rPr>
        <w:t>Габриелян О.С. Химия. 10 класс</w:t>
      </w:r>
      <w:r>
        <w:rPr>
          <w:rFonts w:ascii="Times New Roman" w:hAnsi="Times New Roman"/>
          <w:sz w:val="28"/>
        </w:rPr>
        <w:t xml:space="preserve">. Базовый уровень. </w:t>
      </w:r>
      <w:r w:rsidRPr="00B941C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r w:rsidRPr="00B941C5">
        <w:rPr>
          <w:rFonts w:ascii="Times New Roman" w:hAnsi="Times New Roman"/>
          <w:sz w:val="28"/>
        </w:rPr>
        <w:t>М.: Дрофа, 2013</w:t>
      </w:r>
      <w:r>
        <w:rPr>
          <w:rFonts w:ascii="Times New Roman" w:hAnsi="Times New Roman"/>
          <w:sz w:val="28"/>
        </w:rPr>
        <w:t>.</w:t>
      </w:r>
      <w:r w:rsidRPr="00B941C5">
        <w:rPr>
          <w:rFonts w:ascii="Times New Roman" w:hAnsi="Times New Roman"/>
          <w:sz w:val="28"/>
        </w:rPr>
        <w:t xml:space="preserve"> С. 100-115, 122-134</w:t>
      </w:r>
    </w:p>
    <w:p w:rsidR="006640F9" w:rsidRDefault="006640F9" w:rsidP="00B941C5">
      <w:pPr>
        <w:pStyle w:val="NoSpacing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Рекомендуемые интернет-ресурсы:</w:t>
      </w:r>
    </w:p>
    <w:p w:rsidR="006640F9" w:rsidRDefault="006640F9" w:rsidP="00B941C5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77" w:history="1">
        <w:r w:rsidRPr="00B941C5">
          <w:rPr>
            <w:rStyle w:val="Hyperlink"/>
            <w:rFonts w:ascii="Times New Roman" w:hAnsi="Times New Roman"/>
            <w:sz w:val="28"/>
          </w:rPr>
          <w:t>https://him.1september.ru/2003/46/22.htm</w:t>
        </w:r>
      </w:hyperlink>
    </w:p>
    <w:p w:rsidR="006640F9" w:rsidRDefault="006640F9" w:rsidP="00B941C5">
      <w:pPr>
        <w:pStyle w:val="NoSpacing"/>
        <w:spacing w:line="360" w:lineRule="auto"/>
        <w:rPr>
          <w:rFonts w:ascii="Times New Roman" w:hAnsi="Times New Roman"/>
          <w:sz w:val="28"/>
        </w:rPr>
      </w:pPr>
      <w:hyperlink r:id="rId78" w:history="1">
        <w:r w:rsidRPr="005E577A">
          <w:rPr>
            <w:rStyle w:val="Hyperlink"/>
            <w:rFonts w:ascii="Times New Roman" w:hAnsi="Times New Roman"/>
            <w:sz w:val="28"/>
          </w:rPr>
          <w:t>https://ido.tsu.ru/schools/chem/data/res/chemfor/uchpos/text/g3_7_18.html</w:t>
        </w:r>
      </w:hyperlink>
    </w:p>
    <w:p w:rsidR="006640F9" w:rsidRPr="00B941C5" w:rsidRDefault="006640F9" w:rsidP="00B941C5">
      <w:pPr>
        <w:pStyle w:val="NoSpacing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Форма отчетности:</w:t>
      </w:r>
      <w:r w:rsidRPr="00B941C5">
        <w:t xml:space="preserve"> </w:t>
      </w:r>
      <w:r w:rsidRPr="00B941C5">
        <w:rPr>
          <w:rFonts w:ascii="Times New Roman" w:hAnsi="Times New Roman"/>
          <w:sz w:val="28"/>
        </w:rPr>
        <w:t>наличие результатов исследования в тетради для лабораторных работ, защита лабораторной работы.</w:t>
      </w:r>
    </w:p>
    <w:p w:rsidR="006640F9" w:rsidRDefault="006640F9" w:rsidP="00E71E4B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E71E4B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E71E4B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Default="006640F9" w:rsidP="00E71E4B">
      <w:pPr>
        <w:pStyle w:val="NoSpacing"/>
        <w:spacing w:line="360" w:lineRule="auto"/>
        <w:rPr>
          <w:rFonts w:ascii="Times New Roman" w:hAnsi="Times New Roman"/>
          <w:sz w:val="28"/>
        </w:rPr>
      </w:pPr>
    </w:p>
    <w:p w:rsidR="006640F9" w:rsidRPr="009426CF" w:rsidRDefault="006640F9" w:rsidP="00B941C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6640F9" w:rsidRPr="00480B63" w:rsidRDefault="006640F9" w:rsidP="00480B63">
      <w:pPr>
        <w:tabs>
          <w:tab w:val="left" w:pos="2130"/>
        </w:tabs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Приложение </w:t>
      </w:r>
    </w:p>
    <w:p w:rsidR="006640F9" w:rsidRPr="001F7C74" w:rsidRDefault="006640F9" w:rsidP="001F7C74">
      <w:pPr>
        <w:tabs>
          <w:tab w:val="left" w:pos="213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Образец оформления лабораторных работ</w:t>
      </w:r>
    </w:p>
    <w:p w:rsidR="006640F9" w:rsidRDefault="006640F9" w:rsidP="00480B63">
      <w:pPr>
        <w:tabs>
          <w:tab w:val="left" w:pos="213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Лабораторная работа №1</w:t>
      </w:r>
    </w:p>
    <w:p w:rsidR="006640F9" w:rsidRDefault="006640F9" w:rsidP="00480B63">
      <w:pPr>
        <w:tabs>
          <w:tab w:val="left" w:pos="213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F15CD9">
        <w:rPr>
          <w:rFonts w:ascii="Times New Roman" w:hAnsi="Times New Roman"/>
          <w:sz w:val="28"/>
        </w:rPr>
        <w:t>Свойства галогенов и их соединений</w:t>
      </w:r>
      <w:r>
        <w:rPr>
          <w:rFonts w:ascii="Times New Roman" w:hAnsi="Times New Roman"/>
          <w:sz w:val="28"/>
        </w:rPr>
        <w:t>»</w:t>
      </w:r>
    </w:p>
    <w:p w:rsidR="006640F9" w:rsidRDefault="006640F9" w:rsidP="004903BA">
      <w:pPr>
        <w:pStyle w:val="NoSpacing"/>
      </w:pPr>
    </w:p>
    <w:p w:rsidR="006640F9" w:rsidRPr="004903BA" w:rsidRDefault="006640F9" w:rsidP="0099784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 xml:space="preserve">Цель работы: экспериментально  изучить </w:t>
      </w:r>
      <w:r>
        <w:rPr>
          <w:rFonts w:ascii="Times New Roman" w:hAnsi="Times New Roman"/>
          <w:sz w:val="28"/>
        </w:rPr>
        <w:t xml:space="preserve"> некоторые  свойства  галогенов и</w:t>
      </w:r>
      <w:r w:rsidRPr="004903B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 w:rsidRPr="004903BA">
        <w:rPr>
          <w:rFonts w:ascii="Times New Roman" w:hAnsi="Times New Roman"/>
          <w:sz w:val="28"/>
        </w:rPr>
        <w:t xml:space="preserve">своить  технику  проведения  качественных  реакций  на  галогенид ионы. </w:t>
      </w:r>
    </w:p>
    <w:p w:rsidR="006640F9" w:rsidRPr="004903BA" w:rsidRDefault="006640F9" w:rsidP="0099784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 xml:space="preserve">Оборудование и реактивы: </w:t>
      </w:r>
      <w:r>
        <w:rPr>
          <w:rFonts w:ascii="Times New Roman" w:hAnsi="Times New Roman"/>
          <w:sz w:val="28"/>
        </w:rPr>
        <w:t>пробирки</w:t>
      </w:r>
      <w:r w:rsidRPr="004903BA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кристаллический </w:t>
      </w:r>
      <w:r>
        <w:rPr>
          <w:rFonts w:ascii="Times New Roman" w:hAnsi="Times New Roman"/>
          <w:sz w:val="28"/>
          <w:lang w:val="en-US"/>
        </w:rPr>
        <w:t>NaCl</w:t>
      </w:r>
      <w:r w:rsidRPr="004903BA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концентрированная </w:t>
      </w:r>
      <w:r>
        <w:rPr>
          <w:rFonts w:ascii="Times New Roman" w:hAnsi="Times New Roman"/>
          <w:sz w:val="28"/>
          <w:lang w:val="en-US"/>
        </w:rPr>
        <w:t>H</w:t>
      </w:r>
      <w:r w:rsidRPr="001F7C74"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  <w:lang w:val="en-US"/>
        </w:rPr>
        <w:t>SO</w:t>
      </w:r>
      <w:r w:rsidRPr="001F7C74">
        <w:rPr>
          <w:rFonts w:ascii="Times New Roman" w:hAnsi="Times New Roman"/>
          <w:sz w:val="28"/>
          <w:vertAlign w:val="subscript"/>
        </w:rPr>
        <w:t>4</w:t>
      </w:r>
      <w:r w:rsidRPr="004903BA">
        <w:rPr>
          <w:rFonts w:ascii="Times New Roman" w:hAnsi="Times New Roman"/>
          <w:sz w:val="28"/>
        </w:rPr>
        <w:t>, раствор</w:t>
      </w:r>
      <w:r w:rsidRPr="001F7C7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NaCl</w:t>
      </w:r>
      <w:r w:rsidRPr="004903BA">
        <w:rPr>
          <w:rFonts w:ascii="Times New Roman" w:hAnsi="Times New Roman"/>
          <w:sz w:val="28"/>
        </w:rPr>
        <w:t xml:space="preserve">,  раствор  </w:t>
      </w:r>
      <w:r>
        <w:rPr>
          <w:rFonts w:ascii="Times New Roman" w:hAnsi="Times New Roman"/>
          <w:sz w:val="28"/>
          <w:lang w:val="en-US"/>
        </w:rPr>
        <w:t>NaBr</w:t>
      </w:r>
      <w:r>
        <w:rPr>
          <w:rFonts w:ascii="Times New Roman" w:hAnsi="Times New Roman"/>
          <w:sz w:val="28"/>
        </w:rPr>
        <w:t xml:space="preserve">,  раствор </w:t>
      </w:r>
      <w:r w:rsidRPr="004903BA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en-US"/>
        </w:rPr>
        <w:t>KI</w:t>
      </w:r>
      <w:r w:rsidRPr="004903BA">
        <w:rPr>
          <w:rFonts w:ascii="Times New Roman" w:hAnsi="Times New Roman"/>
          <w:sz w:val="28"/>
        </w:rPr>
        <w:t xml:space="preserve">,  раствор </w:t>
      </w:r>
      <w:r>
        <w:rPr>
          <w:rFonts w:ascii="Times New Roman" w:hAnsi="Times New Roman"/>
          <w:sz w:val="28"/>
          <w:lang w:val="en-US"/>
        </w:rPr>
        <w:t>AgNO</w:t>
      </w:r>
      <w:r w:rsidRPr="001F7C74">
        <w:rPr>
          <w:rFonts w:ascii="Times New Roman" w:hAnsi="Times New Roman"/>
          <w:sz w:val="28"/>
          <w:vertAlign w:val="subscript"/>
        </w:rPr>
        <w:t>3</w:t>
      </w:r>
      <w:r w:rsidRPr="004903BA"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лакмусовая бумага.</w:t>
      </w:r>
    </w:p>
    <w:p w:rsidR="006640F9" w:rsidRPr="004903BA" w:rsidRDefault="006640F9" w:rsidP="0099784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>Опыт 1. Получение хлороводорода.</w:t>
      </w:r>
    </w:p>
    <w:p w:rsidR="006640F9" w:rsidRPr="004903BA" w:rsidRDefault="006640F9" w:rsidP="0099784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>В сухую пробирку внесли несколько кристалликов кристаллического  хлорида  натрия  и  добавили концентрированной  серной кислоты.  В результате реакции выделился газ. При поднесении лакмусовой бумаге к отверстию пробирки, она стала красной.</w:t>
      </w:r>
    </w:p>
    <w:p w:rsidR="006640F9" w:rsidRPr="00BF6684" w:rsidRDefault="006640F9" w:rsidP="00997845">
      <w:pPr>
        <w:pStyle w:val="NoSpacing"/>
        <w:spacing w:line="360" w:lineRule="auto"/>
        <w:jc w:val="center"/>
        <w:rPr>
          <w:rFonts w:ascii="Times New Roman" w:hAnsi="Times New Roman"/>
          <w:sz w:val="28"/>
          <w:lang w:val="en-US"/>
        </w:rPr>
      </w:pPr>
      <w:r w:rsidRPr="00BF6684">
        <w:rPr>
          <w:rFonts w:ascii="Times New Roman" w:hAnsi="Times New Roman"/>
          <w:sz w:val="28"/>
          <w:lang w:val="en-US"/>
        </w:rPr>
        <w:t>2</w:t>
      </w:r>
      <w:r w:rsidRPr="004903BA">
        <w:rPr>
          <w:rFonts w:ascii="Times New Roman" w:hAnsi="Times New Roman"/>
          <w:sz w:val="28"/>
          <w:lang w:val="en-US"/>
        </w:rPr>
        <w:t>NaCl</w:t>
      </w:r>
      <w:r w:rsidRPr="00BF6684">
        <w:rPr>
          <w:rFonts w:ascii="Times New Roman" w:hAnsi="Times New Roman"/>
          <w:sz w:val="28"/>
          <w:lang w:val="en-US"/>
        </w:rPr>
        <w:t xml:space="preserve"> + </w:t>
      </w:r>
      <w:r w:rsidRPr="004903BA">
        <w:rPr>
          <w:rFonts w:ascii="Times New Roman" w:hAnsi="Times New Roman"/>
          <w:sz w:val="28"/>
          <w:lang w:val="en-US"/>
        </w:rPr>
        <w:t>H</w:t>
      </w:r>
      <w:r w:rsidRPr="00BF6684">
        <w:rPr>
          <w:rFonts w:ascii="Times New Roman" w:hAnsi="Times New Roman"/>
          <w:sz w:val="28"/>
          <w:vertAlign w:val="subscript"/>
          <w:lang w:val="en-US"/>
        </w:rPr>
        <w:t>2</w:t>
      </w:r>
      <w:r w:rsidRPr="004903BA">
        <w:rPr>
          <w:rFonts w:ascii="Times New Roman" w:hAnsi="Times New Roman"/>
          <w:sz w:val="28"/>
          <w:lang w:val="en-US"/>
        </w:rPr>
        <w:t>SO</w:t>
      </w:r>
      <w:r w:rsidRPr="00BF6684">
        <w:rPr>
          <w:rFonts w:ascii="Times New Roman" w:hAnsi="Times New Roman"/>
          <w:sz w:val="28"/>
          <w:vertAlign w:val="subscript"/>
          <w:lang w:val="en-US"/>
        </w:rPr>
        <w:t>4</w:t>
      </w:r>
      <w:r w:rsidRPr="00BF6684">
        <w:rPr>
          <w:rFonts w:ascii="Times New Roman" w:hAnsi="Times New Roman"/>
          <w:sz w:val="28"/>
          <w:lang w:val="en-US"/>
        </w:rPr>
        <w:t xml:space="preserve"> = </w:t>
      </w:r>
      <w:r w:rsidRPr="004903BA">
        <w:rPr>
          <w:rFonts w:ascii="Times New Roman" w:hAnsi="Times New Roman"/>
          <w:sz w:val="28"/>
          <w:lang w:val="en-US"/>
        </w:rPr>
        <w:t>Na</w:t>
      </w:r>
      <w:r w:rsidRPr="00BF6684">
        <w:rPr>
          <w:rFonts w:ascii="Times New Roman" w:hAnsi="Times New Roman"/>
          <w:sz w:val="28"/>
          <w:vertAlign w:val="subscript"/>
          <w:lang w:val="en-US"/>
        </w:rPr>
        <w:t>2</w:t>
      </w:r>
      <w:r w:rsidRPr="004903BA">
        <w:rPr>
          <w:rFonts w:ascii="Times New Roman" w:hAnsi="Times New Roman"/>
          <w:sz w:val="28"/>
          <w:lang w:val="en-US"/>
        </w:rPr>
        <w:t>SO</w:t>
      </w:r>
      <w:r w:rsidRPr="00BF6684">
        <w:rPr>
          <w:rFonts w:ascii="Times New Roman" w:hAnsi="Times New Roman"/>
          <w:sz w:val="28"/>
          <w:vertAlign w:val="subscript"/>
          <w:lang w:val="en-US"/>
        </w:rPr>
        <w:t>4</w:t>
      </w:r>
      <w:r w:rsidRPr="00BF6684">
        <w:rPr>
          <w:rFonts w:ascii="Times New Roman" w:hAnsi="Times New Roman"/>
          <w:sz w:val="28"/>
          <w:lang w:val="en-US"/>
        </w:rPr>
        <w:t xml:space="preserve"> + 2</w:t>
      </w:r>
      <w:r w:rsidRPr="004903BA">
        <w:rPr>
          <w:rFonts w:ascii="Times New Roman" w:hAnsi="Times New Roman"/>
          <w:sz w:val="28"/>
          <w:lang w:val="en-US"/>
        </w:rPr>
        <w:t>HCl</w:t>
      </w:r>
      <w:r w:rsidRPr="00BF6684">
        <w:rPr>
          <w:rFonts w:ascii="Times New Roman" w:hAnsi="Times New Roman"/>
          <w:sz w:val="28"/>
          <w:lang w:val="en-US"/>
        </w:rPr>
        <w:t>↑</w:t>
      </w:r>
    </w:p>
    <w:p w:rsidR="006640F9" w:rsidRPr="004903BA" w:rsidRDefault="006640F9" w:rsidP="0099784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>Опыт</w:t>
      </w:r>
      <w:r w:rsidRPr="00BF6684">
        <w:rPr>
          <w:rFonts w:ascii="Times New Roman" w:hAnsi="Times New Roman"/>
          <w:sz w:val="28"/>
          <w:lang w:val="en-US"/>
        </w:rPr>
        <w:t xml:space="preserve"> 2. </w:t>
      </w:r>
      <w:r w:rsidRPr="004903BA">
        <w:rPr>
          <w:rFonts w:ascii="Times New Roman" w:hAnsi="Times New Roman"/>
          <w:sz w:val="28"/>
        </w:rPr>
        <w:t>Качественные реакции на галогенид ионы.</w:t>
      </w:r>
    </w:p>
    <w:p w:rsidR="006640F9" w:rsidRPr="004903BA" w:rsidRDefault="006640F9" w:rsidP="0099784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>В три пробирки прилили  по  5мл  следующих  растворов:  натрия хлорида, натрия бромида, калия йодида. К каждому раствору добавили по  5мл  раствора  нитрата  серебра.  В результате реакции в 1ой пробирке выпал белый осадок, во 2ой – бледно-желтый, в 3ей – желтый.</w:t>
      </w:r>
    </w:p>
    <w:p w:rsidR="006640F9" w:rsidRPr="004903BA" w:rsidRDefault="006640F9" w:rsidP="00997845">
      <w:pPr>
        <w:pStyle w:val="NoSpacing"/>
        <w:spacing w:line="360" w:lineRule="auto"/>
        <w:jc w:val="center"/>
        <w:rPr>
          <w:rFonts w:ascii="Times New Roman" w:hAnsi="Times New Roman"/>
          <w:sz w:val="28"/>
          <w:vertAlign w:val="subscript"/>
          <w:lang w:val="en-US"/>
        </w:rPr>
      </w:pPr>
      <w:r w:rsidRPr="004903BA">
        <w:rPr>
          <w:rFonts w:ascii="Times New Roman" w:hAnsi="Times New Roman"/>
          <w:sz w:val="28"/>
          <w:lang w:val="en-US"/>
        </w:rPr>
        <w:t>NaCl + AgNO</w:t>
      </w:r>
      <w:r w:rsidRPr="004903BA">
        <w:rPr>
          <w:rFonts w:ascii="Times New Roman" w:hAnsi="Times New Roman"/>
          <w:sz w:val="28"/>
          <w:vertAlign w:val="subscript"/>
          <w:lang w:val="en-US"/>
        </w:rPr>
        <w:t>3</w:t>
      </w:r>
      <w:r w:rsidRPr="004903BA">
        <w:rPr>
          <w:rFonts w:ascii="Times New Roman" w:hAnsi="Times New Roman"/>
          <w:sz w:val="28"/>
          <w:lang w:val="en-US"/>
        </w:rPr>
        <w:t xml:space="preserve"> = AgCl↓ + NaNO</w:t>
      </w:r>
      <w:r w:rsidRPr="004903BA">
        <w:rPr>
          <w:rFonts w:ascii="Times New Roman" w:hAnsi="Times New Roman"/>
          <w:sz w:val="28"/>
          <w:vertAlign w:val="subscript"/>
          <w:lang w:val="en-US"/>
        </w:rPr>
        <w:t>3</w:t>
      </w:r>
    </w:p>
    <w:p w:rsidR="006640F9" w:rsidRPr="004903BA" w:rsidRDefault="006640F9" w:rsidP="00997845">
      <w:pPr>
        <w:pStyle w:val="NoSpacing"/>
        <w:spacing w:line="360" w:lineRule="auto"/>
        <w:jc w:val="center"/>
        <w:rPr>
          <w:rFonts w:ascii="Times New Roman" w:hAnsi="Times New Roman"/>
          <w:sz w:val="28"/>
          <w:vertAlign w:val="subscript"/>
          <w:lang w:val="en-US"/>
        </w:rPr>
      </w:pPr>
      <w:r w:rsidRPr="004903BA">
        <w:rPr>
          <w:rFonts w:ascii="Times New Roman" w:hAnsi="Times New Roman"/>
          <w:sz w:val="28"/>
          <w:lang w:val="en-US"/>
        </w:rPr>
        <w:t>NaBr + AgNO</w:t>
      </w:r>
      <w:r w:rsidRPr="004903BA">
        <w:rPr>
          <w:rFonts w:ascii="Times New Roman" w:hAnsi="Times New Roman"/>
          <w:sz w:val="28"/>
          <w:vertAlign w:val="subscript"/>
          <w:lang w:val="en-US"/>
        </w:rPr>
        <w:t>3</w:t>
      </w:r>
      <w:r w:rsidRPr="004903BA">
        <w:rPr>
          <w:rFonts w:ascii="Times New Roman" w:hAnsi="Times New Roman"/>
          <w:sz w:val="28"/>
          <w:lang w:val="en-US"/>
        </w:rPr>
        <w:t xml:space="preserve"> = AgBr↓ + NaNO</w:t>
      </w:r>
      <w:r w:rsidRPr="004903BA">
        <w:rPr>
          <w:rFonts w:ascii="Times New Roman" w:hAnsi="Times New Roman"/>
          <w:sz w:val="28"/>
          <w:vertAlign w:val="subscript"/>
          <w:lang w:val="en-US"/>
        </w:rPr>
        <w:t>3</w:t>
      </w:r>
    </w:p>
    <w:p w:rsidR="006640F9" w:rsidRPr="00997845" w:rsidRDefault="006640F9" w:rsidP="00997845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Pr="004903BA">
        <w:rPr>
          <w:rFonts w:ascii="Times New Roman" w:hAnsi="Times New Roman"/>
          <w:sz w:val="28"/>
          <w:lang w:val="en-US"/>
        </w:rPr>
        <w:t>I</w:t>
      </w:r>
      <w:r w:rsidRPr="00997845">
        <w:rPr>
          <w:rFonts w:ascii="Times New Roman" w:hAnsi="Times New Roman"/>
          <w:sz w:val="28"/>
        </w:rPr>
        <w:t xml:space="preserve"> + </w:t>
      </w:r>
      <w:r w:rsidRPr="004903BA">
        <w:rPr>
          <w:rFonts w:ascii="Times New Roman" w:hAnsi="Times New Roman"/>
          <w:sz w:val="28"/>
          <w:lang w:val="en-US"/>
        </w:rPr>
        <w:t>AgNO</w:t>
      </w:r>
      <w:r w:rsidRPr="00997845">
        <w:rPr>
          <w:rFonts w:ascii="Times New Roman" w:hAnsi="Times New Roman"/>
          <w:sz w:val="28"/>
          <w:vertAlign w:val="subscript"/>
        </w:rPr>
        <w:t>3</w:t>
      </w:r>
      <w:r w:rsidRPr="00997845">
        <w:rPr>
          <w:rFonts w:ascii="Times New Roman" w:hAnsi="Times New Roman"/>
          <w:sz w:val="28"/>
        </w:rPr>
        <w:t xml:space="preserve"> = </w:t>
      </w:r>
      <w:r w:rsidRPr="004903BA">
        <w:rPr>
          <w:rFonts w:ascii="Times New Roman" w:hAnsi="Times New Roman"/>
          <w:sz w:val="28"/>
          <w:lang w:val="en-US"/>
        </w:rPr>
        <w:t>AgI</w:t>
      </w:r>
      <w:r w:rsidRPr="00997845">
        <w:rPr>
          <w:rFonts w:ascii="Times New Roman" w:hAnsi="Times New Roman"/>
          <w:sz w:val="28"/>
        </w:rPr>
        <w:t xml:space="preserve">↓ + </w:t>
      </w:r>
      <w:r>
        <w:rPr>
          <w:rFonts w:ascii="Times New Roman" w:hAnsi="Times New Roman"/>
          <w:sz w:val="28"/>
        </w:rPr>
        <w:t>К</w:t>
      </w:r>
      <w:r w:rsidRPr="004903BA">
        <w:rPr>
          <w:rFonts w:ascii="Times New Roman" w:hAnsi="Times New Roman"/>
          <w:sz w:val="28"/>
          <w:lang w:val="en-US"/>
        </w:rPr>
        <w:t>NO</w:t>
      </w:r>
      <w:r w:rsidRPr="00997845">
        <w:rPr>
          <w:rFonts w:ascii="Times New Roman" w:hAnsi="Times New Roman"/>
          <w:sz w:val="28"/>
          <w:vertAlign w:val="subscript"/>
        </w:rPr>
        <w:t>3</w:t>
      </w:r>
    </w:p>
    <w:p w:rsidR="006640F9" w:rsidRPr="001F7C74" w:rsidRDefault="006640F9" w:rsidP="001F7C74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  <w:r w:rsidRPr="004903BA">
        <w:rPr>
          <w:rFonts w:ascii="Times New Roman" w:hAnsi="Times New Roman"/>
          <w:sz w:val="28"/>
        </w:rPr>
        <w:t>Вывод</w:t>
      </w:r>
      <w:r w:rsidRPr="00997845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в ходе лабораторной работы мы получили хлороводород и определили его с помощью индикатора, а также </w:t>
      </w:r>
      <w:r w:rsidRPr="00997845">
        <w:rPr>
          <w:rFonts w:ascii="Times New Roman" w:hAnsi="Times New Roman"/>
          <w:sz w:val="28"/>
        </w:rPr>
        <w:t>освои</w:t>
      </w:r>
      <w:r>
        <w:rPr>
          <w:rFonts w:ascii="Times New Roman" w:hAnsi="Times New Roman"/>
          <w:sz w:val="28"/>
        </w:rPr>
        <w:t>ли</w:t>
      </w:r>
      <w:r w:rsidRPr="00997845">
        <w:rPr>
          <w:rFonts w:ascii="Times New Roman" w:hAnsi="Times New Roman"/>
          <w:sz w:val="28"/>
        </w:rPr>
        <w:t xml:space="preserve">  технику  проведения  качественных  реакций  на  </w:t>
      </w:r>
      <w:r>
        <w:rPr>
          <w:rFonts w:ascii="Times New Roman" w:hAnsi="Times New Roman"/>
          <w:sz w:val="28"/>
        </w:rPr>
        <w:t>хлорид, бромид и йодид ионы, которые можно различить по цвету выпавшего осадка с помощью катиона серебра.</w:t>
      </w:r>
    </w:p>
    <w:p w:rsidR="006640F9" w:rsidRPr="001F7C74" w:rsidRDefault="006640F9" w:rsidP="001F7C7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 w:rsidRPr="001F7C74">
        <w:rPr>
          <w:rFonts w:ascii="Times New Roman" w:hAnsi="Times New Roman"/>
          <w:b/>
          <w:sz w:val="28"/>
        </w:rPr>
        <w:t>Список используемых источников</w:t>
      </w:r>
    </w:p>
    <w:p w:rsidR="006640F9" w:rsidRDefault="006640F9" w:rsidP="001F7C74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</w:p>
    <w:p w:rsidR="006640F9" w:rsidRPr="00DA5091" w:rsidRDefault="006640F9" w:rsidP="00DA5091">
      <w:pPr>
        <w:pStyle w:val="NoSpacing"/>
        <w:spacing w:line="360" w:lineRule="auto"/>
        <w:rPr>
          <w:rFonts w:ascii="Times New Roman" w:hAnsi="Times New Roman"/>
          <w:b/>
          <w:sz w:val="28"/>
        </w:rPr>
      </w:pPr>
      <w:r w:rsidRPr="00DA5091">
        <w:rPr>
          <w:rFonts w:ascii="Times New Roman" w:hAnsi="Times New Roman"/>
          <w:b/>
          <w:sz w:val="28"/>
        </w:rPr>
        <w:t>Основные источники:</w:t>
      </w:r>
    </w:p>
    <w:p w:rsidR="006640F9" w:rsidRDefault="006640F9" w:rsidP="0062601E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Габриелян О.С. Химия. 10 класс. Базовый уровень: учеб. для общеобразоват. учреждений </w:t>
      </w:r>
      <w:r w:rsidRPr="001F7C74">
        <w:rPr>
          <w:rFonts w:ascii="Times New Roman" w:hAnsi="Times New Roman"/>
          <w:sz w:val="28"/>
        </w:rPr>
        <w:t>– М.: Дрофа, 2013. С.</w:t>
      </w:r>
      <w:r>
        <w:rPr>
          <w:rFonts w:ascii="Times New Roman" w:hAnsi="Times New Roman"/>
          <w:sz w:val="28"/>
        </w:rPr>
        <w:t>191.</w:t>
      </w:r>
    </w:p>
    <w:p w:rsidR="006640F9" w:rsidRDefault="006640F9" w:rsidP="0062601E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Габриелян О.С. Химия. 10 кл.: рабочая тетрадь к учебнику «</w:t>
      </w:r>
      <w:r w:rsidRPr="0062601E">
        <w:rPr>
          <w:rFonts w:ascii="Times New Roman" w:hAnsi="Times New Roman"/>
          <w:sz w:val="28"/>
        </w:rPr>
        <w:t>Габриелян О.С. Химия. 10 класс. Базовый уровень</w:t>
      </w:r>
      <w:r>
        <w:rPr>
          <w:rFonts w:ascii="Times New Roman" w:hAnsi="Times New Roman"/>
          <w:sz w:val="28"/>
        </w:rPr>
        <w:t>»</w:t>
      </w:r>
      <w:r w:rsidRPr="006260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М.: Дрофа, 2017</w:t>
      </w:r>
      <w:r w:rsidRPr="001F7C74">
        <w:rPr>
          <w:rFonts w:ascii="Times New Roman" w:hAnsi="Times New Roman"/>
          <w:sz w:val="28"/>
        </w:rPr>
        <w:t>. С.</w:t>
      </w:r>
      <w:r>
        <w:rPr>
          <w:rFonts w:ascii="Times New Roman" w:hAnsi="Times New Roman"/>
          <w:sz w:val="28"/>
        </w:rPr>
        <w:t>142.</w:t>
      </w:r>
    </w:p>
    <w:p w:rsidR="006640F9" w:rsidRDefault="006640F9" w:rsidP="0024482E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Габриелян О.С. Химия. 11 класс</w:t>
      </w:r>
      <w:r w:rsidRPr="0024482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Профильный уровень</w:t>
      </w:r>
      <w:r w:rsidRPr="0024482E">
        <w:rPr>
          <w:rFonts w:ascii="Times New Roman" w:hAnsi="Times New Roman"/>
          <w:sz w:val="28"/>
        </w:rPr>
        <w:t xml:space="preserve"> – М.: Дрофа, 2015. С. </w:t>
      </w:r>
      <w:r>
        <w:rPr>
          <w:rFonts w:ascii="Times New Roman" w:hAnsi="Times New Roman"/>
          <w:sz w:val="28"/>
        </w:rPr>
        <w:t>400.</w:t>
      </w:r>
    </w:p>
    <w:p w:rsidR="006640F9" w:rsidRDefault="006640F9" w:rsidP="0024482E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Кузнецова Н.Е. Химия. 11 класс. Базовый уровень: учебник для учащихся общеобразовательных учреждений – М.: </w:t>
      </w:r>
      <w:r w:rsidRPr="0024482E">
        <w:rPr>
          <w:rFonts w:ascii="Times New Roman" w:hAnsi="Times New Roman"/>
          <w:sz w:val="28"/>
        </w:rPr>
        <w:t>Вентана-Граф</w:t>
      </w:r>
      <w:r>
        <w:rPr>
          <w:rFonts w:ascii="Times New Roman" w:hAnsi="Times New Roman"/>
          <w:sz w:val="28"/>
        </w:rPr>
        <w:t>, 2016. С.208.</w:t>
      </w:r>
    </w:p>
    <w:p w:rsidR="006640F9" w:rsidRDefault="006640F9" w:rsidP="0043098D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 w:rsidRPr="0043098D">
        <w:rPr>
          <w:rFonts w:ascii="Times New Roman" w:hAnsi="Times New Roman"/>
          <w:sz w:val="28"/>
        </w:rPr>
        <w:t>Новошенский И.</w:t>
      </w:r>
      <w:r>
        <w:rPr>
          <w:rFonts w:ascii="Times New Roman" w:hAnsi="Times New Roman"/>
          <w:sz w:val="28"/>
        </w:rPr>
        <w:t>И. Органическая химия. 11 класс: Учебник для общеобразовательных учреждений. Профильный уровень.</w:t>
      </w:r>
      <w:r w:rsidRPr="0043098D">
        <w:rPr>
          <w:rFonts w:ascii="Times New Roman" w:hAnsi="Times New Roman"/>
          <w:sz w:val="28"/>
        </w:rPr>
        <w:t xml:space="preserve">  – М.: ООО «ТИД «Русское слово — РС», 2013. С. </w:t>
      </w:r>
      <w:r>
        <w:rPr>
          <w:rFonts w:ascii="Times New Roman" w:hAnsi="Times New Roman"/>
          <w:sz w:val="28"/>
        </w:rPr>
        <w:t>352.</w:t>
      </w:r>
    </w:p>
    <w:p w:rsidR="006640F9" w:rsidRDefault="006640F9" w:rsidP="0043098D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Радецкий А.М. Химия. Дидактический материал. 10–11 классы: учеб. пособие для образоват. Организаций: базовый уровень. – М.: Просвещение, 2017. С.144.</w:t>
      </w:r>
    </w:p>
    <w:p w:rsidR="006640F9" w:rsidRDefault="006640F9" w:rsidP="0043098D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Рудзитис Г.Е. Химия. 11 класс: учеб. для общеобразоват. организации. Базовый уровень – М.: Просвещение, 2014. С. 224.</w:t>
      </w:r>
    </w:p>
    <w:p w:rsidR="006640F9" w:rsidRDefault="006640F9" w:rsidP="00DA5091">
      <w:pPr>
        <w:pStyle w:val="NoSpacing"/>
        <w:spacing w:line="360" w:lineRule="auto"/>
        <w:ind w:left="360"/>
        <w:jc w:val="both"/>
        <w:rPr>
          <w:rFonts w:ascii="Times New Roman" w:hAnsi="Times New Roman"/>
          <w:b/>
          <w:sz w:val="28"/>
        </w:rPr>
      </w:pPr>
      <w:r w:rsidRPr="00DA5091">
        <w:rPr>
          <w:rFonts w:ascii="Times New Roman" w:hAnsi="Times New Roman"/>
          <w:b/>
          <w:sz w:val="28"/>
        </w:rPr>
        <w:t>Интернет-Ресурсы:</w:t>
      </w:r>
    </w:p>
    <w:p w:rsidR="006640F9" w:rsidRDefault="006640F9" w:rsidP="00DA5091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Дерябина Г.И. Органическая химия </w:t>
      </w:r>
      <w:r w:rsidRPr="00DA5091">
        <w:rPr>
          <w:rFonts w:ascii="Times New Roman" w:hAnsi="Times New Roman"/>
          <w:sz w:val="28"/>
        </w:rPr>
        <w:t>[Электронный ресурс]</w:t>
      </w:r>
      <w:r>
        <w:rPr>
          <w:rFonts w:ascii="Times New Roman" w:hAnsi="Times New Roman"/>
          <w:sz w:val="28"/>
        </w:rPr>
        <w:t xml:space="preserve"> </w:t>
      </w:r>
      <w:r w:rsidRPr="00DA5091">
        <w:rPr>
          <w:rFonts w:ascii="Times New Roman" w:hAnsi="Times New Roman"/>
          <w:sz w:val="28"/>
        </w:rPr>
        <w:t>- Режим доступа:</w:t>
      </w:r>
      <w:r>
        <w:rPr>
          <w:rFonts w:ascii="Times New Roman" w:hAnsi="Times New Roman"/>
          <w:sz w:val="28"/>
        </w:rPr>
        <w:t xml:space="preserve"> </w:t>
      </w:r>
      <w:hyperlink r:id="rId79" w:history="1">
        <w:r w:rsidRPr="005E577A">
          <w:rPr>
            <w:rStyle w:val="Hyperlink"/>
            <w:rFonts w:ascii="Times New Roman" w:hAnsi="Times New Roman"/>
            <w:sz w:val="28"/>
          </w:rPr>
          <w:t>http://orgchem.ru/</w:t>
        </w:r>
      </w:hyperlink>
    </w:p>
    <w:p w:rsidR="006640F9" w:rsidRDefault="006640F9" w:rsidP="00DA5091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Шевельков А.В. Неорганическая химия  [Электронный ресурс] -</w:t>
      </w:r>
      <w:r w:rsidRPr="00DA5091">
        <w:rPr>
          <w:rFonts w:ascii="Times New Roman" w:hAnsi="Times New Roman"/>
          <w:sz w:val="28"/>
        </w:rPr>
        <w:t>Режим</w:t>
      </w:r>
      <w:r>
        <w:rPr>
          <w:rFonts w:ascii="Times New Roman" w:hAnsi="Times New Roman"/>
          <w:sz w:val="28"/>
        </w:rPr>
        <w:t xml:space="preserve"> </w:t>
      </w:r>
      <w:r w:rsidRPr="00DA5091">
        <w:rPr>
          <w:rFonts w:ascii="Times New Roman" w:hAnsi="Times New Roman"/>
          <w:sz w:val="28"/>
        </w:rPr>
        <w:t xml:space="preserve"> доступа:</w:t>
      </w:r>
      <w:r>
        <w:t xml:space="preserve"> </w:t>
      </w:r>
      <w:hyperlink r:id="rId80" w:history="1">
        <w:r w:rsidRPr="005E577A">
          <w:rPr>
            <w:rStyle w:val="Hyperlink"/>
            <w:rFonts w:ascii="Times New Roman" w:hAnsi="Times New Roman"/>
            <w:sz w:val="28"/>
          </w:rPr>
          <w:t>http://www.chem.msu.ru/rus/teaching/thermo/welcome.html</w:t>
        </w:r>
      </w:hyperlink>
    </w:p>
    <w:p w:rsidR="006640F9" w:rsidRPr="00DA5091" w:rsidRDefault="006640F9" w:rsidP="00DA5091">
      <w:pPr>
        <w:pStyle w:val="NoSpacing"/>
        <w:spacing w:line="360" w:lineRule="auto"/>
        <w:ind w:left="1080"/>
        <w:jc w:val="both"/>
        <w:rPr>
          <w:rFonts w:ascii="Times New Roman" w:hAnsi="Times New Roman"/>
          <w:sz w:val="28"/>
        </w:rPr>
      </w:pPr>
    </w:p>
    <w:p w:rsidR="006640F9" w:rsidRPr="00DA5091" w:rsidRDefault="006640F9" w:rsidP="00DA5091">
      <w:pPr>
        <w:pStyle w:val="NoSpacing"/>
        <w:spacing w:line="360" w:lineRule="auto"/>
        <w:ind w:left="720"/>
        <w:jc w:val="both"/>
        <w:rPr>
          <w:rFonts w:ascii="Times New Roman" w:hAnsi="Times New Roman"/>
          <w:b/>
          <w:sz w:val="28"/>
        </w:rPr>
      </w:pPr>
    </w:p>
    <w:sectPr w:rsidR="006640F9" w:rsidRPr="00DA5091" w:rsidSect="00756558">
      <w:footerReference w:type="default" r:id="rId8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0F9" w:rsidRDefault="006640F9" w:rsidP="00756558">
      <w:pPr>
        <w:spacing w:after="0" w:line="240" w:lineRule="auto"/>
      </w:pPr>
      <w:r>
        <w:separator/>
      </w:r>
    </w:p>
  </w:endnote>
  <w:endnote w:type="continuationSeparator" w:id="0">
    <w:p w:rsidR="006640F9" w:rsidRDefault="006640F9" w:rsidP="0075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0F9" w:rsidRDefault="006640F9">
    <w:pPr>
      <w:pStyle w:val="Footer"/>
      <w:jc w:val="center"/>
    </w:pPr>
    <w:fldSimple w:instr="PAGE   \* MERGEFORMAT">
      <w:r>
        <w:rPr>
          <w:noProof/>
        </w:rPr>
        <w:t>29</w:t>
      </w:r>
    </w:fldSimple>
  </w:p>
  <w:p w:rsidR="006640F9" w:rsidRDefault="006640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0F9" w:rsidRDefault="006640F9" w:rsidP="00756558">
      <w:pPr>
        <w:spacing w:after="0" w:line="240" w:lineRule="auto"/>
      </w:pPr>
      <w:r>
        <w:separator/>
      </w:r>
    </w:p>
  </w:footnote>
  <w:footnote w:type="continuationSeparator" w:id="0">
    <w:p w:rsidR="006640F9" w:rsidRDefault="006640F9" w:rsidP="00756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434E"/>
    <w:multiLevelType w:val="hybridMultilevel"/>
    <w:tmpl w:val="AE825150"/>
    <w:lvl w:ilvl="0" w:tplc="ED569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62912"/>
    <w:multiLevelType w:val="hybridMultilevel"/>
    <w:tmpl w:val="E272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D70D8"/>
    <w:multiLevelType w:val="hybridMultilevel"/>
    <w:tmpl w:val="8F343FD8"/>
    <w:lvl w:ilvl="0" w:tplc="1BFE60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8A70F2"/>
    <w:multiLevelType w:val="hybridMultilevel"/>
    <w:tmpl w:val="0C406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B00560"/>
    <w:multiLevelType w:val="hybridMultilevel"/>
    <w:tmpl w:val="926A9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5D7ABC"/>
    <w:multiLevelType w:val="hybridMultilevel"/>
    <w:tmpl w:val="AE825150"/>
    <w:lvl w:ilvl="0" w:tplc="ED569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CD515D"/>
    <w:multiLevelType w:val="hybridMultilevel"/>
    <w:tmpl w:val="CDF02398"/>
    <w:lvl w:ilvl="0" w:tplc="7D4C61D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0E45326B"/>
    <w:multiLevelType w:val="hybridMultilevel"/>
    <w:tmpl w:val="8F343FD8"/>
    <w:lvl w:ilvl="0" w:tplc="1BFE60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043DAC"/>
    <w:multiLevelType w:val="hybridMultilevel"/>
    <w:tmpl w:val="5C1888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E67BEF"/>
    <w:multiLevelType w:val="hybridMultilevel"/>
    <w:tmpl w:val="3BE2D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50572A"/>
    <w:multiLevelType w:val="hybridMultilevel"/>
    <w:tmpl w:val="7E2C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9D64A2"/>
    <w:multiLevelType w:val="multilevel"/>
    <w:tmpl w:val="A936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5752BD3"/>
    <w:multiLevelType w:val="hybridMultilevel"/>
    <w:tmpl w:val="F78AF7E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5E57C6B"/>
    <w:multiLevelType w:val="hybridMultilevel"/>
    <w:tmpl w:val="DB54DB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2C1039"/>
    <w:multiLevelType w:val="hybridMultilevel"/>
    <w:tmpl w:val="29D88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9835E0"/>
    <w:multiLevelType w:val="hybridMultilevel"/>
    <w:tmpl w:val="77D00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99131E"/>
    <w:multiLevelType w:val="hybridMultilevel"/>
    <w:tmpl w:val="AE825150"/>
    <w:lvl w:ilvl="0" w:tplc="ED569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D250B1"/>
    <w:multiLevelType w:val="hybridMultilevel"/>
    <w:tmpl w:val="D2DAB240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8">
    <w:nsid w:val="33C82A7E"/>
    <w:multiLevelType w:val="hybridMultilevel"/>
    <w:tmpl w:val="A848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FD6F66"/>
    <w:multiLevelType w:val="hybridMultilevel"/>
    <w:tmpl w:val="C8863CD4"/>
    <w:lvl w:ilvl="0" w:tplc="0419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0">
    <w:nsid w:val="3A841BB1"/>
    <w:multiLevelType w:val="hybridMultilevel"/>
    <w:tmpl w:val="279E353A"/>
    <w:lvl w:ilvl="0" w:tplc="1BFE60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F83019"/>
    <w:multiLevelType w:val="hybridMultilevel"/>
    <w:tmpl w:val="0388B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925F4E"/>
    <w:multiLevelType w:val="multilevel"/>
    <w:tmpl w:val="1F5A2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7227F2F"/>
    <w:multiLevelType w:val="hybridMultilevel"/>
    <w:tmpl w:val="EAB6D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B17002"/>
    <w:multiLevelType w:val="hybridMultilevel"/>
    <w:tmpl w:val="8F2AA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D9A"/>
    <w:multiLevelType w:val="hybridMultilevel"/>
    <w:tmpl w:val="2022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81B50FE"/>
    <w:multiLevelType w:val="hybridMultilevel"/>
    <w:tmpl w:val="7EC2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DE5C03"/>
    <w:multiLevelType w:val="hybridMultilevel"/>
    <w:tmpl w:val="5666E6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FA1E16"/>
    <w:multiLevelType w:val="hybridMultilevel"/>
    <w:tmpl w:val="D47410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F15725A"/>
    <w:multiLevelType w:val="hybridMultilevel"/>
    <w:tmpl w:val="1CEAA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BB4389"/>
    <w:multiLevelType w:val="hybridMultilevel"/>
    <w:tmpl w:val="0C8A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401281"/>
    <w:multiLevelType w:val="hybridMultilevel"/>
    <w:tmpl w:val="88E066AE"/>
    <w:lvl w:ilvl="0" w:tplc="219CDF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>
    <w:nsid w:val="614E43CF"/>
    <w:multiLevelType w:val="hybridMultilevel"/>
    <w:tmpl w:val="17380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2BE5C00"/>
    <w:multiLevelType w:val="hybridMultilevel"/>
    <w:tmpl w:val="CDF02398"/>
    <w:lvl w:ilvl="0" w:tplc="7D4C61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9DB519F"/>
    <w:multiLevelType w:val="hybridMultilevel"/>
    <w:tmpl w:val="0AB41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374A3"/>
    <w:multiLevelType w:val="hybridMultilevel"/>
    <w:tmpl w:val="A41A1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EA0939"/>
    <w:multiLevelType w:val="hybridMultilevel"/>
    <w:tmpl w:val="921A528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974FA8"/>
    <w:multiLevelType w:val="hybridMultilevel"/>
    <w:tmpl w:val="4154A8D2"/>
    <w:lvl w:ilvl="0" w:tplc="1BFE6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26F5877"/>
    <w:multiLevelType w:val="hybridMultilevel"/>
    <w:tmpl w:val="2C9A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CB1681"/>
    <w:multiLevelType w:val="hybridMultilevel"/>
    <w:tmpl w:val="7F36D4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A41D0A"/>
    <w:multiLevelType w:val="hybridMultilevel"/>
    <w:tmpl w:val="5ADAF64A"/>
    <w:lvl w:ilvl="0" w:tplc="B1A47B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B64484"/>
    <w:multiLevelType w:val="hybridMultilevel"/>
    <w:tmpl w:val="8F343FD8"/>
    <w:lvl w:ilvl="0" w:tplc="1BFE60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D87767B"/>
    <w:multiLevelType w:val="hybridMultilevel"/>
    <w:tmpl w:val="71B2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1"/>
  </w:num>
  <w:num w:numId="4">
    <w:abstractNumId w:val="31"/>
  </w:num>
  <w:num w:numId="5">
    <w:abstractNumId w:val="15"/>
  </w:num>
  <w:num w:numId="6">
    <w:abstractNumId w:val="26"/>
  </w:num>
  <w:num w:numId="7">
    <w:abstractNumId w:val="29"/>
  </w:num>
  <w:num w:numId="8">
    <w:abstractNumId w:val="36"/>
  </w:num>
  <w:num w:numId="9">
    <w:abstractNumId w:val="33"/>
  </w:num>
  <w:num w:numId="10">
    <w:abstractNumId w:val="6"/>
  </w:num>
  <w:num w:numId="11">
    <w:abstractNumId w:val="27"/>
  </w:num>
  <w:num w:numId="12">
    <w:abstractNumId w:val="23"/>
  </w:num>
  <w:num w:numId="13">
    <w:abstractNumId w:val="25"/>
  </w:num>
  <w:num w:numId="14">
    <w:abstractNumId w:val="8"/>
  </w:num>
  <w:num w:numId="15">
    <w:abstractNumId w:val="39"/>
  </w:num>
  <w:num w:numId="16">
    <w:abstractNumId w:val="42"/>
  </w:num>
  <w:num w:numId="17">
    <w:abstractNumId w:val="14"/>
  </w:num>
  <w:num w:numId="18">
    <w:abstractNumId w:val="18"/>
  </w:num>
  <w:num w:numId="19">
    <w:abstractNumId w:val="9"/>
  </w:num>
  <w:num w:numId="20">
    <w:abstractNumId w:val="24"/>
  </w:num>
  <w:num w:numId="21">
    <w:abstractNumId w:val="32"/>
  </w:num>
  <w:num w:numId="22">
    <w:abstractNumId w:val="21"/>
  </w:num>
  <w:num w:numId="23">
    <w:abstractNumId w:val="30"/>
  </w:num>
  <w:num w:numId="24">
    <w:abstractNumId w:val="34"/>
  </w:num>
  <w:num w:numId="25">
    <w:abstractNumId w:val="35"/>
  </w:num>
  <w:num w:numId="26">
    <w:abstractNumId w:val="3"/>
  </w:num>
  <w:num w:numId="27">
    <w:abstractNumId w:val="10"/>
  </w:num>
  <w:num w:numId="28">
    <w:abstractNumId w:val="38"/>
  </w:num>
  <w:num w:numId="29">
    <w:abstractNumId w:val="4"/>
  </w:num>
  <w:num w:numId="30">
    <w:abstractNumId w:val="12"/>
  </w:num>
  <w:num w:numId="31">
    <w:abstractNumId w:val="40"/>
  </w:num>
  <w:num w:numId="32">
    <w:abstractNumId w:val="28"/>
  </w:num>
  <w:num w:numId="33">
    <w:abstractNumId w:val="13"/>
  </w:num>
  <w:num w:numId="34">
    <w:abstractNumId w:val="17"/>
  </w:num>
  <w:num w:numId="35">
    <w:abstractNumId w:val="19"/>
  </w:num>
  <w:num w:numId="36">
    <w:abstractNumId w:val="0"/>
  </w:num>
  <w:num w:numId="37">
    <w:abstractNumId w:val="41"/>
  </w:num>
  <w:num w:numId="38">
    <w:abstractNumId w:val="16"/>
  </w:num>
  <w:num w:numId="39">
    <w:abstractNumId w:val="2"/>
  </w:num>
  <w:num w:numId="40">
    <w:abstractNumId w:val="5"/>
  </w:num>
  <w:num w:numId="41">
    <w:abstractNumId w:val="7"/>
  </w:num>
  <w:num w:numId="42">
    <w:abstractNumId w:val="20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180"/>
    <w:rsid w:val="00001BC1"/>
    <w:rsid w:val="000211AA"/>
    <w:rsid w:val="00025F92"/>
    <w:rsid w:val="0006103C"/>
    <w:rsid w:val="000815A6"/>
    <w:rsid w:val="00083B13"/>
    <w:rsid w:val="000A2282"/>
    <w:rsid w:val="000B58FB"/>
    <w:rsid w:val="000B654F"/>
    <w:rsid w:val="000C5C33"/>
    <w:rsid w:val="000E118F"/>
    <w:rsid w:val="000E484F"/>
    <w:rsid w:val="00132F4E"/>
    <w:rsid w:val="00141E15"/>
    <w:rsid w:val="001569A2"/>
    <w:rsid w:val="00156F7D"/>
    <w:rsid w:val="00171C94"/>
    <w:rsid w:val="001857F8"/>
    <w:rsid w:val="00196865"/>
    <w:rsid w:val="001B1DA3"/>
    <w:rsid w:val="001D23D8"/>
    <w:rsid w:val="001D69FA"/>
    <w:rsid w:val="001F7C74"/>
    <w:rsid w:val="00214702"/>
    <w:rsid w:val="00235AA3"/>
    <w:rsid w:val="00240B56"/>
    <w:rsid w:val="00242909"/>
    <w:rsid w:val="0024482E"/>
    <w:rsid w:val="0026566B"/>
    <w:rsid w:val="002912CF"/>
    <w:rsid w:val="002950B4"/>
    <w:rsid w:val="00296A7E"/>
    <w:rsid w:val="002B419D"/>
    <w:rsid w:val="002D512D"/>
    <w:rsid w:val="002F2206"/>
    <w:rsid w:val="00317142"/>
    <w:rsid w:val="00345193"/>
    <w:rsid w:val="00347F97"/>
    <w:rsid w:val="0037477A"/>
    <w:rsid w:val="003843A8"/>
    <w:rsid w:val="003908D8"/>
    <w:rsid w:val="003A2C1C"/>
    <w:rsid w:val="003B4671"/>
    <w:rsid w:val="003E3D73"/>
    <w:rsid w:val="0043098D"/>
    <w:rsid w:val="00435FEE"/>
    <w:rsid w:val="00442162"/>
    <w:rsid w:val="0044396B"/>
    <w:rsid w:val="00480B63"/>
    <w:rsid w:val="00486766"/>
    <w:rsid w:val="00487AF1"/>
    <w:rsid w:val="004903BA"/>
    <w:rsid w:val="004C22E0"/>
    <w:rsid w:val="004D0143"/>
    <w:rsid w:val="004F1115"/>
    <w:rsid w:val="004F22D8"/>
    <w:rsid w:val="0050475B"/>
    <w:rsid w:val="0051228B"/>
    <w:rsid w:val="00515648"/>
    <w:rsid w:val="00527695"/>
    <w:rsid w:val="005807D5"/>
    <w:rsid w:val="005B746B"/>
    <w:rsid w:val="005B76B2"/>
    <w:rsid w:val="005E577A"/>
    <w:rsid w:val="005E5844"/>
    <w:rsid w:val="0062183D"/>
    <w:rsid w:val="0062601E"/>
    <w:rsid w:val="006640F9"/>
    <w:rsid w:val="0067198D"/>
    <w:rsid w:val="00692264"/>
    <w:rsid w:val="006B4709"/>
    <w:rsid w:val="006E25B7"/>
    <w:rsid w:val="006F7AB8"/>
    <w:rsid w:val="00710BDD"/>
    <w:rsid w:val="0072130C"/>
    <w:rsid w:val="00725811"/>
    <w:rsid w:val="0072621A"/>
    <w:rsid w:val="00737ED8"/>
    <w:rsid w:val="00756558"/>
    <w:rsid w:val="007919EB"/>
    <w:rsid w:val="00791DC3"/>
    <w:rsid w:val="007C48CD"/>
    <w:rsid w:val="007C5EEA"/>
    <w:rsid w:val="007D77D6"/>
    <w:rsid w:val="0081049B"/>
    <w:rsid w:val="008265DF"/>
    <w:rsid w:val="00826C81"/>
    <w:rsid w:val="00833B10"/>
    <w:rsid w:val="0084756D"/>
    <w:rsid w:val="00871743"/>
    <w:rsid w:val="00871C9E"/>
    <w:rsid w:val="0088472B"/>
    <w:rsid w:val="00893199"/>
    <w:rsid w:val="008B3309"/>
    <w:rsid w:val="008E02F8"/>
    <w:rsid w:val="00903BA2"/>
    <w:rsid w:val="009073A2"/>
    <w:rsid w:val="00911167"/>
    <w:rsid w:val="00914E41"/>
    <w:rsid w:val="009205BC"/>
    <w:rsid w:val="00924434"/>
    <w:rsid w:val="009426CF"/>
    <w:rsid w:val="00945BC6"/>
    <w:rsid w:val="00973406"/>
    <w:rsid w:val="009812EE"/>
    <w:rsid w:val="009867A9"/>
    <w:rsid w:val="00997845"/>
    <w:rsid w:val="009A499E"/>
    <w:rsid w:val="009C56F3"/>
    <w:rsid w:val="009E04DC"/>
    <w:rsid w:val="009F1076"/>
    <w:rsid w:val="00A4018F"/>
    <w:rsid w:val="00A45A9F"/>
    <w:rsid w:val="00A60EF9"/>
    <w:rsid w:val="00A66B04"/>
    <w:rsid w:val="00A73E7A"/>
    <w:rsid w:val="00A93B6F"/>
    <w:rsid w:val="00AC5988"/>
    <w:rsid w:val="00AF3D8D"/>
    <w:rsid w:val="00B0458B"/>
    <w:rsid w:val="00B140A0"/>
    <w:rsid w:val="00B25350"/>
    <w:rsid w:val="00B941C5"/>
    <w:rsid w:val="00B97F76"/>
    <w:rsid w:val="00BC1B28"/>
    <w:rsid w:val="00BD1BFF"/>
    <w:rsid w:val="00BF6684"/>
    <w:rsid w:val="00C012A6"/>
    <w:rsid w:val="00C11994"/>
    <w:rsid w:val="00C11C05"/>
    <w:rsid w:val="00C142A0"/>
    <w:rsid w:val="00C47388"/>
    <w:rsid w:val="00C52960"/>
    <w:rsid w:val="00C654C6"/>
    <w:rsid w:val="00C8702B"/>
    <w:rsid w:val="00CA3C45"/>
    <w:rsid w:val="00CE2BB4"/>
    <w:rsid w:val="00D00EB2"/>
    <w:rsid w:val="00D16662"/>
    <w:rsid w:val="00D20A1F"/>
    <w:rsid w:val="00D23492"/>
    <w:rsid w:val="00D43C5A"/>
    <w:rsid w:val="00D443A4"/>
    <w:rsid w:val="00D93EE5"/>
    <w:rsid w:val="00DA5091"/>
    <w:rsid w:val="00DA671B"/>
    <w:rsid w:val="00DC50BE"/>
    <w:rsid w:val="00DD380D"/>
    <w:rsid w:val="00E1401D"/>
    <w:rsid w:val="00E17DE8"/>
    <w:rsid w:val="00E42C86"/>
    <w:rsid w:val="00E523F1"/>
    <w:rsid w:val="00E54FE6"/>
    <w:rsid w:val="00E679A7"/>
    <w:rsid w:val="00E71E4B"/>
    <w:rsid w:val="00E73A4F"/>
    <w:rsid w:val="00E929CA"/>
    <w:rsid w:val="00EA002D"/>
    <w:rsid w:val="00EA0082"/>
    <w:rsid w:val="00EA67B4"/>
    <w:rsid w:val="00EE5CA2"/>
    <w:rsid w:val="00EF2922"/>
    <w:rsid w:val="00F15CD9"/>
    <w:rsid w:val="00F1765C"/>
    <w:rsid w:val="00F21DCD"/>
    <w:rsid w:val="00F260BD"/>
    <w:rsid w:val="00F452A3"/>
    <w:rsid w:val="00F46ECA"/>
    <w:rsid w:val="00F50207"/>
    <w:rsid w:val="00F53CCE"/>
    <w:rsid w:val="00F57E92"/>
    <w:rsid w:val="00F723F6"/>
    <w:rsid w:val="00F84E66"/>
    <w:rsid w:val="00FA6BFC"/>
    <w:rsid w:val="00FB70D7"/>
    <w:rsid w:val="00FB7FD6"/>
    <w:rsid w:val="00FC074A"/>
    <w:rsid w:val="00FD5180"/>
    <w:rsid w:val="00FD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E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5180"/>
    <w:rPr>
      <w:lang w:eastAsia="en-US"/>
    </w:rPr>
  </w:style>
  <w:style w:type="paragraph" w:styleId="ListParagraph">
    <w:name w:val="List Paragraph"/>
    <w:basedOn w:val="Normal"/>
    <w:uiPriority w:val="99"/>
    <w:qFormat/>
    <w:rsid w:val="00C8702B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B97F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2656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35AA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35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5A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C50B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56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65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6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655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yperlink" Target="https://studfiles/net/preview/5615809/page:2/" TargetMode="External"/><Relationship Id="rId26" Type="http://schemas.openxmlformats.org/officeDocument/2006/relationships/image" Target="media/image14.png"/><Relationship Id="rId39" Type="http://schemas.openxmlformats.org/officeDocument/2006/relationships/image" Target="media/image23.png"/><Relationship Id="rId21" Type="http://schemas.openxmlformats.org/officeDocument/2006/relationships/image" Target="media/image12.png"/><Relationship Id="rId34" Type="http://schemas.openxmlformats.org/officeDocument/2006/relationships/image" Target="media/image18.png"/><Relationship Id="rId42" Type="http://schemas.openxmlformats.org/officeDocument/2006/relationships/image" Target="media/image26.png"/><Relationship Id="rId47" Type="http://schemas.openxmlformats.org/officeDocument/2006/relationships/hyperlink" Target="http://www.compendium.su/chemistry/11klas/23.html" TargetMode="External"/><Relationship Id="rId50" Type="http://schemas.openxmlformats.org/officeDocument/2006/relationships/image" Target="media/image31.png"/><Relationship Id="rId55" Type="http://schemas.openxmlformats.org/officeDocument/2006/relationships/image" Target="media/image33.png"/><Relationship Id="rId63" Type="http://schemas.openxmlformats.org/officeDocument/2006/relationships/image" Target="media/image41.png"/><Relationship Id="rId68" Type="http://schemas.openxmlformats.org/officeDocument/2006/relationships/image" Target="media/image44.png"/><Relationship Id="rId76" Type="http://schemas.openxmlformats.org/officeDocument/2006/relationships/hyperlink" Target="http://zadachi-po-khimii.ru/organic-chemistry/nomenklatura-organicheskix-soedinenij.html" TargetMode="External"/><Relationship Id="rId7" Type="http://schemas.openxmlformats.org/officeDocument/2006/relationships/image" Target="media/image1.png"/><Relationship Id="rId71" Type="http://schemas.openxmlformats.org/officeDocument/2006/relationships/image" Target="media/image4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hyperlink" Target="http://school-sector.relarn.ru/nsm/chemistry/Rus/Data/Text/Ch1_7.html" TargetMode="External"/><Relationship Id="rId11" Type="http://schemas.openxmlformats.org/officeDocument/2006/relationships/image" Target="media/image5.png"/><Relationship Id="rId24" Type="http://schemas.openxmlformats.org/officeDocument/2006/relationships/hyperlink" Target="https://sites.google.com/site/himulacom/zvonok-na-urok/11-klass---cetveertyj-god-obucenia/urok-no11-dispersnye-sistemy" TargetMode="External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53" Type="http://schemas.openxmlformats.org/officeDocument/2006/relationships/hyperlink" Target="https://www.google.ru/search?q=&#1101;&#1083;&#1077;&#1082;&#1090;&#1088;&#1086;&#1093;&#1080;&#1084;&#1080;&#1095;&#1077;&#1089;&#1082;&#1080;&#1081;+&#1088;&#1103;&#1076;+&#1085;&#1072;&#1087;&#1088;&#1103;&#1078;&#1077;&#1085;&#1080;&#1081;+&#1084;&#1077;&#1090;&#1072;&#1083;&#1083;&#1086;&#1074;" TargetMode="External"/><Relationship Id="rId58" Type="http://schemas.openxmlformats.org/officeDocument/2006/relationships/image" Target="media/image36.png"/><Relationship Id="rId66" Type="http://schemas.openxmlformats.org/officeDocument/2006/relationships/image" Target="media/image42.png"/><Relationship Id="rId74" Type="http://schemas.openxmlformats.org/officeDocument/2006/relationships/image" Target="media/image49.png"/><Relationship Id="rId79" Type="http://schemas.openxmlformats.org/officeDocument/2006/relationships/hyperlink" Target="http://orgchem.ru/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39.png"/><Relationship Id="rId82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www.hemi.nsu.ru/ucheb155.htm" TargetMode="External"/><Relationship Id="rId31" Type="http://schemas.openxmlformats.org/officeDocument/2006/relationships/hyperlink" Target="http://prosto-o-slognom.ru/chimia/04_9_gidroliz_solej.html" TargetMode="External"/><Relationship Id="rId44" Type="http://schemas.openxmlformats.org/officeDocument/2006/relationships/image" Target="media/image28.png"/><Relationship Id="rId52" Type="http://schemas.openxmlformats.org/officeDocument/2006/relationships/image" Target="media/image32.png"/><Relationship Id="rId60" Type="http://schemas.openxmlformats.org/officeDocument/2006/relationships/image" Target="media/image38.png"/><Relationship Id="rId65" Type="http://schemas.openxmlformats.org/officeDocument/2006/relationships/hyperlink" Target="https://sites.google.com/site/himulacom/ucimsa-resat-zadaci/vyvod-himiceskoj-formuly/opredelenie-formuly-po-produktam-sgorania" TargetMode="External"/><Relationship Id="rId73" Type="http://schemas.openxmlformats.org/officeDocument/2006/relationships/hyperlink" Target="http://www.primefan.ru/stuff/chem/moodle/uv3.html" TargetMode="External"/><Relationship Id="rId78" Type="http://schemas.openxmlformats.org/officeDocument/2006/relationships/hyperlink" Target="https://ido.tsu.ru/schools/chem/data/res/chemfor/uchpos/text/g3_7_18.html" TargetMode="External"/><Relationship Id="rId8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://www.yaklass.ru/materiali?mode=lsntheme&amp;themeid=145" TargetMode="External"/><Relationship Id="rId27" Type="http://schemas.openxmlformats.org/officeDocument/2006/relationships/hyperlink" Target="http://www.hemi.nsu.ru/ucheb177.htm" TargetMode="External"/><Relationship Id="rId30" Type="http://schemas.openxmlformats.org/officeDocument/2006/relationships/image" Target="media/image15.png"/><Relationship Id="rId35" Type="http://schemas.openxmlformats.org/officeDocument/2006/relationships/image" Target="media/image19.png"/><Relationship Id="rId43" Type="http://schemas.openxmlformats.org/officeDocument/2006/relationships/image" Target="media/image27.png"/><Relationship Id="rId48" Type="http://schemas.openxmlformats.org/officeDocument/2006/relationships/hyperlink" Target="http://himege.ru/skorost-reakcii/" TargetMode="External"/><Relationship Id="rId56" Type="http://schemas.openxmlformats.org/officeDocument/2006/relationships/image" Target="media/image34.png"/><Relationship Id="rId64" Type="http://schemas.openxmlformats.org/officeDocument/2006/relationships/hyperlink" Target="https://sites.google.com/site/himulacom/zvonok-na-urok/10-klass" TargetMode="External"/><Relationship Id="rId69" Type="http://schemas.openxmlformats.org/officeDocument/2006/relationships/image" Target="media/image45.png"/><Relationship Id="rId77" Type="http://schemas.openxmlformats.org/officeDocument/2006/relationships/hyperlink" Target="https://him.1september.ru/2003/46/22.htm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studfiles.net/preview/5615444/page:9/" TargetMode="External"/><Relationship Id="rId72" Type="http://schemas.openxmlformats.org/officeDocument/2006/relationships/image" Target="media/image48.png"/><Relationship Id="rId80" Type="http://schemas.openxmlformats.org/officeDocument/2006/relationships/hyperlink" Target="http://www.chem.msu.ru/rus/teaching/thermo/welcome.html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3.png"/><Relationship Id="rId33" Type="http://schemas.openxmlformats.org/officeDocument/2006/relationships/image" Target="media/image17.png"/><Relationship Id="rId38" Type="http://schemas.openxmlformats.org/officeDocument/2006/relationships/image" Target="media/image22.png"/><Relationship Id="rId46" Type="http://schemas.openxmlformats.org/officeDocument/2006/relationships/hyperlink" Target="https://scienceforyou.ru/teorija-dlja-podgotovki-k-egje/teplovoj-jeffekt-himicheskoj-reakcii-termohimicheskie-uravnenija" TargetMode="External"/><Relationship Id="rId59" Type="http://schemas.openxmlformats.org/officeDocument/2006/relationships/image" Target="media/image37.png"/><Relationship Id="rId67" Type="http://schemas.openxmlformats.org/officeDocument/2006/relationships/image" Target="media/image43.png"/><Relationship Id="rId20" Type="http://schemas.openxmlformats.org/officeDocument/2006/relationships/hyperlink" Target="http://cde.osu.ru/demoversion/course93/g1_1.html" TargetMode="External"/><Relationship Id="rId41" Type="http://schemas.openxmlformats.org/officeDocument/2006/relationships/image" Target="media/image25.png"/><Relationship Id="rId54" Type="http://schemas.openxmlformats.org/officeDocument/2006/relationships/hyperlink" Target="http://himege.ru/elektroliz-rasplavov-i-rastvorov/" TargetMode="External"/><Relationship Id="rId62" Type="http://schemas.openxmlformats.org/officeDocument/2006/relationships/image" Target="media/image40.png"/><Relationship Id="rId70" Type="http://schemas.openxmlformats.org/officeDocument/2006/relationships/image" Target="media/image46.png"/><Relationship Id="rId75" Type="http://schemas.openxmlformats.org/officeDocument/2006/relationships/image" Target="media/image50.png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hyperlink" Target="http://www.himhelp.ru/section23/section2/" TargetMode="External"/><Relationship Id="rId28" Type="http://schemas.openxmlformats.org/officeDocument/2006/relationships/hyperlink" Target="http://www.himhelp.ru/section23/section6/section41/49.html" TargetMode="External"/><Relationship Id="rId36" Type="http://schemas.openxmlformats.org/officeDocument/2006/relationships/image" Target="media/image20.png"/><Relationship Id="rId49" Type="http://schemas.openxmlformats.org/officeDocument/2006/relationships/image" Target="media/image30.png"/><Relationship Id="rId57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1719</TotalTime>
  <Pages>30</Pages>
  <Words>6493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Крапчатова</dc:creator>
  <cp:keywords/>
  <dc:description/>
  <cp:lastModifiedBy>Comp-QE001</cp:lastModifiedBy>
  <cp:revision>17</cp:revision>
  <cp:lastPrinted>2018-05-06T12:30:00Z</cp:lastPrinted>
  <dcterms:created xsi:type="dcterms:W3CDTF">2018-04-22T15:10:00Z</dcterms:created>
  <dcterms:modified xsi:type="dcterms:W3CDTF">2018-05-07T06:41:00Z</dcterms:modified>
</cp:coreProperties>
</file>